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84B1E" w14:textId="77777777" w:rsidR="0033506F" w:rsidRPr="00880B8A" w:rsidRDefault="0070102A" w:rsidP="0033506F">
      <w:pPr>
        <w:pStyle w:val="ProductFamily"/>
        <w:rPr>
          <w:rFonts w:cs="Arial"/>
          <w:b/>
          <w:sz w:val="40"/>
          <w:szCs w:val="40"/>
        </w:rPr>
      </w:pPr>
      <w:r w:rsidRPr="00880B8A">
        <w:rPr>
          <w:rFonts w:cs="Arial"/>
          <w:b/>
          <w:sz w:val="40"/>
          <w:szCs w:val="40"/>
        </w:rPr>
        <w:t>ISO 20022</w:t>
      </w:r>
    </w:p>
    <w:p w14:paraId="76468261" w14:textId="694DFEF1" w:rsidR="0033506F" w:rsidRPr="00A33DC5" w:rsidRDefault="00A33DC5" w:rsidP="0033506F">
      <w:pPr>
        <w:pStyle w:val="ProductName"/>
      </w:pPr>
      <w:r>
        <w:t xml:space="preserve">Securities </w:t>
      </w:r>
      <w:r w:rsidR="0037184F">
        <w:t>M</w:t>
      </w:r>
      <w:r>
        <w:t xml:space="preserve">arkets </w:t>
      </w:r>
      <w:r w:rsidR="0037184F">
        <w:t>Regulatory R</w:t>
      </w:r>
      <w:r w:rsidRPr="006C5FA3">
        <w:t>eporting</w:t>
      </w:r>
      <w:r w:rsidR="00A3188E">
        <w:t xml:space="preserve"> - </w:t>
      </w:r>
      <w:r>
        <w:br/>
      </w:r>
      <w:r w:rsidR="0027453C" w:rsidRPr="00A3188E">
        <w:t>Internalised Settlement</w:t>
      </w:r>
      <w:r w:rsidR="005758E9" w:rsidRPr="00A3188E">
        <w:br/>
      </w:r>
      <w:bookmarkStart w:id="0" w:name="_GoBack"/>
      <w:bookmarkEnd w:id="0"/>
    </w:p>
    <w:p w14:paraId="73E75680" w14:textId="77777777" w:rsidR="0033506F" w:rsidRPr="00880B8A" w:rsidRDefault="0033506F" w:rsidP="0033506F">
      <w:pPr>
        <w:pStyle w:val="Productvariant"/>
        <w:rPr>
          <w:rFonts w:cs="Arial"/>
        </w:rPr>
      </w:pPr>
    </w:p>
    <w:p w14:paraId="0CEE7061" w14:textId="77777777" w:rsidR="0033506F" w:rsidRPr="00880B8A" w:rsidRDefault="00CA0823" w:rsidP="0033506F">
      <w:pPr>
        <w:pStyle w:val="DocumentTitle0"/>
        <w:rPr>
          <w:rFonts w:cs="Arial"/>
        </w:rPr>
      </w:pPr>
      <w:r w:rsidRPr="00880B8A">
        <w:rPr>
          <w:rFonts w:cs="Arial"/>
          <w:b/>
        </w:rPr>
        <w:t>M</w:t>
      </w:r>
      <w:r w:rsidR="0070102A" w:rsidRPr="00880B8A">
        <w:rPr>
          <w:rFonts w:cs="Arial"/>
          <w:b/>
        </w:rPr>
        <w:t>essage Definition Report</w:t>
      </w:r>
      <w:r w:rsidRPr="00880B8A">
        <w:rPr>
          <w:rFonts w:cs="Arial"/>
        </w:rPr>
        <w:t xml:space="preserve"> </w:t>
      </w:r>
      <w:r w:rsidR="0070102A" w:rsidRPr="00880B8A">
        <w:rPr>
          <w:rFonts w:cs="Arial"/>
          <w:b/>
        </w:rPr>
        <w:t xml:space="preserve">- </w:t>
      </w:r>
      <w:r w:rsidRPr="00880B8A">
        <w:rPr>
          <w:rFonts w:cs="Arial"/>
          <w:b/>
        </w:rPr>
        <w:t>Part 1</w:t>
      </w:r>
    </w:p>
    <w:p w14:paraId="2745C64A" w14:textId="77777777" w:rsidR="0037184F" w:rsidRDefault="0037184F" w:rsidP="0037184F">
      <w:pPr>
        <w:pStyle w:val="Titlepagetext"/>
        <w:rPr>
          <w:rFonts w:cs="Arial"/>
          <w:sz w:val="32"/>
          <w:szCs w:val="32"/>
        </w:rPr>
      </w:pPr>
    </w:p>
    <w:p w14:paraId="492B9025" w14:textId="4F903178" w:rsidR="0037184F" w:rsidRPr="00C42918" w:rsidRDefault="00C42918" w:rsidP="0037184F">
      <w:pPr>
        <w:pStyle w:val="Titlepagetext"/>
        <w:rPr>
          <w:rFonts w:cs="Arial"/>
          <w:sz w:val="28"/>
          <w:szCs w:val="32"/>
        </w:rPr>
      </w:pPr>
      <w:r w:rsidRPr="00C42918">
        <w:rPr>
          <w:rFonts w:cs="Arial"/>
          <w:sz w:val="28"/>
          <w:szCs w:val="32"/>
        </w:rPr>
        <w:t>Approved</w:t>
      </w:r>
      <w:r w:rsidR="0037184F" w:rsidRPr="00C42918">
        <w:rPr>
          <w:rFonts w:cs="Arial"/>
          <w:sz w:val="28"/>
          <w:szCs w:val="32"/>
        </w:rPr>
        <w:t xml:space="preserve"> by the ISO 20022 Securities SEG</w:t>
      </w:r>
      <w:r w:rsidRPr="00C42918">
        <w:rPr>
          <w:rFonts w:cs="Arial"/>
          <w:sz w:val="28"/>
          <w:szCs w:val="32"/>
        </w:rPr>
        <w:t xml:space="preserve"> on the 24</w:t>
      </w:r>
      <w:r w:rsidRPr="00C42918">
        <w:rPr>
          <w:rFonts w:cs="Arial"/>
          <w:sz w:val="28"/>
          <w:szCs w:val="32"/>
          <w:vertAlign w:val="superscript"/>
        </w:rPr>
        <w:t>th</w:t>
      </w:r>
      <w:r w:rsidRPr="00C42918">
        <w:rPr>
          <w:rFonts w:cs="Arial"/>
          <w:sz w:val="28"/>
          <w:szCs w:val="32"/>
        </w:rPr>
        <w:t xml:space="preserve"> of September 2018</w:t>
      </w:r>
    </w:p>
    <w:p w14:paraId="3259E0BA" w14:textId="77777777" w:rsidR="0033506F" w:rsidRPr="00880B8A" w:rsidRDefault="0033506F" w:rsidP="0033506F">
      <w:pPr>
        <w:pStyle w:val="DocumentSubtitle"/>
        <w:rPr>
          <w:rFonts w:cs="Arial"/>
          <w:b/>
          <w:iCs/>
        </w:rPr>
      </w:pPr>
    </w:p>
    <w:p w14:paraId="3D0F0ED8" w14:textId="3339547F" w:rsidR="0033506F" w:rsidRPr="00880B8A" w:rsidRDefault="00907247" w:rsidP="0033506F">
      <w:pPr>
        <w:pStyle w:val="Releasedate"/>
        <w:rPr>
          <w:rFonts w:cs="Arial"/>
        </w:rPr>
      </w:pPr>
      <w:r w:rsidRPr="00880B8A">
        <w:rPr>
          <w:rFonts w:cs="Arial"/>
        </w:rPr>
        <w:t xml:space="preserve">Edition </w:t>
      </w:r>
      <w:r w:rsidR="00C42918">
        <w:rPr>
          <w:rFonts w:cs="Arial"/>
        </w:rPr>
        <w:t>October</w:t>
      </w:r>
      <w:r w:rsidR="007F478E" w:rsidRPr="007F478E">
        <w:rPr>
          <w:rFonts w:cs="Arial"/>
        </w:rPr>
        <w:t xml:space="preserve"> 2018</w:t>
      </w:r>
    </w:p>
    <w:p w14:paraId="05B9550E" w14:textId="77777777" w:rsidR="0033506F" w:rsidRPr="00880B8A" w:rsidRDefault="0033506F">
      <w:pPr>
        <w:rPr>
          <w:rFonts w:ascii="Arial" w:hAnsi="Arial" w:cs="Arial"/>
        </w:rPr>
        <w:sectPr w:rsidR="0033506F" w:rsidRPr="00880B8A" w:rsidSect="005568C7">
          <w:headerReference w:type="even" r:id="rId13"/>
          <w:headerReference w:type="default" r:id="rId14"/>
          <w:footerReference w:type="even" r:id="rId15"/>
          <w:headerReference w:type="first" r:id="rId16"/>
          <w:footerReference w:type="first" r:id="rId17"/>
          <w:pgSz w:w="11907" w:h="16840" w:code="9"/>
          <w:pgMar w:top="1021" w:right="1304" w:bottom="1701" w:left="1304" w:header="567" w:footer="533" w:gutter="0"/>
          <w:pgNumType w:start="1"/>
          <w:cols w:space="720"/>
          <w:formProt w:val="0"/>
        </w:sectPr>
      </w:pPr>
    </w:p>
    <w:p w14:paraId="3200B2BC" w14:textId="77777777" w:rsidR="009C1AB2" w:rsidRPr="00880B8A" w:rsidRDefault="009C1AB2">
      <w:pPr>
        <w:pStyle w:val="Sub-title"/>
        <w:rPr>
          <w:rFonts w:cs="Arial"/>
          <w:lang w:val="en-GB"/>
        </w:rPr>
      </w:pPr>
      <w:r w:rsidRPr="00880B8A">
        <w:rPr>
          <w:rFonts w:cs="Arial"/>
          <w:lang w:val="en-GB"/>
        </w:rPr>
        <w:lastRenderedPageBreak/>
        <w:t>Table of contents</w:t>
      </w:r>
    </w:p>
    <w:p w14:paraId="276D327F" w14:textId="77777777" w:rsidR="00BF743E" w:rsidRDefault="00115470">
      <w:pPr>
        <w:pStyle w:val="TOC1"/>
        <w:rPr>
          <w:rFonts w:asciiTheme="minorHAnsi" w:eastAsiaTheme="minorEastAsia" w:hAnsiTheme="minorHAnsi" w:cstheme="minorBidi"/>
          <w:b w:val="0"/>
          <w:sz w:val="22"/>
          <w:szCs w:val="22"/>
          <w:lang w:eastAsia="en-GB"/>
        </w:rPr>
      </w:pPr>
      <w:r w:rsidRPr="00880B8A">
        <w:rPr>
          <w:rFonts w:cs="Arial"/>
          <w:b w:val="0"/>
          <w:sz w:val="20"/>
        </w:rPr>
        <w:fldChar w:fldCharType="begin"/>
      </w:r>
      <w:r w:rsidRPr="00880B8A">
        <w:rPr>
          <w:rFonts w:cs="Arial"/>
          <w:b w:val="0"/>
          <w:sz w:val="20"/>
        </w:rPr>
        <w:instrText xml:space="preserve"> TOC \o "1-3" \h \z \u </w:instrText>
      </w:r>
      <w:r w:rsidRPr="00880B8A">
        <w:rPr>
          <w:rFonts w:cs="Arial"/>
          <w:b w:val="0"/>
          <w:sz w:val="20"/>
        </w:rPr>
        <w:fldChar w:fldCharType="separate"/>
      </w:r>
      <w:hyperlink w:anchor="_Toc526925912" w:history="1">
        <w:r w:rsidR="00BF743E" w:rsidRPr="00E02474">
          <w:rPr>
            <w:rStyle w:val="Hyperlink"/>
            <w:rFonts w:cs="Arial"/>
          </w:rPr>
          <w:t>1.</w:t>
        </w:r>
        <w:r w:rsidR="00BF743E">
          <w:rPr>
            <w:rFonts w:asciiTheme="minorHAnsi" w:eastAsiaTheme="minorEastAsia" w:hAnsiTheme="minorHAnsi" w:cstheme="minorBidi"/>
            <w:b w:val="0"/>
            <w:sz w:val="22"/>
            <w:szCs w:val="22"/>
            <w:lang w:eastAsia="en-GB"/>
          </w:rPr>
          <w:tab/>
        </w:r>
        <w:r w:rsidR="00BF743E" w:rsidRPr="00E02474">
          <w:rPr>
            <w:rStyle w:val="Hyperlink"/>
            <w:rFonts w:cs="Arial"/>
          </w:rPr>
          <w:t>Introduction</w:t>
        </w:r>
        <w:r w:rsidR="00BF743E">
          <w:rPr>
            <w:webHidden/>
          </w:rPr>
          <w:tab/>
        </w:r>
        <w:r w:rsidR="00BF743E">
          <w:rPr>
            <w:webHidden/>
          </w:rPr>
          <w:fldChar w:fldCharType="begin"/>
        </w:r>
        <w:r w:rsidR="00BF743E">
          <w:rPr>
            <w:webHidden/>
          </w:rPr>
          <w:instrText xml:space="preserve"> PAGEREF _Toc526925912 \h </w:instrText>
        </w:r>
        <w:r w:rsidR="00BF743E">
          <w:rPr>
            <w:webHidden/>
          </w:rPr>
        </w:r>
        <w:r w:rsidR="00BF743E">
          <w:rPr>
            <w:webHidden/>
          </w:rPr>
          <w:fldChar w:fldCharType="separate"/>
        </w:r>
        <w:r w:rsidR="00BF743E">
          <w:rPr>
            <w:webHidden/>
          </w:rPr>
          <w:t>4</w:t>
        </w:r>
        <w:r w:rsidR="00BF743E">
          <w:rPr>
            <w:webHidden/>
          </w:rPr>
          <w:fldChar w:fldCharType="end"/>
        </w:r>
      </w:hyperlink>
    </w:p>
    <w:p w14:paraId="2336FBF1"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3" w:history="1">
        <w:r w:rsidR="00BF743E" w:rsidRPr="00E02474">
          <w:rPr>
            <w:rStyle w:val="Hyperlink"/>
            <w:rFonts w:cs="Arial"/>
          </w:rPr>
          <w:t>1.1</w:t>
        </w:r>
        <w:r w:rsidR="00BF743E">
          <w:rPr>
            <w:rFonts w:asciiTheme="minorHAnsi" w:eastAsiaTheme="minorEastAsia" w:hAnsiTheme="minorHAnsi" w:cstheme="minorBidi"/>
            <w:sz w:val="22"/>
            <w:szCs w:val="22"/>
            <w:lang w:eastAsia="en-GB"/>
          </w:rPr>
          <w:tab/>
        </w:r>
        <w:r w:rsidR="00BF743E" w:rsidRPr="00E02474">
          <w:rPr>
            <w:rStyle w:val="Hyperlink"/>
            <w:rFonts w:cs="Arial"/>
          </w:rPr>
          <w:t>Terms and definitions</w:t>
        </w:r>
        <w:r w:rsidR="00BF743E">
          <w:rPr>
            <w:webHidden/>
          </w:rPr>
          <w:tab/>
        </w:r>
        <w:r w:rsidR="00BF743E">
          <w:rPr>
            <w:webHidden/>
          </w:rPr>
          <w:fldChar w:fldCharType="begin"/>
        </w:r>
        <w:r w:rsidR="00BF743E">
          <w:rPr>
            <w:webHidden/>
          </w:rPr>
          <w:instrText xml:space="preserve"> PAGEREF _Toc526925913 \h </w:instrText>
        </w:r>
        <w:r w:rsidR="00BF743E">
          <w:rPr>
            <w:webHidden/>
          </w:rPr>
        </w:r>
        <w:r w:rsidR="00BF743E">
          <w:rPr>
            <w:webHidden/>
          </w:rPr>
          <w:fldChar w:fldCharType="separate"/>
        </w:r>
        <w:r w:rsidR="00BF743E">
          <w:rPr>
            <w:webHidden/>
          </w:rPr>
          <w:t>4</w:t>
        </w:r>
        <w:r w:rsidR="00BF743E">
          <w:rPr>
            <w:webHidden/>
          </w:rPr>
          <w:fldChar w:fldCharType="end"/>
        </w:r>
      </w:hyperlink>
    </w:p>
    <w:p w14:paraId="0F6C232C"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4" w:history="1">
        <w:r w:rsidR="00BF743E" w:rsidRPr="00E02474">
          <w:rPr>
            <w:rStyle w:val="Hyperlink"/>
            <w:rFonts w:cs="Arial"/>
          </w:rPr>
          <w:t>1.2</w:t>
        </w:r>
        <w:r w:rsidR="00BF743E">
          <w:rPr>
            <w:rFonts w:asciiTheme="minorHAnsi" w:eastAsiaTheme="minorEastAsia" w:hAnsiTheme="minorHAnsi" w:cstheme="minorBidi"/>
            <w:sz w:val="22"/>
            <w:szCs w:val="22"/>
            <w:lang w:eastAsia="en-GB"/>
          </w:rPr>
          <w:tab/>
        </w:r>
        <w:r w:rsidR="00BF743E" w:rsidRPr="00E02474">
          <w:rPr>
            <w:rStyle w:val="Hyperlink"/>
            <w:rFonts w:cs="Arial"/>
          </w:rPr>
          <w:t>Glossary</w:t>
        </w:r>
        <w:r w:rsidR="00BF743E">
          <w:rPr>
            <w:webHidden/>
          </w:rPr>
          <w:tab/>
        </w:r>
        <w:r w:rsidR="00BF743E">
          <w:rPr>
            <w:webHidden/>
          </w:rPr>
          <w:fldChar w:fldCharType="begin"/>
        </w:r>
        <w:r w:rsidR="00BF743E">
          <w:rPr>
            <w:webHidden/>
          </w:rPr>
          <w:instrText xml:space="preserve"> PAGEREF _Toc526925914 \h </w:instrText>
        </w:r>
        <w:r w:rsidR="00BF743E">
          <w:rPr>
            <w:webHidden/>
          </w:rPr>
        </w:r>
        <w:r w:rsidR="00BF743E">
          <w:rPr>
            <w:webHidden/>
          </w:rPr>
          <w:fldChar w:fldCharType="separate"/>
        </w:r>
        <w:r w:rsidR="00BF743E">
          <w:rPr>
            <w:webHidden/>
          </w:rPr>
          <w:t>4</w:t>
        </w:r>
        <w:r w:rsidR="00BF743E">
          <w:rPr>
            <w:webHidden/>
          </w:rPr>
          <w:fldChar w:fldCharType="end"/>
        </w:r>
      </w:hyperlink>
    </w:p>
    <w:p w14:paraId="428E0190"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5" w:history="1">
        <w:r w:rsidR="00BF743E" w:rsidRPr="00E02474">
          <w:rPr>
            <w:rStyle w:val="Hyperlink"/>
            <w:rFonts w:cs="Arial"/>
          </w:rPr>
          <w:t>1.3</w:t>
        </w:r>
        <w:r w:rsidR="00BF743E">
          <w:rPr>
            <w:rFonts w:asciiTheme="minorHAnsi" w:eastAsiaTheme="minorEastAsia" w:hAnsiTheme="minorHAnsi" w:cstheme="minorBidi"/>
            <w:sz w:val="22"/>
            <w:szCs w:val="22"/>
            <w:lang w:eastAsia="en-GB"/>
          </w:rPr>
          <w:tab/>
        </w:r>
        <w:r w:rsidR="00BF743E" w:rsidRPr="00E02474">
          <w:rPr>
            <w:rStyle w:val="Hyperlink"/>
            <w:rFonts w:cs="Arial"/>
          </w:rPr>
          <w:t>Document Scope and Objectives</w:t>
        </w:r>
        <w:r w:rsidR="00BF743E">
          <w:rPr>
            <w:webHidden/>
          </w:rPr>
          <w:tab/>
        </w:r>
        <w:r w:rsidR="00BF743E">
          <w:rPr>
            <w:webHidden/>
          </w:rPr>
          <w:fldChar w:fldCharType="begin"/>
        </w:r>
        <w:r w:rsidR="00BF743E">
          <w:rPr>
            <w:webHidden/>
          </w:rPr>
          <w:instrText xml:space="preserve"> PAGEREF _Toc526925915 \h </w:instrText>
        </w:r>
        <w:r w:rsidR="00BF743E">
          <w:rPr>
            <w:webHidden/>
          </w:rPr>
        </w:r>
        <w:r w:rsidR="00BF743E">
          <w:rPr>
            <w:webHidden/>
          </w:rPr>
          <w:fldChar w:fldCharType="separate"/>
        </w:r>
        <w:r w:rsidR="00BF743E">
          <w:rPr>
            <w:webHidden/>
          </w:rPr>
          <w:t>5</w:t>
        </w:r>
        <w:r w:rsidR="00BF743E">
          <w:rPr>
            <w:webHidden/>
          </w:rPr>
          <w:fldChar w:fldCharType="end"/>
        </w:r>
      </w:hyperlink>
    </w:p>
    <w:p w14:paraId="5CDEBC17"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6" w:history="1">
        <w:r w:rsidR="00BF743E" w:rsidRPr="00E02474">
          <w:rPr>
            <w:rStyle w:val="Hyperlink"/>
            <w:rFonts w:cs="Arial"/>
          </w:rPr>
          <w:t>1.4</w:t>
        </w:r>
        <w:r w:rsidR="00BF743E">
          <w:rPr>
            <w:rFonts w:asciiTheme="minorHAnsi" w:eastAsiaTheme="minorEastAsia" w:hAnsiTheme="minorHAnsi" w:cstheme="minorBidi"/>
            <w:sz w:val="22"/>
            <w:szCs w:val="22"/>
            <w:lang w:eastAsia="en-GB"/>
          </w:rPr>
          <w:tab/>
        </w:r>
        <w:r w:rsidR="00BF743E" w:rsidRPr="00E02474">
          <w:rPr>
            <w:rStyle w:val="Hyperlink"/>
            <w:rFonts w:cs="Arial"/>
          </w:rPr>
          <w:t>References</w:t>
        </w:r>
        <w:r w:rsidR="00BF743E">
          <w:rPr>
            <w:webHidden/>
          </w:rPr>
          <w:tab/>
        </w:r>
        <w:r w:rsidR="00BF743E">
          <w:rPr>
            <w:webHidden/>
          </w:rPr>
          <w:fldChar w:fldCharType="begin"/>
        </w:r>
        <w:r w:rsidR="00BF743E">
          <w:rPr>
            <w:webHidden/>
          </w:rPr>
          <w:instrText xml:space="preserve"> PAGEREF _Toc526925916 \h </w:instrText>
        </w:r>
        <w:r w:rsidR="00BF743E">
          <w:rPr>
            <w:webHidden/>
          </w:rPr>
        </w:r>
        <w:r w:rsidR="00BF743E">
          <w:rPr>
            <w:webHidden/>
          </w:rPr>
          <w:fldChar w:fldCharType="separate"/>
        </w:r>
        <w:r w:rsidR="00BF743E">
          <w:rPr>
            <w:webHidden/>
          </w:rPr>
          <w:t>5</w:t>
        </w:r>
        <w:r w:rsidR="00BF743E">
          <w:rPr>
            <w:webHidden/>
          </w:rPr>
          <w:fldChar w:fldCharType="end"/>
        </w:r>
      </w:hyperlink>
    </w:p>
    <w:p w14:paraId="67E2A2D5" w14:textId="77777777" w:rsidR="00BF743E" w:rsidRDefault="00A3188E">
      <w:pPr>
        <w:pStyle w:val="TOC1"/>
        <w:rPr>
          <w:rFonts w:asciiTheme="minorHAnsi" w:eastAsiaTheme="minorEastAsia" w:hAnsiTheme="minorHAnsi" w:cstheme="minorBidi"/>
          <w:b w:val="0"/>
          <w:sz w:val="22"/>
          <w:szCs w:val="22"/>
          <w:lang w:eastAsia="en-GB"/>
        </w:rPr>
      </w:pPr>
      <w:hyperlink w:anchor="_Toc526925917" w:history="1">
        <w:r w:rsidR="00BF743E" w:rsidRPr="00E02474">
          <w:rPr>
            <w:rStyle w:val="Hyperlink"/>
            <w:rFonts w:cs="Arial"/>
          </w:rPr>
          <w:t>2.</w:t>
        </w:r>
        <w:r w:rsidR="00BF743E">
          <w:rPr>
            <w:rFonts w:asciiTheme="minorHAnsi" w:eastAsiaTheme="minorEastAsia" w:hAnsiTheme="minorHAnsi" w:cstheme="minorBidi"/>
            <w:b w:val="0"/>
            <w:sz w:val="22"/>
            <w:szCs w:val="22"/>
            <w:lang w:eastAsia="en-GB"/>
          </w:rPr>
          <w:tab/>
        </w:r>
        <w:r w:rsidR="00BF743E" w:rsidRPr="00E02474">
          <w:rPr>
            <w:rStyle w:val="Hyperlink"/>
            <w:rFonts w:cs="Arial"/>
          </w:rPr>
          <w:t>Scope and Functionality</w:t>
        </w:r>
        <w:r w:rsidR="00BF743E">
          <w:rPr>
            <w:webHidden/>
          </w:rPr>
          <w:tab/>
        </w:r>
        <w:r w:rsidR="00BF743E">
          <w:rPr>
            <w:webHidden/>
          </w:rPr>
          <w:fldChar w:fldCharType="begin"/>
        </w:r>
        <w:r w:rsidR="00BF743E">
          <w:rPr>
            <w:webHidden/>
          </w:rPr>
          <w:instrText xml:space="preserve"> PAGEREF _Toc526925917 \h </w:instrText>
        </w:r>
        <w:r w:rsidR="00BF743E">
          <w:rPr>
            <w:webHidden/>
          </w:rPr>
        </w:r>
        <w:r w:rsidR="00BF743E">
          <w:rPr>
            <w:webHidden/>
          </w:rPr>
          <w:fldChar w:fldCharType="separate"/>
        </w:r>
        <w:r w:rsidR="00BF743E">
          <w:rPr>
            <w:webHidden/>
          </w:rPr>
          <w:t>6</w:t>
        </w:r>
        <w:r w:rsidR="00BF743E">
          <w:rPr>
            <w:webHidden/>
          </w:rPr>
          <w:fldChar w:fldCharType="end"/>
        </w:r>
      </w:hyperlink>
    </w:p>
    <w:p w14:paraId="7C8DB578"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8" w:history="1">
        <w:r w:rsidR="00BF743E" w:rsidRPr="00E02474">
          <w:rPr>
            <w:rStyle w:val="Hyperlink"/>
            <w:rFonts w:cs="Arial"/>
          </w:rPr>
          <w:t>2.1</w:t>
        </w:r>
        <w:r w:rsidR="00BF743E">
          <w:rPr>
            <w:rFonts w:asciiTheme="minorHAnsi" w:eastAsiaTheme="minorEastAsia" w:hAnsiTheme="minorHAnsi" w:cstheme="minorBidi"/>
            <w:sz w:val="22"/>
            <w:szCs w:val="22"/>
            <w:lang w:eastAsia="en-GB"/>
          </w:rPr>
          <w:tab/>
        </w:r>
        <w:r w:rsidR="00BF743E" w:rsidRPr="00E02474">
          <w:rPr>
            <w:rStyle w:val="Hyperlink"/>
            <w:rFonts w:cs="Arial"/>
          </w:rPr>
          <w:t>Scope</w:t>
        </w:r>
        <w:r w:rsidR="00BF743E">
          <w:rPr>
            <w:webHidden/>
          </w:rPr>
          <w:tab/>
        </w:r>
        <w:r w:rsidR="00BF743E">
          <w:rPr>
            <w:webHidden/>
          </w:rPr>
          <w:fldChar w:fldCharType="begin"/>
        </w:r>
        <w:r w:rsidR="00BF743E">
          <w:rPr>
            <w:webHidden/>
          </w:rPr>
          <w:instrText xml:space="preserve"> PAGEREF _Toc526925918 \h </w:instrText>
        </w:r>
        <w:r w:rsidR="00BF743E">
          <w:rPr>
            <w:webHidden/>
          </w:rPr>
        </w:r>
        <w:r w:rsidR="00BF743E">
          <w:rPr>
            <w:webHidden/>
          </w:rPr>
          <w:fldChar w:fldCharType="separate"/>
        </w:r>
        <w:r w:rsidR="00BF743E">
          <w:rPr>
            <w:webHidden/>
          </w:rPr>
          <w:t>6</w:t>
        </w:r>
        <w:r w:rsidR="00BF743E">
          <w:rPr>
            <w:webHidden/>
          </w:rPr>
          <w:fldChar w:fldCharType="end"/>
        </w:r>
      </w:hyperlink>
    </w:p>
    <w:p w14:paraId="6377B29B"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19" w:history="1">
        <w:r w:rsidR="00BF743E" w:rsidRPr="00E02474">
          <w:rPr>
            <w:rStyle w:val="Hyperlink"/>
            <w:rFonts w:cs="Arial"/>
          </w:rPr>
          <w:t>2.2</w:t>
        </w:r>
        <w:r w:rsidR="00BF743E">
          <w:rPr>
            <w:rFonts w:asciiTheme="minorHAnsi" w:eastAsiaTheme="minorEastAsia" w:hAnsiTheme="minorHAnsi" w:cstheme="minorBidi"/>
            <w:sz w:val="22"/>
            <w:szCs w:val="22"/>
            <w:lang w:eastAsia="en-GB"/>
          </w:rPr>
          <w:tab/>
        </w:r>
        <w:r w:rsidR="00BF743E" w:rsidRPr="00E02474">
          <w:rPr>
            <w:rStyle w:val="Hyperlink"/>
            <w:rFonts w:cs="Arial"/>
          </w:rPr>
          <w:t>MessageDefinitions and Functionality</w:t>
        </w:r>
        <w:r w:rsidR="00BF743E">
          <w:rPr>
            <w:webHidden/>
          </w:rPr>
          <w:tab/>
        </w:r>
        <w:r w:rsidR="00BF743E">
          <w:rPr>
            <w:webHidden/>
          </w:rPr>
          <w:fldChar w:fldCharType="begin"/>
        </w:r>
        <w:r w:rsidR="00BF743E">
          <w:rPr>
            <w:webHidden/>
          </w:rPr>
          <w:instrText xml:space="preserve"> PAGEREF _Toc526925919 \h </w:instrText>
        </w:r>
        <w:r w:rsidR="00BF743E">
          <w:rPr>
            <w:webHidden/>
          </w:rPr>
        </w:r>
        <w:r w:rsidR="00BF743E">
          <w:rPr>
            <w:webHidden/>
          </w:rPr>
          <w:fldChar w:fldCharType="separate"/>
        </w:r>
        <w:r w:rsidR="00BF743E">
          <w:rPr>
            <w:webHidden/>
          </w:rPr>
          <w:t>6</w:t>
        </w:r>
        <w:r w:rsidR="00BF743E">
          <w:rPr>
            <w:webHidden/>
          </w:rPr>
          <w:fldChar w:fldCharType="end"/>
        </w:r>
      </w:hyperlink>
    </w:p>
    <w:p w14:paraId="020BC173" w14:textId="77777777" w:rsidR="00BF743E" w:rsidRDefault="00A3188E">
      <w:pPr>
        <w:pStyle w:val="TOC3"/>
        <w:tabs>
          <w:tab w:val="left" w:pos="2269"/>
        </w:tabs>
        <w:rPr>
          <w:rFonts w:asciiTheme="minorHAnsi" w:eastAsiaTheme="minorEastAsia" w:hAnsiTheme="minorHAnsi" w:cstheme="minorBidi"/>
          <w:sz w:val="22"/>
          <w:szCs w:val="22"/>
          <w:lang w:val="en-GB" w:eastAsia="en-GB"/>
        </w:rPr>
      </w:pPr>
      <w:hyperlink w:anchor="_Toc526925920" w:history="1">
        <w:r w:rsidR="00BF743E" w:rsidRPr="00E02474">
          <w:rPr>
            <w:rStyle w:val="Hyperlink"/>
            <w:rFonts w:cs="Arial"/>
          </w:rPr>
          <w:t>2.2.1</w:t>
        </w:r>
        <w:r w:rsidR="00BF743E">
          <w:rPr>
            <w:rFonts w:asciiTheme="minorHAnsi" w:eastAsiaTheme="minorEastAsia" w:hAnsiTheme="minorHAnsi" w:cstheme="minorBidi"/>
            <w:sz w:val="22"/>
            <w:szCs w:val="22"/>
            <w:lang w:val="en-GB" w:eastAsia="en-GB"/>
          </w:rPr>
          <w:tab/>
        </w:r>
        <w:r w:rsidR="00BF743E" w:rsidRPr="00E02474">
          <w:rPr>
            <w:rStyle w:val="Hyperlink"/>
            <w:rFonts w:cs="Arial"/>
          </w:rPr>
          <w:t>Internalised Settlement Data Reporting Message</w:t>
        </w:r>
        <w:r w:rsidR="00BF743E">
          <w:rPr>
            <w:webHidden/>
          </w:rPr>
          <w:tab/>
        </w:r>
        <w:r w:rsidR="00BF743E">
          <w:rPr>
            <w:webHidden/>
          </w:rPr>
          <w:fldChar w:fldCharType="begin"/>
        </w:r>
        <w:r w:rsidR="00BF743E">
          <w:rPr>
            <w:webHidden/>
          </w:rPr>
          <w:instrText xml:space="preserve"> PAGEREF _Toc526925920 \h </w:instrText>
        </w:r>
        <w:r w:rsidR="00BF743E">
          <w:rPr>
            <w:webHidden/>
          </w:rPr>
        </w:r>
        <w:r w:rsidR="00BF743E">
          <w:rPr>
            <w:webHidden/>
          </w:rPr>
          <w:fldChar w:fldCharType="separate"/>
        </w:r>
        <w:r w:rsidR="00BF743E">
          <w:rPr>
            <w:webHidden/>
          </w:rPr>
          <w:t>6</w:t>
        </w:r>
        <w:r w:rsidR="00BF743E">
          <w:rPr>
            <w:webHidden/>
          </w:rPr>
          <w:fldChar w:fldCharType="end"/>
        </w:r>
      </w:hyperlink>
    </w:p>
    <w:p w14:paraId="180903CA" w14:textId="77777777" w:rsidR="00BF743E" w:rsidRDefault="00A3188E">
      <w:pPr>
        <w:pStyle w:val="TOC3"/>
        <w:tabs>
          <w:tab w:val="left" w:pos="2269"/>
        </w:tabs>
        <w:rPr>
          <w:rFonts w:asciiTheme="minorHAnsi" w:eastAsiaTheme="minorEastAsia" w:hAnsiTheme="minorHAnsi" w:cstheme="minorBidi"/>
          <w:sz w:val="22"/>
          <w:szCs w:val="22"/>
          <w:lang w:val="en-GB" w:eastAsia="en-GB"/>
        </w:rPr>
      </w:pPr>
      <w:hyperlink w:anchor="_Toc526925921" w:history="1">
        <w:r w:rsidR="00BF743E" w:rsidRPr="00E02474">
          <w:rPr>
            <w:rStyle w:val="Hyperlink"/>
            <w:rFonts w:cs="Arial"/>
          </w:rPr>
          <w:t>2.2.2</w:t>
        </w:r>
        <w:r w:rsidR="00BF743E">
          <w:rPr>
            <w:rFonts w:asciiTheme="minorHAnsi" w:eastAsiaTheme="minorEastAsia" w:hAnsiTheme="minorHAnsi" w:cstheme="minorBidi"/>
            <w:sz w:val="22"/>
            <w:szCs w:val="22"/>
            <w:lang w:val="en-GB" w:eastAsia="en-GB"/>
          </w:rPr>
          <w:tab/>
        </w:r>
        <w:r w:rsidR="00BF743E" w:rsidRPr="00E02474">
          <w:rPr>
            <w:rStyle w:val="Hyperlink"/>
            <w:rFonts w:cs="Arial"/>
          </w:rPr>
          <w:t>Settlement Fails Data Reporting Messages</w:t>
        </w:r>
        <w:r w:rsidR="00BF743E">
          <w:rPr>
            <w:webHidden/>
          </w:rPr>
          <w:tab/>
        </w:r>
        <w:r w:rsidR="00BF743E">
          <w:rPr>
            <w:webHidden/>
          </w:rPr>
          <w:fldChar w:fldCharType="begin"/>
        </w:r>
        <w:r w:rsidR="00BF743E">
          <w:rPr>
            <w:webHidden/>
          </w:rPr>
          <w:instrText xml:space="preserve"> PAGEREF _Toc526925921 \h </w:instrText>
        </w:r>
        <w:r w:rsidR="00BF743E">
          <w:rPr>
            <w:webHidden/>
          </w:rPr>
        </w:r>
        <w:r w:rsidR="00BF743E">
          <w:rPr>
            <w:webHidden/>
          </w:rPr>
          <w:fldChar w:fldCharType="separate"/>
        </w:r>
        <w:r w:rsidR="00BF743E">
          <w:rPr>
            <w:webHidden/>
          </w:rPr>
          <w:t>7</w:t>
        </w:r>
        <w:r w:rsidR="00BF743E">
          <w:rPr>
            <w:webHidden/>
          </w:rPr>
          <w:fldChar w:fldCharType="end"/>
        </w:r>
      </w:hyperlink>
    </w:p>
    <w:p w14:paraId="2CE319E7" w14:textId="77777777" w:rsidR="00BF743E" w:rsidRDefault="00A3188E">
      <w:pPr>
        <w:pStyle w:val="TOC3"/>
        <w:tabs>
          <w:tab w:val="left" w:pos="2269"/>
        </w:tabs>
        <w:rPr>
          <w:rFonts w:asciiTheme="minorHAnsi" w:eastAsiaTheme="minorEastAsia" w:hAnsiTheme="minorHAnsi" w:cstheme="minorBidi"/>
          <w:sz w:val="22"/>
          <w:szCs w:val="22"/>
          <w:lang w:val="en-GB" w:eastAsia="en-GB"/>
        </w:rPr>
      </w:pPr>
      <w:hyperlink w:anchor="_Toc526925922" w:history="1">
        <w:r w:rsidR="00BF743E" w:rsidRPr="00E02474">
          <w:rPr>
            <w:rStyle w:val="Hyperlink"/>
            <w:rFonts w:cs="Arial"/>
          </w:rPr>
          <w:t>2.2.3</w:t>
        </w:r>
        <w:r w:rsidR="00BF743E">
          <w:rPr>
            <w:rFonts w:asciiTheme="minorHAnsi" w:eastAsiaTheme="minorEastAsia" w:hAnsiTheme="minorHAnsi" w:cstheme="minorBidi"/>
            <w:sz w:val="22"/>
            <w:szCs w:val="22"/>
            <w:lang w:val="en-GB" w:eastAsia="en-GB"/>
          </w:rPr>
          <w:tab/>
        </w:r>
        <w:r w:rsidR="00BF743E" w:rsidRPr="00E02474">
          <w:rPr>
            <w:rStyle w:val="Hyperlink"/>
            <w:rFonts w:cs="Arial"/>
          </w:rPr>
          <w:t>Other Messages</w:t>
        </w:r>
        <w:r w:rsidR="00BF743E">
          <w:rPr>
            <w:webHidden/>
          </w:rPr>
          <w:tab/>
        </w:r>
        <w:r w:rsidR="00BF743E">
          <w:rPr>
            <w:webHidden/>
          </w:rPr>
          <w:fldChar w:fldCharType="begin"/>
        </w:r>
        <w:r w:rsidR="00BF743E">
          <w:rPr>
            <w:webHidden/>
          </w:rPr>
          <w:instrText xml:space="preserve"> PAGEREF _Toc526925922 \h </w:instrText>
        </w:r>
        <w:r w:rsidR="00BF743E">
          <w:rPr>
            <w:webHidden/>
          </w:rPr>
        </w:r>
        <w:r w:rsidR="00BF743E">
          <w:rPr>
            <w:webHidden/>
          </w:rPr>
          <w:fldChar w:fldCharType="separate"/>
        </w:r>
        <w:r w:rsidR="00BF743E">
          <w:rPr>
            <w:webHidden/>
          </w:rPr>
          <w:t>7</w:t>
        </w:r>
        <w:r w:rsidR="00BF743E">
          <w:rPr>
            <w:webHidden/>
          </w:rPr>
          <w:fldChar w:fldCharType="end"/>
        </w:r>
      </w:hyperlink>
    </w:p>
    <w:p w14:paraId="1F658245" w14:textId="77777777" w:rsidR="00BF743E" w:rsidRDefault="00A3188E">
      <w:pPr>
        <w:pStyle w:val="TOC1"/>
        <w:rPr>
          <w:rFonts w:asciiTheme="minorHAnsi" w:eastAsiaTheme="minorEastAsia" w:hAnsiTheme="minorHAnsi" w:cstheme="minorBidi"/>
          <w:b w:val="0"/>
          <w:sz w:val="22"/>
          <w:szCs w:val="22"/>
          <w:lang w:eastAsia="en-GB"/>
        </w:rPr>
      </w:pPr>
      <w:hyperlink w:anchor="_Toc526925923" w:history="1">
        <w:r w:rsidR="00BF743E" w:rsidRPr="00E02474">
          <w:rPr>
            <w:rStyle w:val="Hyperlink"/>
            <w:rFonts w:cs="Arial"/>
          </w:rPr>
          <w:t>3.</w:t>
        </w:r>
        <w:r w:rsidR="00BF743E">
          <w:rPr>
            <w:rFonts w:asciiTheme="minorHAnsi" w:eastAsiaTheme="minorEastAsia" w:hAnsiTheme="minorHAnsi" w:cstheme="minorBidi"/>
            <w:b w:val="0"/>
            <w:sz w:val="22"/>
            <w:szCs w:val="22"/>
            <w:lang w:eastAsia="en-GB"/>
          </w:rPr>
          <w:tab/>
        </w:r>
        <w:r w:rsidR="00BF743E" w:rsidRPr="00E02474">
          <w:rPr>
            <w:rStyle w:val="Hyperlink"/>
            <w:rFonts w:cs="Arial"/>
          </w:rPr>
          <w:t>BusinessRoles and Participants</w:t>
        </w:r>
        <w:r w:rsidR="00BF743E">
          <w:rPr>
            <w:webHidden/>
          </w:rPr>
          <w:tab/>
        </w:r>
        <w:r w:rsidR="00BF743E">
          <w:rPr>
            <w:webHidden/>
          </w:rPr>
          <w:fldChar w:fldCharType="begin"/>
        </w:r>
        <w:r w:rsidR="00BF743E">
          <w:rPr>
            <w:webHidden/>
          </w:rPr>
          <w:instrText xml:space="preserve"> PAGEREF _Toc526925923 \h </w:instrText>
        </w:r>
        <w:r w:rsidR="00BF743E">
          <w:rPr>
            <w:webHidden/>
          </w:rPr>
        </w:r>
        <w:r w:rsidR="00BF743E">
          <w:rPr>
            <w:webHidden/>
          </w:rPr>
          <w:fldChar w:fldCharType="separate"/>
        </w:r>
        <w:r w:rsidR="00BF743E">
          <w:rPr>
            <w:webHidden/>
          </w:rPr>
          <w:t>8</w:t>
        </w:r>
        <w:r w:rsidR="00BF743E">
          <w:rPr>
            <w:webHidden/>
          </w:rPr>
          <w:fldChar w:fldCharType="end"/>
        </w:r>
      </w:hyperlink>
    </w:p>
    <w:p w14:paraId="14435242"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24" w:history="1">
        <w:r w:rsidR="00BF743E" w:rsidRPr="00E02474">
          <w:rPr>
            <w:rStyle w:val="Hyperlink"/>
          </w:rPr>
          <w:t>3.1</w:t>
        </w:r>
        <w:r w:rsidR="00BF743E">
          <w:rPr>
            <w:rFonts w:asciiTheme="minorHAnsi" w:eastAsiaTheme="minorEastAsia" w:hAnsiTheme="minorHAnsi" w:cstheme="minorBidi"/>
            <w:sz w:val="22"/>
            <w:szCs w:val="22"/>
            <w:lang w:eastAsia="en-GB"/>
          </w:rPr>
          <w:tab/>
        </w:r>
        <w:r w:rsidR="00BF743E" w:rsidRPr="00E02474">
          <w:rPr>
            <w:rStyle w:val="Hyperlink"/>
          </w:rPr>
          <w:t>Participants and BusinessRoles Definitions</w:t>
        </w:r>
        <w:r w:rsidR="00BF743E">
          <w:rPr>
            <w:webHidden/>
          </w:rPr>
          <w:tab/>
        </w:r>
        <w:r w:rsidR="00BF743E">
          <w:rPr>
            <w:webHidden/>
          </w:rPr>
          <w:fldChar w:fldCharType="begin"/>
        </w:r>
        <w:r w:rsidR="00BF743E">
          <w:rPr>
            <w:webHidden/>
          </w:rPr>
          <w:instrText xml:space="preserve"> PAGEREF _Toc526925924 \h </w:instrText>
        </w:r>
        <w:r w:rsidR="00BF743E">
          <w:rPr>
            <w:webHidden/>
          </w:rPr>
        </w:r>
        <w:r w:rsidR="00BF743E">
          <w:rPr>
            <w:webHidden/>
          </w:rPr>
          <w:fldChar w:fldCharType="separate"/>
        </w:r>
        <w:r w:rsidR="00BF743E">
          <w:rPr>
            <w:webHidden/>
          </w:rPr>
          <w:t>8</w:t>
        </w:r>
        <w:r w:rsidR="00BF743E">
          <w:rPr>
            <w:webHidden/>
          </w:rPr>
          <w:fldChar w:fldCharType="end"/>
        </w:r>
      </w:hyperlink>
    </w:p>
    <w:p w14:paraId="75B76280"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25" w:history="1">
        <w:r w:rsidR="00BF743E" w:rsidRPr="00E02474">
          <w:rPr>
            <w:rStyle w:val="Hyperlink"/>
          </w:rPr>
          <w:t>3.2</w:t>
        </w:r>
        <w:r w:rsidR="00BF743E">
          <w:rPr>
            <w:rFonts w:asciiTheme="minorHAnsi" w:eastAsiaTheme="minorEastAsia" w:hAnsiTheme="minorHAnsi" w:cstheme="minorBidi"/>
            <w:sz w:val="22"/>
            <w:szCs w:val="22"/>
            <w:lang w:eastAsia="en-GB"/>
          </w:rPr>
          <w:tab/>
        </w:r>
        <w:r w:rsidR="00BF743E" w:rsidRPr="00E02474">
          <w:rPr>
            <w:rStyle w:val="Hyperlink"/>
          </w:rPr>
          <w:t>BusinessRoles and Participants Table</w:t>
        </w:r>
        <w:r w:rsidR="00BF743E">
          <w:rPr>
            <w:webHidden/>
          </w:rPr>
          <w:tab/>
        </w:r>
        <w:r w:rsidR="00BF743E">
          <w:rPr>
            <w:webHidden/>
          </w:rPr>
          <w:fldChar w:fldCharType="begin"/>
        </w:r>
        <w:r w:rsidR="00BF743E">
          <w:rPr>
            <w:webHidden/>
          </w:rPr>
          <w:instrText xml:space="preserve"> PAGEREF _Toc526925925 \h </w:instrText>
        </w:r>
        <w:r w:rsidR="00BF743E">
          <w:rPr>
            <w:webHidden/>
          </w:rPr>
        </w:r>
        <w:r w:rsidR="00BF743E">
          <w:rPr>
            <w:webHidden/>
          </w:rPr>
          <w:fldChar w:fldCharType="separate"/>
        </w:r>
        <w:r w:rsidR="00BF743E">
          <w:rPr>
            <w:webHidden/>
          </w:rPr>
          <w:t>8</w:t>
        </w:r>
        <w:r w:rsidR="00BF743E">
          <w:rPr>
            <w:webHidden/>
          </w:rPr>
          <w:fldChar w:fldCharType="end"/>
        </w:r>
      </w:hyperlink>
    </w:p>
    <w:p w14:paraId="174AAF01" w14:textId="77777777" w:rsidR="00BF743E" w:rsidRDefault="00A3188E">
      <w:pPr>
        <w:pStyle w:val="TOC1"/>
        <w:rPr>
          <w:rFonts w:asciiTheme="minorHAnsi" w:eastAsiaTheme="minorEastAsia" w:hAnsiTheme="minorHAnsi" w:cstheme="minorBidi"/>
          <w:b w:val="0"/>
          <w:sz w:val="22"/>
          <w:szCs w:val="22"/>
          <w:lang w:eastAsia="en-GB"/>
        </w:rPr>
      </w:pPr>
      <w:hyperlink w:anchor="_Toc526925926" w:history="1">
        <w:r w:rsidR="00BF743E" w:rsidRPr="00E02474">
          <w:rPr>
            <w:rStyle w:val="Hyperlink"/>
            <w:rFonts w:cs="Arial"/>
          </w:rPr>
          <w:t>4.</w:t>
        </w:r>
        <w:r w:rsidR="00BF743E">
          <w:rPr>
            <w:rFonts w:asciiTheme="minorHAnsi" w:eastAsiaTheme="minorEastAsia" w:hAnsiTheme="minorHAnsi" w:cstheme="minorBidi"/>
            <w:b w:val="0"/>
            <w:sz w:val="22"/>
            <w:szCs w:val="22"/>
            <w:lang w:eastAsia="en-GB"/>
          </w:rPr>
          <w:tab/>
        </w:r>
        <w:r w:rsidR="00BF743E" w:rsidRPr="00E02474">
          <w:rPr>
            <w:rStyle w:val="Hyperlink"/>
            <w:rFonts w:cs="Arial"/>
          </w:rPr>
          <w:t>BusinessProcess Description</w:t>
        </w:r>
        <w:r w:rsidR="00BF743E">
          <w:rPr>
            <w:webHidden/>
          </w:rPr>
          <w:tab/>
        </w:r>
        <w:r w:rsidR="00BF743E">
          <w:rPr>
            <w:webHidden/>
          </w:rPr>
          <w:fldChar w:fldCharType="begin"/>
        </w:r>
        <w:r w:rsidR="00BF743E">
          <w:rPr>
            <w:webHidden/>
          </w:rPr>
          <w:instrText xml:space="preserve"> PAGEREF _Toc526925926 \h </w:instrText>
        </w:r>
        <w:r w:rsidR="00BF743E">
          <w:rPr>
            <w:webHidden/>
          </w:rPr>
        </w:r>
        <w:r w:rsidR="00BF743E">
          <w:rPr>
            <w:webHidden/>
          </w:rPr>
          <w:fldChar w:fldCharType="separate"/>
        </w:r>
        <w:r w:rsidR="00BF743E">
          <w:rPr>
            <w:webHidden/>
          </w:rPr>
          <w:t>9</w:t>
        </w:r>
        <w:r w:rsidR="00BF743E">
          <w:rPr>
            <w:webHidden/>
          </w:rPr>
          <w:fldChar w:fldCharType="end"/>
        </w:r>
      </w:hyperlink>
    </w:p>
    <w:p w14:paraId="27287F6C" w14:textId="77777777" w:rsidR="00BF743E" w:rsidRDefault="00A3188E">
      <w:pPr>
        <w:pStyle w:val="TOC1"/>
        <w:rPr>
          <w:rFonts w:asciiTheme="minorHAnsi" w:eastAsiaTheme="minorEastAsia" w:hAnsiTheme="minorHAnsi" w:cstheme="minorBidi"/>
          <w:b w:val="0"/>
          <w:sz w:val="22"/>
          <w:szCs w:val="22"/>
          <w:lang w:eastAsia="en-GB"/>
        </w:rPr>
      </w:pPr>
      <w:hyperlink w:anchor="_Toc526925927" w:history="1">
        <w:r w:rsidR="00BF743E" w:rsidRPr="00E02474">
          <w:rPr>
            <w:rStyle w:val="Hyperlink"/>
            <w:rFonts w:cs="Arial"/>
          </w:rPr>
          <w:t>5.</w:t>
        </w:r>
        <w:r w:rsidR="00BF743E">
          <w:rPr>
            <w:rFonts w:asciiTheme="minorHAnsi" w:eastAsiaTheme="minorEastAsia" w:hAnsiTheme="minorHAnsi" w:cstheme="minorBidi"/>
            <w:b w:val="0"/>
            <w:sz w:val="22"/>
            <w:szCs w:val="22"/>
            <w:lang w:eastAsia="en-GB"/>
          </w:rPr>
          <w:tab/>
        </w:r>
        <w:r w:rsidR="00BF743E" w:rsidRPr="00E02474">
          <w:rPr>
            <w:rStyle w:val="Hyperlink"/>
            <w:rFonts w:cs="Arial"/>
          </w:rPr>
          <w:t>Description of Business Activities</w:t>
        </w:r>
        <w:r w:rsidR="00BF743E">
          <w:rPr>
            <w:webHidden/>
          </w:rPr>
          <w:tab/>
        </w:r>
        <w:r w:rsidR="00BF743E">
          <w:rPr>
            <w:webHidden/>
          </w:rPr>
          <w:fldChar w:fldCharType="begin"/>
        </w:r>
        <w:r w:rsidR="00BF743E">
          <w:rPr>
            <w:webHidden/>
          </w:rPr>
          <w:instrText xml:space="preserve"> PAGEREF _Toc526925927 \h </w:instrText>
        </w:r>
        <w:r w:rsidR="00BF743E">
          <w:rPr>
            <w:webHidden/>
          </w:rPr>
        </w:r>
        <w:r w:rsidR="00BF743E">
          <w:rPr>
            <w:webHidden/>
          </w:rPr>
          <w:fldChar w:fldCharType="separate"/>
        </w:r>
        <w:r w:rsidR="00BF743E">
          <w:rPr>
            <w:webHidden/>
          </w:rPr>
          <w:t>10</w:t>
        </w:r>
        <w:r w:rsidR="00BF743E">
          <w:rPr>
            <w:webHidden/>
          </w:rPr>
          <w:fldChar w:fldCharType="end"/>
        </w:r>
      </w:hyperlink>
    </w:p>
    <w:p w14:paraId="57AD25B4"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28" w:history="1">
        <w:r w:rsidR="00BF743E" w:rsidRPr="00E02474">
          <w:rPr>
            <w:rStyle w:val="Hyperlink"/>
          </w:rPr>
          <w:t>5.1</w:t>
        </w:r>
        <w:r w:rsidR="00BF743E">
          <w:rPr>
            <w:rFonts w:asciiTheme="minorHAnsi" w:eastAsiaTheme="minorEastAsia" w:hAnsiTheme="minorHAnsi" w:cstheme="minorBidi"/>
            <w:sz w:val="22"/>
            <w:szCs w:val="22"/>
            <w:lang w:eastAsia="en-GB"/>
          </w:rPr>
          <w:tab/>
        </w:r>
        <w:r w:rsidR="00BF743E" w:rsidRPr="00E02474">
          <w:rPr>
            <w:rStyle w:val="Hyperlink"/>
          </w:rPr>
          <w:t>Internalised Settlement Reporting</w:t>
        </w:r>
        <w:r w:rsidR="00BF743E">
          <w:rPr>
            <w:webHidden/>
          </w:rPr>
          <w:tab/>
        </w:r>
        <w:r w:rsidR="00BF743E">
          <w:rPr>
            <w:webHidden/>
          </w:rPr>
          <w:fldChar w:fldCharType="begin"/>
        </w:r>
        <w:r w:rsidR="00BF743E">
          <w:rPr>
            <w:webHidden/>
          </w:rPr>
          <w:instrText xml:space="preserve"> PAGEREF _Toc526925928 \h </w:instrText>
        </w:r>
        <w:r w:rsidR="00BF743E">
          <w:rPr>
            <w:webHidden/>
          </w:rPr>
        </w:r>
        <w:r w:rsidR="00BF743E">
          <w:rPr>
            <w:webHidden/>
          </w:rPr>
          <w:fldChar w:fldCharType="separate"/>
        </w:r>
        <w:r w:rsidR="00BF743E">
          <w:rPr>
            <w:webHidden/>
          </w:rPr>
          <w:t>10</w:t>
        </w:r>
        <w:r w:rsidR="00BF743E">
          <w:rPr>
            <w:webHidden/>
          </w:rPr>
          <w:fldChar w:fldCharType="end"/>
        </w:r>
      </w:hyperlink>
    </w:p>
    <w:p w14:paraId="288C5192"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29" w:history="1">
        <w:r w:rsidR="00BF743E" w:rsidRPr="00E02474">
          <w:rPr>
            <w:rStyle w:val="Hyperlink"/>
          </w:rPr>
          <w:t>5.2</w:t>
        </w:r>
        <w:r w:rsidR="00BF743E">
          <w:rPr>
            <w:rFonts w:asciiTheme="minorHAnsi" w:eastAsiaTheme="minorEastAsia" w:hAnsiTheme="minorHAnsi" w:cstheme="minorBidi"/>
            <w:sz w:val="22"/>
            <w:szCs w:val="22"/>
            <w:lang w:eastAsia="en-GB"/>
          </w:rPr>
          <w:tab/>
        </w:r>
        <w:r w:rsidR="00BF743E" w:rsidRPr="00E02474">
          <w:rPr>
            <w:rStyle w:val="Hyperlink"/>
          </w:rPr>
          <w:t>Settlement Fails Reporting</w:t>
        </w:r>
        <w:r w:rsidR="00BF743E">
          <w:rPr>
            <w:webHidden/>
          </w:rPr>
          <w:tab/>
        </w:r>
        <w:r w:rsidR="00BF743E">
          <w:rPr>
            <w:webHidden/>
          </w:rPr>
          <w:fldChar w:fldCharType="begin"/>
        </w:r>
        <w:r w:rsidR="00BF743E">
          <w:rPr>
            <w:webHidden/>
          </w:rPr>
          <w:instrText xml:space="preserve"> PAGEREF _Toc526925929 \h </w:instrText>
        </w:r>
        <w:r w:rsidR="00BF743E">
          <w:rPr>
            <w:webHidden/>
          </w:rPr>
        </w:r>
        <w:r w:rsidR="00BF743E">
          <w:rPr>
            <w:webHidden/>
          </w:rPr>
          <w:fldChar w:fldCharType="separate"/>
        </w:r>
        <w:r w:rsidR="00BF743E">
          <w:rPr>
            <w:webHidden/>
          </w:rPr>
          <w:t>11</w:t>
        </w:r>
        <w:r w:rsidR="00BF743E">
          <w:rPr>
            <w:webHidden/>
          </w:rPr>
          <w:fldChar w:fldCharType="end"/>
        </w:r>
      </w:hyperlink>
    </w:p>
    <w:p w14:paraId="2A220616" w14:textId="77777777" w:rsidR="00BF743E" w:rsidRDefault="00A3188E">
      <w:pPr>
        <w:pStyle w:val="TOC1"/>
        <w:rPr>
          <w:rFonts w:asciiTheme="minorHAnsi" w:eastAsiaTheme="minorEastAsia" w:hAnsiTheme="minorHAnsi" w:cstheme="minorBidi"/>
          <w:b w:val="0"/>
          <w:sz w:val="22"/>
          <w:szCs w:val="22"/>
          <w:lang w:eastAsia="en-GB"/>
        </w:rPr>
      </w:pPr>
      <w:hyperlink w:anchor="_Toc526925930" w:history="1">
        <w:r w:rsidR="00BF743E" w:rsidRPr="00E02474">
          <w:rPr>
            <w:rStyle w:val="Hyperlink"/>
            <w:rFonts w:cs="Arial"/>
          </w:rPr>
          <w:t>6.</w:t>
        </w:r>
        <w:r w:rsidR="00BF743E">
          <w:rPr>
            <w:rFonts w:asciiTheme="minorHAnsi" w:eastAsiaTheme="minorEastAsia" w:hAnsiTheme="minorHAnsi" w:cstheme="minorBidi"/>
            <w:b w:val="0"/>
            <w:sz w:val="22"/>
            <w:szCs w:val="22"/>
            <w:lang w:eastAsia="en-GB"/>
          </w:rPr>
          <w:tab/>
        </w:r>
        <w:r w:rsidR="00BF743E" w:rsidRPr="00E02474">
          <w:rPr>
            <w:rStyle w:val="Hyperlink"/>
            <w:rFonts w:cs="Arial"/>
          </w:rPr>
          <w:t>BusinessTransactions</w:t>
        </w:r>
        <w:r w:rsidR="00BF743E">
          <w:rPr>
            <w:webHidden/>
          </w:rPr>
          <w:tab/>
        </w:r>
        <w:r w:rsidR="00BF743E">
          <w:rPr>
            <w:webHidden/>
          </w:rPr>
          <w:fldChar w:fldCharType="begin"/>
        </w:r>
        <w:r w:rsidR="00BF743E">
          <w:rPr>
            <w:webHidden/>
          </w:rPr>
          <w:instrText xml:space="preserve"> PAGEREF _Toc526925930 \h </w:instrText>
        </w:r>
        <w:r w:rsidR="00BF743E">
          <w:rPr>
            <w:webHidden/>
          </w:rPr>
        </w:r>
        <w:r w:rsidR="00BF743E">
          <w:rPr>
            <w:webHidden/>
          </w:rPr>
          <w:fldChar w:fldCharType="separate"/>
        </w:r>
        <w:r w:rsidR="00BF743E">
          <w:rPr>
            <w:webHidden/>
          </w:rPr>
          <w:t>12</w:t>
        </w:r>
        <w:r w:rsidR="00BF743E">
          <w:rPr>
            <w:webHidden/>
          </w:rPr>
          <w:fldChar w:fldCharType="end"/>
        </w:r>
      </w:hyperlink>
    </w:p>
    <w:p w14:paraId="76504EBC" w14:textId="77777777" w:rsidR="00BF743E" w:rsidRDefault="00A3188E">
      <w:pPr>
        <w:pStyle w:val="TOC1"/>
        <w:rPr>
          <w:rFonts w:asciiTheme="minorHAnsi" w:eastAsiaTheme="minorEastAsia" w:hAnsiTheme="minorHAnsi" w:cstheme="minorBidi"/>
          <w:b w:val="0"/>
          <w:sz w:val="22"/>
          <w:szCs w:val="22"/>
          <w:lang w:eastAsia="en-GB"/>
        </w:rPr>
      </w:pPr>
      <w:hyperlink w:anchor="_Toc526925931" w:history="1">
        <w:r w:rsidR="00BF743E" w:rsidRPr="00E02474">
          <w:rPr>
            <w:rStyle w:val="Hyperlink"/>
            <w:rFonts w:cs="Arial"/>
          </w:rPr>
          <w:t>7.</w:t>
        </w:r>
        <w:r w:rsidR="00BF743E">
          <w:rPr>
            <w:rFonts w:asciiTheme="minorHAnsi" w:eastAsiaTheme="minorEastAsia" w:hAnsiTheme="minorHAnsi" w:cstheme="minorBidi"/>
            <w:b w:val="0"/>
            <w:sz w:val="22"/>
            <w:szCs w:val="22"/>
            <w:lang w:eastAsia="en-GB"/>
          </w:rPr>
          <w:tab/>
        </w:r>
        <w:r w:rsidR="00BF743E" w:rsidRPr="00E02474">
          <w:rPr>
            <w:rStyle w:val="Hyperlink"/>
            <w:rFonts w:cs="Arial"/>
          </w:rPr>
          <w:t>Examples</w:t>
        </w:r>
        <w:r w:rsidR="00BF743E">
          <w:rPr>
            <w:webHidden/>
          </w:rPr>
          <w:tab/>
        </w:r>
        <w:r w:rsidR="00BF743E">
          <w:rPr>
            <w:webHidden/>
          </w:rPr>
          <w:fldChar w:fldCharType="begin"/>
        </w:r>
        <w:r w:rsidR="00BF743E">
          <w:rPr>
            <w:webHidden/>
          </w:rPr>
          <w:instrText xml:space="preserve"> PAGEREF _Toc526925931 \h </w:instrText>
        </w:r>
        <w:r w:rsidR="00BF743E">
          <w:rPr>
            <w:webHidden/>
          </w:rPr>
        </w:r>
        <w:r w:rsidR="00BF743E">
          <w:rPr>
            <w:webHidden/>
          </w:rPr>
          <w:fldChar w:fldCharType="separate"/>
        </w:r>
        <w:r w:rsidR="00BF743E">
          <w:rPr>
            <w:webHidden/>
          </w:rPr>
          <w:t>13</w:t>
        </w:r>
        <w:r w:rsidR="00BF743E">
          <w:rPr>
            <w:webHidden/>
          </w:rPr>
          <w:fldChar w:fldCharType="end"/>
        </w:r>
      </w:hyperlink>
    </w:p>
    <w:p w14:paraId="01E96CD9" w14:textId="77777777" w:rsidR="00BF743E" w:rsidRDefault="00A3188E">
      <w:pPr>
        <w:pStyle w:val="TOC2"/>
        <w:tabs>
          <w:tab w:val="left" w:pos="1418"/>
        </w:tabs>
        <w:rPr>
          <w:rFonts w:asciiTheme="minorHAnsi" w:eastAsiaTheme="minorEastAsia" w:hAnsiTheme="minorHAnsi" w:cstheme="minorBidi"/>
          <w:sz w:val="22"/>
          <w:szCs w:val="22"/>
          <w:lang w:eastAsia="en-GB"/>
        </w:rPr>
      </w:pPr>
      <w:hyperlink w:anchor="_Toc526925932" w:history="1">
        <w:r w:rsidR="00BF743E" w:rsidRPr="00E02474">
          <w:rPr>
            <w:rStyle w:val="Hyperlink"/>
          </w:rPr>
          <w:t>7.1</w:t>
        </w:r>
        <w:r w:rsidR="00BF743E">
          <w:rPr>
            <w:rFonts w:asciiTheme="minorHAnsi" w:eastAsiaTheme="minorEastAsia" w:hAnsiTheme="minorHAnsi" w:cstheme="minorBidi"/>
            <w:sz w:val="22"/>
            <w:szCs w:val="22"/>
            <w:lang w:eastAsia="en-GB"/>
          </w:rPr>
          <w:tab/>
        </w:r>
        <w:r w:rsidR="00BF743E" w:rsidRPr="00E02474">
          <w:rPr>
            <w:rStyle w:val="Hyperlink"/>
          </w:rPr>
          <w:t>Internalised Settlement Data</w:t>
        </w:r>
        <w:r w:rsidR="00BF743E">
          <w:rPr>
            <w:webHidden/>
          </w:rPr>
          <w:tab/>
        </w:r>
        <w:r w:rsidR="00BF743E">
          <w:rPr>
            <w:webHidden/>
          </w:rPr>
          <w:fldChar w:fldCharType="begin"/>
        </w:r>
        <w:r w:rsidR="00BF743E">
          <w:rPr>
            <w:webHidden/>
          </w:rPr>
          <w:instrText xml:space="preserve"> PAGEREF _Toc526925932 \h </w:instrText>
        </w:r>
        <w:r w:rsidR="00BF743E">
          <w:rPr>
            <w:webHidden/>
          </w:rPr>
        </w:r>
        <w:r w:rsidR="00BF743E">
          <w:rPr>
            <w:webHidden/>
          </w:rPr>
          <w:fldChar w:fldCharType="separate"/>
        </w:r>
        <w:r w:rsidR="00BF743E">
          <w:rPr>
            <w:webHidden/>
          </w:rPr>
          <w:t>13</w:t>
        </w:r>
        <w:r w:rsidR="00BF743E">
          <w:rPr>
            <w:webHidden/>
          </w:rPr>
          <w:fldChar w:fldCharType="end"/>
        </w:r>
      </w:hyperlink>
    </w:p>
    <w:p w14:paraId="73017F8B" w14:textId="77777777" w:rsidR="00BF743E" w:rsidRDefault="00A3188E">
      <w:pPr>
        <w:pStyle w:val="TOC1"/>
        <w:rPr>
          <w:rFonts w:asciiTheme="minorHAnsi" w:eastAsiaTheme="minorEastAsia" w:hAnsiTheme="minorHAnsi" w:cstheme="minorBidi"/>
          <w:b w:val="0"/>
          <w:sz w:val="22"/>
          <w:szCs w:val="22"/>
          <w:lang w:eastAsia="en-GB"/>
        </w:rPr>
      </w:pPr>
      <w:hyperlink w:anchor="_Toc526925933" w:history="1">
        <w:r w:rsidR="00BF743E" w:rsidRPr="00E02474">
          <w:rPr>
            <w:rStyle w:val="Hyperlink"/>
            <w:rFonts w:cs="Arial"/>
          </w:rPr>
          <w:t>8.</w:t>
        </w:r>
        <w:r w:rsidR="00BF743E">
          <w:rPr>
            <w:rFonts w:asciiTheme="minorHAnsi" w:eastAsiaTheme="minorEastAsia" w:hAnsiTheme="minorHAnsi" w:cstheme="minorBidi"/>
            <w:b w:val="0"/>
            <w:sz w:val="22"/>
            <w:szCs w:val="22"/>
            <w:lang w:eastAsia="en-GB"/>
          </w:rPr>
          <w:tab/>
        </w:r>
        <w:r w:rsidR="00BF743E" w:rsidRPr="00E02474">
          <w:rPr>
            <w:rStyle w:val="Hyperlink"/>
            <w:rFonts w:cs="Arial"/>
          </w:rPr>
          <w:t>Revision Record</w:t>
        </w:r>
        <w:r w:rsidR="00BF743E">
          <w:rPr>
            <w:webHidden/>
          </w:rPr>
          <w:tab/>
        </w:r>
        <w:r w:rsidR="00BF743E">
          <w:rPr>
            <w:webHidden/>
          </w:rPr>
          <w:fldChar w:fldCharType="begin"/>
        </w:r>
        <w:r w:rsidR="00BF743E">
          <w:rPr>
            <w:webHidden/>
          </w:rPr>
          <w:instrText xml:space="preserve"> PAGEREF _Toc526925933 \h </w:instrText>
        </w:r>
        <w:r w:rsidR="00BF743E">
          <w:rPr>
            <w:webHidden/>
          </w:rPr>
        </w:r>
        <w:r w:rsidR="00BF743E">
          <w:rPr>
            <w:webHidden/>
          </w:rPr>
          <w:fldChar w:fldCharType="separate"/>
        </w:r>
        <w:r w:rsidR="00BF743E">
          <w:rPr>
            <w:webHidden/>
          </w:rPr>
          <w:t>42</w:t>
        </w:r>
        <w:r w:rsidR="00BF743E">
          <w:rPr>
            <w:webHidden/>
          </w:rPr>
          <w:fldChar w:fldCharType="end"/>
        </w:r>
      </w:hyperlink>
    </w:p>
    <w:p w14:paraId="0F553237" w14:textId="1170997A" w:rsidR="000579F3" w:rsidRPr="00880B8A" w:rsidRDefault="00115470" w:rsidP="000579F3">
      <w:pPr>
        <w:rPr>
          <w:rFonts w:ascii="Arial" w:hAnsi="Arial" w:cs="Arial"/>
          <w:b/>
          <w:noProof/>
          <w:sz w:val="20"/>
        </w:rPr>
      </w:pPr>
      <w:r w:rsidRPr="00880B8A">
        <w:rPr>
          <w:rFonts w:ascii="Arial" w:hAnsi="Arial" w:cs="Arial"/>
          <w:b/>
          <w:noProof/>
          <w:sz w:val="20"/>
        </w:rPr>
        <w:fldChar w:fldCharType="end"/>
      </w:r>
    </w:p>
    <w:p w14:paraId="52741995" w14:textId="77777777" w:rsidR="000579F3" w:rsidRPr="00880B8A" w:rsidRDefault="000579F3" w:rsidP="000579F3">
      <w:pPr>
        <w:rPr>
          <w:rFonts w:ascii="Arial" w:hAnsi="Arial" w:cs="Arial"/>
          <w:b/>
          <w:noProof/>
          <w:sz w:val="20"/>
        </w:rPr>
      </w:pPr>
    </w:p>
    <w:p w14:paraId="71C7FD37" w14:textId="77777777" w:rsidR="0027453C" w:rsidRDefault="0027453C">
      <w:pPr>
        <w:spacing w:before="0"/>
        <w:rPr>
          <w:rFonts w:ascii="Arial" w:hAnsi="Arial" w:cs="Arial"/>
          <w:b/>
          <w:noProof/>
          <w:sz w:val="18"/>
          <w:szCs w:val="18"/>
        </w:rPr>
      </w:pPr>
      <w:r>
        <w:rPr>
          <w:rFonts w:ascii="Arial" w:hAnsi="Arial" w:cs="Arial"/>
          <w:b/>
          <w:noProof/>
          <w:sz w:val="18"/>
          <w:szCs w:val="18"/>
        </w:rPr>
        <w:br w:type="page"/>
      </w:r>
    </w:p>
    <w:p w14:paraId="4B064C69" w14:textId="0A40C4BB" w:rsidR="000579F3" w:rsidRPr="00880B8A" w:rsidRDefault="000579F3" w:rsidP="000579F3">
      <w:pPr>
        <w:rPr>
          <w:rFonts w:ascii="Arial" w:hAnsi="Arial" w:cs="Arial"/>
          <w:b/>
          <w:noProof/>
          <w:sz w:val="18"/>
          <w:szCs w:val="18"/>
        </w:rPr>
      </w:pPr>
      <w:r w:rsidRPr="00880B8A">
        <w:rPr>
          <w:rFonts w:ascii="Arial" w:hAnsi="Arial" w:cs="Arial"/>
          <w:b/>
          <w:noProof/>
          <w:sz w:val="18"/>
          <w:szCs w:val="18"/>
        </w:rPr>
        <w:lastRenderedPageBreak/>
        <w:t>Preliminary note:</w:t>
      </w:r>
    </w:p>
    <w:p w14:paraId="4BAE2578" w14:textId="77777777" w:rsidR="000579F3" w:rsidRPr="0027453C" w:rsidRDefault="000579F3" w:rsidP="000579F3">
      <w:pPr>
        <w:rPr>
          <w:rFonts w:ascii="Arial" w:hAnsi="Arial" w:cs="Arial"/>
          <w:sz w:val="18"/>
        </w:rPr>
      </w:pPr>
      <w:r w:rsidRPr="0027453C">
        <w:rPr>
          <w:rFonts w:ascii="Arial" w:hAnsi="Arial" w:cs="Arial"/>
          <w:sz w:val="18"/>
        </w:rPr>
        <w:t>The Message Definition Report (MDR) is made of three parts:</w:t>
      </w:r>
    </w:p>
    <w:p w14:paraId="6E2FCE2D" w14:textId="1F28377B" w:rsidR="0027453C" w:rsidRPr="0027453C" w:rsidRDefault="0027453C" w:rsidP="0027453C">
      <w:pPr>
        <w:rPr>
          <w:rFonts w:ascii="Arial" w:hAnsi="Arial" w:cs="Arial"/>
          <w:b/>
          <w:sz w:val="18"/>
        </w:rPr>
      </w:pPr>
      <w:r>
        <w:rPr>
          <w:rFonts w:ascii="Arial" w:hAnsi="Arial" w:cs="Arial"/>
          <w:b/>
          <w:sz w:val="18"/>
        </w:rPr>
        <w:t>MDR</w:t>
      </w:r>
      <w:r w:rsidR="000579F3" w:rsidRPr="0027453C">
        <w:rPr>
          <w:rFonts w:ascii="Arial" w:hAnsi="Arial" w:cs="Arial"/>
          <w:b/>
          <w:sz w:val="18"/>
        </w:rPr>
        <w:t xml:space="preserve"> Part 1 </w:t>
      </w:r>
    </w:p>
    <w:p w14:paraId="36DBBCF6" w14:textId="600983F6" w:rsidR="0027453C" w:rsidRDefault="0027453C" w:rsidP="0027453C">
      <w:pPr>
        <w:rPr>
          <w:rFonts w:ascii="Arial" w:hAnsi="Arial" w:cs="Arial"/>
          <w:sz w:val="18"/>
        </w:rPr>
      </w:pPr>
      <w:r>
        <w:rPr>
          <w:rFonts w:ascii="Arial" w:hAnsi="Arial" w:cs="Arial"/>
          <w:sz w:val="18"/>
        </w:rPr>
        <w:t>This d</w:t>
      </w:r>
      <w:r w:rsidR="000579F3" w:rsidRPr="0027453C">
        <w:rPr>
          <w:rFonts w:ascii="Arial" w:hAnsi="Arial" w:cs="Arial"/>
          <w:sz w:val="18"/>
        </w:rPr>
        <w:t xml:space="preserve">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0027790F" w:rsidRPr="0027790F">
          <w:rPr>
            <w:rStyle w:val="Hyperlink"/>
            <w:rFonts w:ascii="Arial" w:hAnsi="Arial" w:cs="Arial"/>
            <w:sz w:val="18"/>
          </w:rPr>
          <w:t>www.iso20022.org</w:t>
        </w:r>
      </w:hyperlink>
    </w:p>
    <w:p w14:paraId="5D9C6456" w14:textId="49ACE53D" w:rsidR="0027453C" w:rsidRPr="00E37165" w:rsidRDefault="0027453C" w:rsidP="00E37165">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2 </w:t>
      </w:r>
    </w:p>
    <w:p w14:paraId="2395C3FF" w14:textId="38C13254" w:rsidR="000579F3" w:rsidRPr="0027453C" w:rsidRDefault="0027453C" w:rsidP="00E37165">
      <w:pPr>
        <w:rPr>
          <w:rFonts w:ascii="Arial" w:hAnsi="Arial" w:cs="Arial"/>
          <w:sz w:val="18"/>
        </w:rPr>
      </w:pPr>
      <w:r>
        <w:rPr>
          <w:rFonts w:ascii="Arial" w:hAnsi="Arial" w:cs="Arial"/>
          <w:sz w:val="18"/>
        </w:rPr>
        <w:t xml:space="preserve">This </w:t>
      </w:r>
      <w:r w:rsidR="000579F3" w:rsidRPr="0027453C">
        <w:rPr>
          <w:rFonts w:ascii="Arial" w:hAnsi="Arial" w:cs="Arial"/>
          <w:sz w:val="18"/>
        </w:rPr>
        <w:t>is the detailed description of each message definition of the message set. Part 2 is produced by the RA using the model developed by the submitting organisation.</w:t>
      </w:r>
    </w:p>
    <w:p w14:paraId="4AB3BA07" w14:textId="11AB20DA" w:rsidR="0027453C" w:rsidRPr="00E37165" w:rsidRDefault="0027453C" w:rsidP="0027453C">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3 </w:t>
      </w:r>
    </w:p>
    <w:p w14:paraId="438CC3CF" w14:textId="66B49183" w:rsidR="000579F3" w:rsidRPr="0027453C" w:rsidRDefault="0027453C" w:rsidP="0027453C">
      <w:pPr>
        <w:rPr>
          <w:rFonts w:ascii="Arial" w:hAnsi="Arial" w:cs="Arial"/>
          <w:sz w:val="18"/>
        </w:rPr>
      </w:pPr>
      <w:r>
        <w:rPr>
          <w:rFonts w:ascii="Arial" w:hAnsi="Arial" w:cs="Arial"/>
          <w:sz w:val="18"/>
        </w:rPr>
        <w:t xml:space="preserve">This </w:t>
      </w:r>
      <w:r w:rsidR="000579F3" w:rsidRPr="0027453C">
        <w:rPr>
          <w:rFonts w:ascii="Arial" w:hAnsi="Arial" w:cs="Arial"/>
          <w:sz w:val="18"/>
        </w:rPr>
        <w:t>is an extract of the ISO 20022 Business Model describing the business concepts used in the message set. Part 3 is an Excel document produced by the RA.</w:t>
      </w:r>
    </w:p>
    <w:p w14:paraId="0A40C28E" w14:textId="77777777" w:rsidR="0029002B" w:rsidRPr="00880B8A" w:rsidRDefault="0029002B" w:rsidP="004330F5">
      <w:pPr>
        <w:rPr>
          <w:rFonts w:ascii="Arial" w:hAnsi="Arial" w:cs="Arial"/>
          <w:b/>
          <w:noProof/>
          <w:sz w:val="20"/>
        </w:rPr>
      </w:pPr>
    </w:p>
    <w:p w14:paraId="40AEEBA8" w14:textId="77777777" w:rsidR="007177B4" w:rsidRPr="00880B8A" w:rsidRDefault="007177B4" w:rsidP="007177B4">
      <w:pPr>
        <w:rPr>
          <w:rFonts w:ascii="Arial" w:hAnsi="Arial" w:cs="Arial"/>
        </w:rPr>
      </w:pPr>
      <w:r w:rsidRPr="00880B8A">
        <w:rPr>
          <w:rFonts w:ascii="Arial" w:hAnsi="Arial" w:cs="Arial"/>
        </w:rPr>
        <w:br w:type="page"/>
      </w:r>
    </w:p>
    <w:p w14:paraId="1193717D" w14:textId="77777777" w:rsidR="007177B4" w:rsidRPr="00880B8A" w:rsidRDefault="007177B4" w:rsidP="004330F5">
      <w:pPr>
        <w:rPr>
          <w:rFonts w:ascii="Arial" w:hAnsi="Arial" w:cs="Arial"/>
          <w:b/>
          <w:noProof/>
          <w:sz w:val="20"/>
        </w:rPr>
        <w:sectPr w:rsidR="007177B4" w:rsidRPr="00880B8A" w:rsidSect="005568C7">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14:paraId="607579A3" w14:textId="77777777" w:rsidR="00961093" w:rsidRPr="00880B8A" w:rsidRDefault="005B5ECF" w:rsidP="0010291D">
      <w:pPr>
        <w:pStyle w:val="Heading1"/>
        <w:rPr>
          <w:rFonts w:cs="Arial"/>
        </w:rPr>
      </w:pPr>
      <w:bookmarkStart w:id="1" w:name="_Toc116962860"/>
      <w:bookmarkStart w:id="2" w:name="_Toc146690773"/>
      <w:r w:rsidRPr="00880B8A">
        <w:rPr>
          <w:rFonts w:cs="Arial"/>
        </w:rPr>
        <w:lastRenderedPageBreak/>
        <w:t xml:space="preserve"> </w:t>
      </w:r>
      <w:bookmarkStart w:id="3" w:name="_Toc526925912"/>
      <w:r w:rsidR="00961093" w:rsidRPr="00880B8A">
        <w:rPr>
          <w:rFonts w:cs="Arial"/>
        </w:rPr>
        <w:t>Introduction</w:t>
      </w:r>
      <w:bookmarkEnd w:id="1"/>
      <w:bookmarkEnd w:id="2"/>
      <w:bookmarkEnd w:id="3"/>
    </w:p>
    <w:p w14:paraId="15C84905" w14:textId="77777777" w:rsidR="00840A10" w:rsidRPr="00880B8A" w:rsidRDefault="00755E11" w:rsidP="00840A10">
      <w:pPr>
        <w:pStyle w:val="Heading2"/>
        <w:rPr>
          <w:rFonts w:cs="Arial"/>
        </w:rPr>
      </w:pPr>
      <w:bookmarkStart w:id="4" w:name="_Toc526925913"/>
      <w:bookmarkStart w:id="5" w:name="_Toc116962861"/>
      <w:bookmarkStart w:id="6" w:name="_Toc146690774"/>
      <w:r w:rsidRPr="00880B8A">
        <w:rPr>
          <w:rFonts w:cs="Arial"/>
        </w:rPr>
        <w:t>Terms and d</w:t>
      </w:r>
      <w:r w:rsidR="00840A10" w:rsidRPr="00880B8A">
        <w:rPr>
          <w:rFonts w:cs="Arial"/>
        </w:rPr>
        <w:t>efinitions</w:t>
      </w:r>
      <w:bookmarkEnd w:id="4"/>
    </w:p>
    <w:p w14:paraId="3FA60062" w14:textId="77777777" w:rsidR="00840A10" w:rsidRPr="00880B8A" w:rsidRDefault="00840A10" w:rsidP="00840A10">
      <w:pPr>
        <w:rPr>
          <w:rFonts w:ascii="Arial" w:hAnsi="Arial" w:cs="Arial"/>
          <w:sz w:val="18"/>
        </w:rPr>
      </w:pPr>
      <w:r w:rsidRPr="00880B8A">
        <w:rPr>
          <w:rFonts w:ascii="Arial" w:hAnsi="Arial" w:cs="Arial"/>
          <w:sz w:val="18"/>
        </w:rPr>
        <w:t>The following terms are reserved words defined in ISO 20022</w:t>
      </w:r>
      <w:r w:rsidR="007177B4" w:rsidRPr="00880B8A">
        <w:rPr>
          <w:rFonts w:ascii="Arial" w:hAnsi="Arial" w:cs="Arial"/>
          <w:sz w:val="18"/>
        </w:rPr>
        <w:t xml:space="preserve"> </w:t>
      </w:r>
      <w:r w:rsidRPr="00880B8A">
        <w:rPr>
          <w:rFonts w:ascii="Arial" w:hAnsi="Arial" w:cs="Arial"/>
          <w:sz w:val="18"/>
        </w:rPr>
        <w:t>– Part1. When used in this document, they will follow the UpperCamelCase notation.</w:t>
      </w:r>
    </w:p>
    <w:p w14:paraId="5E6998F3" w14:textId="77777777" w:rsidR="00840A10" w:rsidRPr="00880B8A" w:rsidRDefault="00840A10" w:rsidP="00840A10">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5"/>
        <w:gridCol w:w="7100"/>
      </w:tblGrid>
      <w:tr w:rsidR="00840A10" w:rsidRPr="00880B8A" w14:paraId="60750CC7" w14:textId="77777777" w:rsidTr="00051E48">
        <w:tc>
          <w:tcPr>
            <w:tcW w:w="1269" w:type="pct"/>
            <w:shd w:val="pct60" w:color="000000" w:fill="FFFFFF"/>
            <w:vAlign w:val="center"/>
          </w:tcPr>
          <w:p w14:paraId="141D8AF5" w14:textId="77777777" w:rsidR="00840A10" w:rsidRPr="00880B8A" w:rsidRDefault="00755E11" w:rsidP="00B63233">
            <w:pPr>
              <w:pStyle w:val="TableTitle"/>
              <w:rPr>
                <w:rFonts w:ascii="Arial" w:hAnsi="Arial" w:cs="Arial"/>
                <w:szCs w:val="18"/>
              </w:rPr>
            </w:pPr>
            <w:r w:rsidRPr="00880B8A">
              <w:rPr>
                <w:rFonts w:ascii="Arial" w:hAnsi="Arial" w:cs="Arial"/>
                <w:szCs w:val="18"/>
              </w:rPr>
              <w:t>Term</w:t>
            </w:r>
          </w:p>
        </w:tc>
        <w:tc>
          <w:tcPr>
            <w:tcW w:w="3731" w:type="pct"/>
            <w:shd w:val="pct60" w:color="000000" w:fill="FFFFFF"/>
            <w:vAlign w:val="center"/>
          </w:tcPr>
          <w:p w14:paraId="4C6882F7" w14:textId="77777777" w:rsidR="00840A10" w:rsidRPr="00880B8A" w:rsidRDefault="00840A10" w:rsidP="00B63233">
            <w:pPr>
              <w:pStyle w:val="TableTitle"/>
              <w:rPr>
                <w:rFonts w:ascii="Arial" w:hAnsi="Arial" w:cs="Arial"/>
                <w:szCs w:val="18"/>
              </w:rPr>
            </w:pPr>
            <w:r w:rsidRPr="00880B8A">
              <w:rPr>
                <w:rFonts w:ascii="Arial" w:hAnsi="Arial" w:cs="Arial"/>
                <w:szCs w:val="18"/>
              </w:rPr>
              <w:t>Definition</w:t>
            </w:r>
          </w:p>
        </w:tc>
      </w:tr>
      <w:tr w:rsidR="00840A10" w:rsidRPr="00880B8A" w14:paraId="1D49A441" w14:textId="77777777" w:rsidTr="00051E48">
        <w:tc>
          <w:tcPr>
            <w:tcW w:w="1269" w:type="pct"/>
            <w:vAlign w:val="center"/>
          </w:tcPr>
          <w:p w14:paraId="05782056" w14:textId="77777777" w:rsidR="00840A10" w:rsidRPr="00880B8A" w:rsidRDefault="00840A10" w:rsidP="00B63233">
            <w:pPr>
              <w:pStyle w:val="TableEntrySpecial"/>
              <w:rPr>
                <w:rFonts w:ascii="Arial" w:hAnsi="Arial" w:cs="Arial"/>
                <w:b w:val="0"/>
                <w:szCs w:val="18"/>
              </w:rPr>
            </w:pPr>
            <w:r w:rsidRPr="00880B8A">
              <w:rPr>
                <w:rFonts w:ascii="Arial" w:hAnsi="Arial" w:cs="Arial"/>
                <w:b w:val="0"/>
                <w:szCs w:val="18"/>
              </w:rPr>
              <w:t>BusinessRole</w:t>
            </w:r>
          </w:p>
        </w:tc>
        <w:tc>
          <w:tcPr>
            <w:tcW w:w="3731" w:type="pct"/>
            <w:vAlign w:val="center"/>
          </w:tcPr>
          <w:p w14:paraId="6C7D4840" w14:textId="27F27F46"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F</w:t>
            </w:r>
            <w:r w:rsidR="00840A10" w:rsidRPr="00880B8A">
              <w:rPr>
                <w:rFonts w:ascii="Arial" w:hAnsi="Arial" w:cs="Arial"/>
                <w:sz w:val="18"/>
                <w:szCs w:val="18"/>
                <w:lang w:val="en-US"/>
              </w:rPr>
              <w:t>unctional role played by a business actor in a particular BusinessProcess or BusinessTransaction</w:t>
            </w:r>
            <w:r>
              <w:rPr>
                <w:rFonts w:ascii="Arial" w:hAnsi="Arial" w:cs="Arial"/>
                <w:sz w:val="18"/>
                <w:szCs w:val="18"/>
                <w:lang w:val="en-US"/>
              </w:rPr>
              <w:t>.</w:t>
            </w:r>
          </w:p>
        </w:tc>
      </w:tr>
      <w:tr w:rsidR="00840A10" w:rsidRPr="00880B8A" w14:paraId="1596DF44" w14:textId="77777777" w:rsidTr="00051E48">
        <w:tc>
          <w:tcPr>
            <w:tcW w:w="1269" w:type="pct"/>
            <w:vAlign w:val="center"/>
          </w:tcPr>
          <w:p w14:paraId="2D2F25C2" w14:textId="77777777" w:rsidR="00840A10" w:rsidRPr="00880B8A" w:rsidRDefault="00840A10" w:rsidP="00B63233">
            <w:pPr>
              <w:pStyle w:val="TableEntrySpecial"/>
              <w:rPr>
                <w:rFonts w:ascii="Arial" w:hAnsi="Arial" w:cs="Arial"/>
                <w:b w:val="0"/>
                <w:szCs w:val="18"/>
              </w:rPr>
            </w:pPr>
            <w:r w:rsidRPr="00880B8A">
              <w:rPr>
                <w:rFonts w:ascii="Arial" w:hAnsi="Arial" w:cs="Arial"/>
                <w:b w:val="0"/>
                <w:szCs w:val="18"/>
              </w:rPr>
              <w:t>Participant</w:t>
            </w:r>
          </w:p>
        </w:tc>
        <w:tc>
          <w:tcPr>
            <w:tcW w:w="3731" w:type="pct"/>
            <w:vAlign w:val="center"/>
          </w:tcPr>
          <w:p w14:paraId="04C85CA5" w14:textId="1D0972EE" w:rsidR="00840A10" w:rsidRPr="00880B8A" w:rsidRDefault="0006681E" w:rsidP="00B63233">
            <w:pPr>
              <w:pStyle w:val="TableEntry"/>
              <w:rPr>
                <w:rFonts w:ascii="Arial" w:hAnsi="Arial" w:cs="Arial"/>
                <w:szCs w:val="18"/>
              </w:rPr>
            </w:pPr>
            <w:r>
              <w:rPr>
                <w:rFonts w:ascii="Arial" w:hAnsi="Arial" w:cs="Arial"/>
                <w:szCs w:val="18"/>
                <w:lang w:val="en-US"/>
              </w:rPr>
              <w:t>I</w:t>
            </w:r>
            <w:r w:rsidR="00840A10" w:rsidRPr="00880B8A">
              <w:rPr>
                <w:rFonts w:ascii="Arial" w:hAnsi="Arial" w:cs="Arial"/>
                <w:szCs w:val="18"/>
                <w:lang w:val="en-US"/>
              </w:rPr>
              <w:t>nvolvement of a BusinessRole in a BusinessTransaction</w:t>
            </w:r>
            <w:r>
              <w:rPr>
                <w:rFonts w:ascii="Arial" w:hAnsi="Arial" w:cs="Arial"/>
                <w:szCs w:val="18"/>
                <w:lang w:val="en-US"/>
              </w:rPr>
              <w:t>.</w:t>
            </w:r>
          </w:p>
        </w:tc>
      </w:tr>
      <w:tr w:rsidR="00840A10" w:rsidRPr="00880B8A" w14:paraId="546C8281" w14:textId="77777777" w:rsidTr="00051E48">
        <w:tc>
          <w:tcPr>
            <w:tcW w:w="1269" w:type="pct"/>
            <w:vAlign w:val="center"/>
          </w:tcPr>
          <w:p w14:paraId="57FFE574" w14:textId="77777777" w:rsidR="00840A10" w:rsidRPr="00880B8A" w:rsidRDefault="00FB0BEA" w:rsidP="00B63233">
            <w:pPr>
              <w:pStyle w:val="TableEntrySpecial"/>
              <w:rPr>
                <w:rFonts w:ascii="Arial" w:hAnsi="Arial" w:cs="Arial"/>
                <w:b w:val="0"/>
                <w:szCs w:val="18"/>
              </w:rPr>
            </w:pPr>
            <w:r w:rsidRPr="00880B8A">
              <w:rPr>
                <w:rFonts w:ascii="Arial" w:hAnsi="Arial" w:cs="Arial"/>
                <w:b w:val="0"/>
                <w:szCs w:val="18"/>
              </w:rPr>
              <w:t>BusinessProcess</w:t>
            </w:r>
          </w:p>
        </w:tc>
        <w:tc>
          <w:tcPr>
            <w:tcW w:w="3731" w:type="pct"/>
            <w:vAlign w:val="center"/>
          </w:tcPr>
          <w:p w14:paraId="0F12845C" w14:textId="0E8AC76A"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U</w:t>
            </w:r>
            <w:r w:rsidR="00FB0BEA" w:rsidRPr="00880B8A">
              <w:rPr>
                <w:rFonts w:ascii="Arial" w:hAnsi="Arial" w:cs="Arial"/>
                <w:sz w:val="18"/>
                <w:szCs w:val="18"/>
                <w:lang w:val="en-US"/>
              </w:rPr>
              <w:t>nrealized definition of the business activities undertaken by BusinessRoles within a BusinessArea whereby each BusinessProcess fulfils one type of business activity and whereby a BusinessProcess may include and extend other BusinessProcesses</w:t>
            </w:r>
            <w:r>
              <w:rPr>
                <w:rFonts w:ascii="Arial" w:hAnsi="Arial" w:cs="Arial"/>
                <w:sz w:val="18"/>
                <w:szCs w:val="18"/>
                <w:lang w:val="en-US"/>
              </w:rPr>
              <w:t>.</w:t>
            </w:r>
          </w:p>
        </w:tc>
      </w:tr>
      <w:tr w:rsidR="00840A10" w:rsidRPr="00880B8A" w14:paraId="111EBFBF" w14:textId="77777777" w:rsidTr="00051E48">
        <w:trPr>
          <w:trHeight w:val="312"/>
        </w:trPr>
        <w:tc>
          <w:tcPr>
            <w:tcW w:w="1269" w:type="pct"/>
            <w:vAlign w:val="center"/>
          </w:tcPr>
          <w:p w14:paraId="61D77AD5" w14:textId="77777777" w:rsidR="00840A10" w:rsidRPr="00880B8A" w:rsidRDefault="00FB0BEA" w:rsidP="00755E11">
            <w:pPr>
              <w:pStyle w:val="TableEntrySpecial"/>
              <w:rPr>
                <w:rFonts w:ascii="Arial" w:hAnsi="Arial" w:cs="Arial"/>
                <w:b w:val="0"/>
                <w:szCs w:val="18"/>
              </w:rPr>
            </w:pPr>
            <w:r w:rsidRPr="00880B8A">
              <w:rPr>
                <w:rFonts w:ascii="Arial" w:hAnsi="Arial" w:cs="Arial"/>
                <w:b w:val="0"/>
                <w:szCs w:val="18"/>
              </w:rPr>
              <w:t>BusinessTransaction</w:t>
            </w:r>
          </w:p>
        </w:tc>
        <w:tc>
          <w:tcPr>
            <w:tcW w:w="3731" w:type="pct"/>
            <w:vAlign w:val="center"/>
          </w:tcPr>
          <w:p w14:paraId="229033C5" w14:textId="7D10F4C3" w:rsidR="00840A10" w:rsidRPr="00880B8A" w:rsidRDefault="0006681E" w:rsidP="00FB0BEA">
            <w:pPr>
              <w:pStyle w:val="TableEntry"/>
              <w:rPr>
                <w:rFonts w:ascii="Arial" w:hAnsi="Arial" w:cs="Arial"/>
                <w:szCs w:val="18"/>
              </w:rPr>
            </w:pPr>
            <w:r>
              <w:rPr>
                <w:rFonts w:ascii="Arial" w:hAnsi="Arial" w:cs="Arial"/>
                <w:szCs w:val="18"/>
                <w:lang w:val="en-US"/>
              </w:rPr>
              <w:t>P</w:t>
            </w:r>
            <w:r w:rsidR="00FB0BEA" w:rsidRPr="00880B8A">
              <w:rPr>
                <w:rFonts w:ascii="Arial" w:hAnsi="Arial" w:cs="Arial"/>
                <w:szCs w:val="18"/>
                <w:lang w:val="en-US"/>
              </w:rPr>
              <w:t>articular solution that meets the communication requirements and the interaction requirements of a particular BusinessProcess and BusinessArea</w:t>
            </w:r>
            <w:r>
              <w:rPr>
                <w:rFonts w:ascii="Arial" w:hAnsi="Arial" w:cs="Arial"/>
                <w:szCs w:val="18"/>
                <w:lang w:val="en-US"/>
              </w:rPr>
              <w:t>.</w:t>
            </w:r>
          </w:p>
        </w:tc>
      </w:tr>
      <w:tr w:rsidR="00840A10" w:rsidRPr="00880B8A" w14:paraId="71AF5300" w14:textId="77777777" w:rsidTr="00051E48">
        <w:tc>
          <w:tcPr>
            <w:tcW w:w="1269" w:type="pct"/>
            <w:vAlign w:val="center"/>
          </w:tcPr>
          <w:p w14:paraId="63AEB82F" w14:textId="77777777" w:rsidR="00840A10" w:rsidRPr="00880B8A" w:rsidRDefault="008F0A01" w:rsidP="00B63233">
            <w:pPr>
              <w:pStyle w:val="TableEntrySpecial"/>
              <w:rPr>
                <w:rFonts w:ascii="Arial" w:hAnsi="Arial" w:cs="Arial"/>
                <w:b w:val="0"/>
                <w:szCs w:val="18"/>
              </w:rPr>
            </w:pPr>
            <w:r w:rsidRPr="00880B8A">
              <w:rPr>
                <w:rFonts w:ascii="Arial" w:hAnsi="Arial" w:cs="Arial"/>
                <w:b w:val="0"/>
                <w:szCs w:val="18"/>
              </w:rPr>
              <w:t>MessageDefinition</w:t>
            </w:r>
          </w:p>
        </w:tc>
        <w:tc>
          <w:tcPr>
            <w:tcW w:w="3731" w:type="pct"/>
            <w:vAlign w:val="center"/>
          </w:tcPr>
          <w:p w14:paraId="40DCCCF3" w14:textId="1DB2F5CC" w:rsidR="00840A10" w:rsidRPr="00880B8A" w:rsidRDefault="0006681E" w:rsidP="00B63233">
            <w:pPr>
              <w:pStyle w:val="BodyText"/>
              <w:spacing w:before="0"/>
              <w:rPr>
                <w:rFonts w:ascii="Arial" w:hAnsi="Arial" w:cs="Arial"/>
                <w:sz w:val="18"/>
                <w:szCs w:val="18"/>
              </w:rPr>
            </w:pPr>
            <w:r>
              <w:rPr>
                <w:rFonts w:ascii="Arial" w:hAnsi="Arial" w:cs="Arial"/>
                <w:sz w:val="18"/>
                <w:szCs w:val="18"/>
              </w:rPr>
              <w:t>F</w:t>
            </w:r>
            <w:r w:rsidR="008F0A01" w:rsidRPr="00880B8A">
              <w:rPr>
                <w:rFonts w:ascii="Arial" w:hAnsi="Arial" w:cs="Arial"/>
                <w:sz w:val="18"/>
                <w:szCs w:val="18"/>
              </w:rPr>
              <w:t>ormal description of the structure of a MessageInstance</w:t>
            </w:r>
            <w:r>
              <w:rPr>
                <w:rFonts w:ascii="Arial" w:hAnsi="Arial" w:cs="Arial"/>
                <w:sz w:val="18"/>
                <w:szCs w:val="18"/>
              </w:rPr>
              <w:t>.</w:t>
            </w:r>
          </w:p>
        </w:tc>
      </w:tr>
    </w:tbl>
    <w:p w14:paraId="6E102733" w14:textId="77777777" w:rsidR="00961093" w:rsidRPr="00880B8A" w:rsidRDefault="00961093" w:rsidP="00BB5003">
      <w:pPr>
        <w:pStyle w:val="Heading2"/>
        <w:rPr>
          <w:rFonts w:cs="Arial"/>
        </w:rPr>
      </w:pPr>
      <w:bookmarkStart w:id="7" w:name="_Toc526925914"/>
      <w:r w:rsidRPr="00880B8A">
        <w:rPr>
          <w:rFonts w:cs="Arial"/>
        </w:rPr>
        <w:t>Glossary</w:t>
      </w:r>
      <w:bookmarkEnd w:id="5"/>
      <w:bookmarkEnd w:id="6"/>
      <w:bookmarkEnd w:id="7"/>
    </w:p>
    <w:p w14:paraId="714398A5" w14:textId="5C4B53AB" w:rsidR="007906F1" w:rsidRDefault="0006681E" w:rsidP="007906F1">
      <w:pPr>
        <w:rPr>
          <w:rFonts w:ascii="Arial" w:hAnsi="Arial" w:cs="Arial"/>
          <w:sz w:val="18"/>
        </w:rPr>
      </w:pPr>
      <w:bookmarkStart w:id="8" w:name="_Toc116962862"/>
      <w:r w:rsidRPr="0006681E">
        <w:rPr>
          <w:rFonts w:ascii="Arial" w:hAnsi="Arial" w:cs="Arial"/>
          <w:sz w:val="18"/>
        </w:rPr>
        <w:t>The following is a list of abbreviations and acronyms used in the document.</w:t>
      </w:r>
    </w:p>
    <w:p w14:paraId="17E52C90" w14:textId="77777777" w:rsidR="0006681E" w:rsidRPr="0006681E" w:rsidRDefault="0006681E" w:rsidP="007906F1">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5"/>
        <w:gridCol w:w="7100"/>
      </w:tblGrid>
      <w:tr w:rsidR="00961093" w:rsidRPr="00880B8A" w14:paraId="70A8E17A" w14:textId="77777777" w:rsidTr="00051E48">
        <w:tc>
          <w:tcPr>
            <w:tcW w:w="1269" w:type="pct"/>
            <w:shd w:val="pct60" w:color="000000" w:fill="FFFFFF"/>
            <w:vAlign w:val="center"/>
          </w:tcPr>
          <w:p w14:paraId="4943E974" w14:textId="16FF7E0A" w:rsidR="00961093" w:rsidRPr="00880B8A" w:rsidRDefault="0006681E" w:rsidP="0006681E">
            <w:pPr>
              <w:pStyle w:val="TableTitle"/>
              <w:rPr>
                <w:rFonts w:ascii="Arial" w:hAnsi="Arial" w:cs="Arial"/>
                <w:szCs w:val="18"/>
              </w:rPr>
            </w:pPr>
            <w:r>
              <w:rPr>
                <w:rFonts w:ascii="Arial" w:hAnsi="Arial" w:cs="Arial"/>
                <w:szCs w:val="18"/>
              </w:rPr>
              <w:t>Abbreviation/</w:t>
            </w:r>
            <w:r w:rsidRPr="00880B8A">
              <w:rPr>
                <w:rFonts w:ascii="Arial" w:hAnsi="Arial" w:cs="Arial"/>
                <w:szCs w:val="18"/>
              </w:rPr>
              <w:t xml:space="preserve"> </w:t>
            </w:r>
            <w:r w:rsidR="00961093" w:rsidRPr="00880B8A">
              <w:rPr>
                <w:rFonts w:ascii="Arial" w:hAnsi="Arial" w:cs="Arial"/>
                <w:szCs w:val="18"/>
              </w:rPr>
              <w:t>Acronym</w:t>
            </w:r>
          </w:p>
        </w:tc>
        <w:tc>
          <w:tcPr>
            <w:tcW w:w="3731" w:type="pct"/>
            <w:shd w:val="pct60" w:color="000000" w:fill="FFFFFF"/>
            <w:vAlign w:val="center"/>
          </w:tcPr>
          <w:p w14:paraId="4D5FD631" w14:textId="77777777" w:rsidR="00961093" w:rsidRPr="00880B8A" w:rsidRDefault="00961093" w:rsidP="00E4260E">
            <w:pPr>
              <w:pStyle w:val="TableTitle"/>
              <w:rPr>
                <w:rFonts w:ascii="Arial" w:hAnsi="Arial" w:cs="Arial"/>
                <w:szCs w:val="18"/>
              </w:rPr>
            </w:pPr>
            <w:r w:rsidRPr="00880B8A">
              <w:rPr>
                <w:rFonts w:ascii="Arial" w:hAnsi="Arial" w:cs="Arial"/>
                <w:szCs w:val="18"/>
              </w:rPr>
              <w:t>Definition</w:t>
            </w:r>
          </w:p>
        </w:tc>
      </w:tr>
      <w:tr w:rsidR="0033014F" w:rsidRPr="00880B8A" w14:paraId="7BF5ABE9" w14:textId="77777777" w:rsidTr="00051E48">
        <w:tc>
          <w:tcPr>
            <w:tcW w:w="1269" w:type="pct"/>
          </w:tcPr>
          <w:p w14:paraId="1AE4E8C6" w14:textId="46FF5AC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BAH</w:t>
            </w:r>
          </w:p>
        </w:tc>
        <w:tc>
          <w:tcPr>
            <w:tcW w:w="3731" w:type="pct"/>
          </w:tcPr>
          <w:p w14:paraId="5AC2BDBC" w14:textId="4D4B85E0" w:rsidR="0033014F" w:rsidRPr="004516D3" w:rsidRDefault="0033014F" w:rsidP="0033014F">
            <w:pPr>
              <w:pStyle w:val="TableEntry"/>
              <w:rPr>
                <w:rFonts w:ascii="Arial" w:hAnsi="Arial" w:cs="Arial"/>
                <w:szCs w:val="18"/>
              </w:rPr>
            </w:pPr>
            <w:r w:rsidRPr="004516D3">
              <w:rPr>
                <w:rFonts w:ascii="Arial" w:hAnsi="Arial" w:cs="Arial"/>
                <w:lang w:eastAsia="en-GB"/>
              </w:rPr>
              <w:t>Business Application Header</w:t>
            </w:r>
          </w:p>
        </w:tc>
      </w:tr>
      <w:tr w:rsidR="0033014F" w:rsidRPr="00880B8A" w14:paraId="037DD2C5" w14:textId="77777777" w:rsidTr="00051E48">
        <w:tc>
          <w:tcPr>
            <w:tcW w:w="1269" w:type="pct"/>
            <w:vAlign w:val="center"/>
          </w:tcPr>
          <w:p w14:paraId="54EC77CE" w14:textId="34179F54" w:rsidR="0033014F" w:rsidRPr="004967C2" w:rsidRDefault="004967C2" w:rsidP="0033014F">
            <w:pPr>
              <w:pStyle w:val="TableEntrySpecial"/>
              <w:rPr>
                <w:rFonts w:ascii="Arial" w:hAnsi="Arial" w:cs="Arial"/>
                <w:b w:val="0"/>
                <w:lang w:eastAsia="en-GB"/>
              </w:rPr>
            </w:pPr>
            <w:r w:rsidRPr="004967C2">
              <w:rPr>
                <w:rFonts w:ascii="Arial" w:hAnsi="Arial" w:cs="Arial"/>
                <w:b w:val="0"/>
                <w:lang w:eastAsia="en-GB"/>
              </w:rPr>
              <w:t>CSDR</w:t>
            </w:r>
          </w:p>
        </w:tc>
        <w:tc>
          <w:tcPr>
            <w:tcW w:w="3731" w:type="pct"/>
            <w:vAlign w:val="center"/>
          </w:tcPr>
          <w:p w14:paraId="0EBCFE8B" w14:textId="51B6E9AA" w:rsidR="004967C2" w:rsidRPr="004967C2" w:rsidRDefault="004967C2" w:rsidP="0033014F">
            <w:pPr>
              <w:pStyle w:val="TableEntry"/>
              <w:rPr>
                <w:rFonts w:ascii="Arial" w:hAnsi="Arial" w:cs="Arial"/>
                <w:szCs w:val="18"/>
              </w:rPr>
            </w:pPr>
            <w:r w:rsidRPr="004967C2">
              <w:rPr>
                <w:rFonts w:ascii="Arial" w:hAnsi="Arial" w:cs="Arial"/>
                <w:szCs w:val="18"/>
              </w:rPr>
              <w:t>Central Securities Depositories Regulation (Regulation (EU) No 909/2014)</w:t>
            </w:r>
          </w:p>
        </w:tc>
      </w:tr>
      <w:tr w:rsidR="0033014F" w:rsidRPr="00880B8A" w14:paraId="2B326409" w14:textId="77777777" w:rsidTr="00051E48">
        <w:tc>
          <w:tcPr>
            <w:tcW w:w="1269" w:type="pct"/>
          </w:tcPr>
          <w:p w14:paraId="13347364" w14:textId="3FE3F413" w:rsidR="0033014F" w:rsidRPr="0075197B" w:rsidRDefault="0033014F" w:rsidP="0075197B">
            <w:pPr>
              <w:pStyle w:val="TableEntrySpecial"/>
              <w:tabs>
                <w:tab w:val="center" w:pos="1097"/>
              </w:tabs>
              <w:rPr>
                <w:rFonts w:ascii="Arial" w:hAnsi="Arial" w:cs="Arial"/>
                <w:b w:val="0"/>
                <w:lang w:eastAsia="en-GB"/>
              </w:rPr>
            </w:pPr>
            <w:r w:rsidRPr="0075197B">
              <w:rPr>
                <w:rFonts w:ascii="Arial" w:hAnsi="Arial" w:cs="Arial"/>
                <w:b w:val="0"/>
                <w:lang w:eastAsia="en-GB"/>
              </w:rPr>
              <w:t>CA</w:t>
            </w:r>
          </w:p>
        </w:tc>
        <w:tc>
          <w:tcPr>
            <w:tcW w:w="3731" w:type="pct"/>
          </w:tcPr>
          <w:p w14:paraId="5E3B7CDF" w14:textId="63197934" w:rsidR="0033014F" w:rsidRPr="0075197B" w:rsidRDefault="0033014F" w:rsidP="0033014F">
            <w:pPr>
              <w:pStyle w:val="TableEntry"/>
              <w:rPr>
                <w:rFonts w:ascii="Arial" w:hAnsi="Arial" w:cs="Arial"/>
                <w:szCs w:val="18"/>
              </w:rPr>
            </w:pPr>
            <w:r w:rsidRPr="0075197B">
              <w:rPr>
                <w:rFonts w:ascii="Arial" w:hAnsi="Arial" w:cs="Arial"/>
                <w:szCs w:val="18"/>
              </w:rPr>
              <w:t>C</w:t>
            </w:r>
            <w:r w:rsidR="0075197B">
              <w:rPr>
                <w:rFonts w:ascii="Arial" w:hAnsi="Arial" w:cs="Arial"/>
                <w:szCs w:val="18"/>
              </w:rPr>
              <w:t>ompetent Authority</w:t>
            </w:r>
          </w:p>
        </w:tc>
      </w:tr>
      <w:tr w:rsidR="0033014F" w:rsidRPr="00880B8A" w14:paraId="3B1B3D92" w14:textId="77777777" w:rsidTr="00051E48">
        <w:tc>
          <w:tcPr>
            <w:tcW w:w="1269" w:type="pct"/>
            <w:vAlign w:val="center"/>
          </w:tcPr>
          <w:p w14:paraId="61C44E9C" w14:textId="6EA79E67"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 xml:space="preserve">EEA </w:t>
            </w:r>
          </w:p>
        </w:tc>
        <w:tc>
          <w:tcPr>
            <w:tcW w:w="3731" w:type="pct"/>
            <w:vAlign w:val="center"/>
          </w:tcPr>
          <w:p w14:paraId="430893CF" w14:textId="75F22055" w:rsidR="0033014F" w:rsidRPr="004516D3" w:rsidRDefault="0033014F" w:rsidP="0033014F">
            <w:pPr>
              <w:pStyle w:val="TableEntry"/>
              <w:rPr>
                <w:rFonts w:ascii="Arial" w:hAnsi="Arial" w:cs="Arial"/>
                <w:szCs w:val="18"/>
              </w:rPr>
            </w:pPr>
            <w:r w:rsidRPr="004516D3">
              <w:rPr>
                <w:rFonts w:ascii="Arial" w:hAnsi="Arial" w:cs="Arial"/>
                <w:szCs w:val="18"/>
              </w:rPr>
              <w:t>European Economic Area</w:t>
            </w:r>
          </w:p>
        </w:tc>
      </w:tr>
      <w:tr w:rsidR="0033014F" w:rsidRPr="00880B8A" w14:paraId="2EE797B4" w14:textId="77777777" w:rsidTr="00051E48">
        <w:tc>
          <w:tcPr>
            <w:tcW w:w="1269" w:type="pct"/>
            <w:vAlign w:val="center"/>
          </w:tcPr>
          <w:p w14:paraId="6B85187A" w14:textId="2554D22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ESMA</w:t>
            </w:r>
          </w:p>
        </w:tc>
        <w:tc>
          <w:tcPr>
            <w:tcW w:w="3731" w:type="pct"/>
            <w:vAlign w:val="center"/>
          </w:tcPr>
          <w:p w14:paraId="6C08F68E" w14:textId="130DDC84" w:rsidR="0033014F" w:rsidRPr="004516D3" w:rsidRDefault="0033014F" w:rsidP="0033014F">
            <w:pPr>
              <w:pStyle w:val="TableEntry"/>
              <w:rPr>
                <w:rFonts w:ascii="Arial" w:hAnsi="Arial" w:cs="Arial"/>
                <w:szCs w:val="18"/>
              </w:rPr>
            </w:pPr>
            <w:r w:rsidRPr="004516D3">
              <w:rPr>
                <w:rFonts w:ascii="Arial" w:hAnsi="Arial" w:cs="Arial"/>
                <w:lang w:eastAsia="en-GB"/>
              </w:rPr>
              <w:t>European Securities and Markets Authority</w:t>
            </w:r>
          </w:p>
        </w:tc>
      </w:tr>
      <w:tr w:rsidR="0033014F" w:rsidRPr="00880B8A" w14:paraId="74A63013" w14:textId="77777777" w:rsidTr="00051E48">
        <w:tc>
          <w:tcPr>
            <w:tcW w:w="1269" w:type="pct"/>
          </w:tcPr>
          <w:p w14:paraId="698B960C" w14:textId="2DD8FE5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EU</w:t>
            </w:r>
          </w:p>
        </w:tc>
        <w:tc>
          <w:tcPr>
            <w:tcW w:w="3731" w:type="pct"/>
          </w:tcPr>
          <w:p w14:paraId="2B083356" w14:textId="78A13314" w:rsidR="0033014F" w:rsidRPr="004516D3" w:rsidRDefault="0033014F" w:rsidP="0033014F">
            <w:pPr>
              <w:pStyle w:val="TableEntry"/>
              <w:rPr>
                <w:rFonts w:ascii="Arial" w:hAnsi="Arial" w:cs="Arial"/>
                <w:lang w:eastAsia="en-GB"/>
              </w:rPr>
            </w:pPr>
            <w:r w:rsidRPr="004516D3">
              <w:rPr>
                <w:rFonts w:ascii="Arial" w:hAnsi="Arial" w:cs="Arial"/>
                <w:lang w:eastAsia="en-GB"/>
              </w:rPr>
              <w:t>European Union</w:t>
            </w:r>
          </w:p>
        </w:tc>
      </w:tr>
      <w:tr w:rsidR="00641E6D" w:rsidRPr="00880B8A" w14:paraId="417C22B2" w14:textId="77777777" w:rsidTr="00051E48">
        <w:tc>
          <w:tcPr>
            <w:tcW w:w="1269" w:type="pct"/>
          </w:tcPr>
          <w:p w14:paraId="31D1CC36" w14:textId="524BDBDB" w:rsidR="00641E6D" w:rsidRPr="004516D3" w:rsidRDefault="00641E6D" w:rsidP="0033014F">
            <w:pPr>
              <w:pStyle w:val="TableEntrySpecial"/>
              <w:rPr>
                <w:rFonts w:ascii="Arial" w:hAnsi="Arial" w:cs="Arial"/>
                <w:b w:val="0"/>
                <w:lang w:eastAsia="en-GB"/>
              </w:rPr>
            </w:pPr>
            <w:r>
              <w:rPr>
                <w:rFonts w:ascii="Arial" w:hAnsi="Arial" w:cs="Arial"/>
                <w:b w:val="0"/>
                <w:lang w:eastAsia="en-GB"/>
              </w:rPr>
              <w:t>NCA</w:t>
            </w:r>
          </w:p>
        </w:tc>
        <w:tc>
          <w:tcPr>
            <w:tcW w:w="3731" w:type="pct"/>
          </w:tcPr>
          <w:p w14:paraId="58940477" w14:textId="433E4E8E" w:rsidR="00641E6D" w:rsidRPr="004516D3" w:rsidRDefault="00641E6D" w:rsidP="0033014F">
            <w:pPr>
              <w:pStyle w:val="TableEntry"/>
              <w:rPr>
                <w:rFonts w:ascii="Arial" w:hAnsi="Arial" w:cs="Arial"/>
                <w:lang w:eastAsia="en-GB"/>
              </w:rPr>
            </w:pPr>
            <w:r>
              <w:rPr>
                <w:rFonts w:ascii="Arial" w:hAnsi="Arial" w:cs="Arial"/>
                <w:lang w:eastAsia="en-GB"/>
              </w:rPr>
              <w:t>National Competent Authority</w:t>
            </w:r>
          </w:p>
        </w:tc>
      </w:tr>
      <w:tr w:rsidR="00FF69F1" w:rsidRPr="00880B8A" w14:paraId="01D3E596" w14:textId="77777777" w:rsidTr="00051E48">
        <w:tc>
          <w:tcPr>
            <w:tcW w:w="1269" w:type="pct"/>
          </w:tcPr>
          <w:p w14:paraId="6704643F" w14:textId="0FC4571B" w:rsidR="00FF69F1" w:rsidRPr="004516D3" w:rsidRDefault="00FF69F1" w:rsidP="0033014F">
            <w:pPr>
              <w:pStyle w:val="TableEntrySpecial"/>
              <w:rPr>
                <w:rFonts w:ascii="Arial" w:hAnsi="Arial" w:cs="Arial"/>
                <w:b w:val="0"/>
                <w:lang w:eastAsia="en-GB"/>
              </w:rPr>
            </w:pPr>
            <w:r>
              <w:rPr>
                <w:rFonts w:ascii="Arial" w:hAnsi="Arial" w:cs="Arial"/>
                <w:b w:val="0"/>
                <w:lang w:eastAsia="en-GB"/>
              </w:rPr>
              <w:t xml:space="preserve">SA </w:t>
            </w:r>
          </w:p>
        </w:tc>
        <w:tc>
          <w:tcPr>
            <w:tcW w:w="3731" w:type="pct"/>
          </w:tcPr>
          <w:p w14:paraId="2E86BB80" w14:textId="5CDDA8A9" w:rsidR="00FF69F1" w:rsidRPr="004516D3" w:rsidRDefault="00FF69F1" w:rsidP="0033014F">
            <w:pPr>
              <w:pStyle w:val="TableEntry"/>
              <w:rPr>
                <w:rFonts w:ascii="Arial" w:hAnsi="Arial" w:cs="Arial"/>
                <w:lang w:eastAsia="en-GB"/>
              </w:rPr>
            </w:pPr>
            <w:r>
              <w:rPr>
                <w:rFonts w:ascii="Arial" w:hAnsi="Arial" w:cs="Arial"/>
                <w:lang w:eastAsia="en-GB"/>
              </w:rPr>
              <w:t>Supervisory Authority</w:t>
            </w:r>
          </w:p>
        </w:tc>
      </w:tr>
      <w:tr w:rsidR="0033014F" w:rsidRPr="00880B8A" w14:paraId="4D131B3C" w14:textId="77777777" w:rsidTr="00051E48">
        <w:tc>
          <w:tcPr>
            <w:tcW w:w="1269" w:type="pct"/>
          </w:tcPr>
          <w:p w14:paraId="005113FE" w14:textId="4B3CD752"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SEG</w:t>
            </w:r>
          </w:p>
        </w:tc>
        <w:tc>
          <w:tcPr>
            <w:tcW w:w="3731" w:type="pct"/>
          </w:tcPr>
          <w:p w14:paraId="4178A9B3" w14:textId="781D3C01" w:rsidR="0033014F" w:rsidRPr="004516D3" w:rsidRDefault="0033014F" w:rsidP="0033014F">
            <w:pPr>
              <w:pStyle w:val="TableEntry"/>
              <w:rPr>
                <w:rFonts w:ascii="Arial" w:hAnsi="Arial" w:cs="Arial"/>
                <w:lang w:eastAsia="en-GB"/>
              </w:rPr>
            </w:pPr>
            <w:r w:rsidRPr="004516D3">
              <w:rPr>
                <w:rFonts w:ascii="Arial" w:hAnsi="Arial" w:cs="Arial"/>
                <w:lang w:eastAsia="en-GB"/>
              </w:rPr>
              <w:t>Standards Evaluation Group</w:t>
            </w:r>
          </w:p>
        </w:tc>
      </w:tr>
      <w:tr w:rsidR="0033014F" w:rsidRPr="00880B8A" w14:paraId="5CE70B5D" w14:textId="77777777" w:rsidTr="00051E48">
        <w:tc>
          <w:tcPr>
            <w:tcW w:w="1269" w:type="pct"/>
          </w:tcPr>
          <w:p w14:paraId="233412E0" w14:textId="2EFA6EC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SWIFT</w:t>
            </w:r>
          </w:p>
        </w:tc>
        <w:tc>
          <w:tcPr>
            <w:tcW w:w="3731" w:type="pct"/>
          </w:tcPr>
          <w:p w14:paraId="1FC4D333" w14:textId="03DFB7E9" w:rsidR="0033014F" w:rsidRPr="004516D3" w:rsidRDefault="0033014F" w:rsidP="0033014F">
            <w:pPr>
              <w:pStyle w:val="TableEntry"/>
              <w:rPr>
                <w:rFonts w:ascii="Arial" w:hAnsi="Arial" w:cs="Arial"/>
                <w:lang w:eastAsia="en-GB"/>
              </w:rPr>
            </w:pPr>
            <w:r w:rsidRPr="004516D3">
              <w:rPr>
                <w:rFonts w:ascii="Arial" w:hAnsi="Arial" w:cs="Arial"/>
                <w:lang w:eastAsia="en-GB"/>
              </w:rPr>
              <w:t>Society for Worldwide Interbank Financial Telecommunication</w:t>
            </w:r>
          </w:p>
        </w:tc>
      </w:tr>
      <w:tr w:rsidR="00E43345" w:rsidRPr="00880B8A" w14:paraId="0E536508" w14:textId="77777777" w:rsidTr="00051E48">
        <w:tc>
          <w:tcPr>
            <w:tcW w:w="1269" w:type="pct"/>
          </w:tcPr>
          <w:p w14:paraId="41492647" w14:textId="032A1EF6" w:rsidR="00E43345" w:rsidRPr="004516D3" w:rsidRDefault="00E43345" w:rsidP="0033014F">
            <w:pPr>
              <w:pStyle w:val="TableEntrySpecial"/>
              <w:rPr>
                <w:rFonts w:ascii="Arial" w:hAnsi="Arial" w:cs="Arial"/>
                <w:b w:val="0"/>
                <w:lang w:eastAsia="en-GB"/>
              </w:rPr>
            </w:pPr>
            <w:r>
              <w:rPr>
                <w:rFonts w:ascii="Arial" w:hAnsi="Arial" w:cs="Arial"/>
                <w:b w:val="0"/>
                <w:lang w:eastAsia="en-GB"/>
              </w:rPr>
              <w:t>TC</w:t>
            </w:r>
          </w:p>
        </w:tc>
        <w:tc>
          <w:tcPr>
            <w:tcW w:w="3731" w:type="pct"/>
          </w:tcPr>
          <w:p w14:paraId="2E4E5659" w14:textId="27415C2B" w:rsidR="00E43345" w:rsidRPr="004516D3" w:rsidRDefault="00E43345" w:rsidP="0033014F">
            <w:pPr>
              <w:pStyle w:val="TableEntry"/>
              <w:rPr>
                <w:rFonts w:ascii="Arial" w:hAnsi="Arial" w:cs="Arial"/>
                <w:lang w:eastAsia="en-GB"/>
              </w:rPr>
            </w:pPr>
            <w:r>
              <w:rPr>
                <w:rFonts w:ascii="Arial" w:hAnsi="Arial" w:cs="Arial"/>
                <w:lang w:eastAsia="en-GB"/>
              </w:rPr>
              <w:t>Third Country</w:t>
            </w:r>
          </w:p>
        </w:tc>
      </w:tr>
    </w:tbl>
    <w:p w14:paraId="675C377E" w14:textId="77777777" w:rsidR="002545C4" w:rsidRPr="00880B8A" w:rsidRDefault="002545C4">
      <w:pPr>
        <w:rPr>
          <w:rFonts w:ascii="Arial" w:hAnsi="Arial" w:cs="Arial"/>
        </w:rPr>
      </w:pPr>
    </w:p>
    <w:p w14:paraId="57C9BD48" w14:textId="77777777" w:rsidR="002545C4" w:rsidRPr="00880B8A" w:rsidRDefault="003C6A90">
      <w:pPr>
        <w:rPr>
          <w:rFonts w:ascii="Arial" w:hAnsi="Arial" w:cs="Arial"/>
        </w:rPr>
      </w:pPr>
      <w:r w:rsidRPr="00880B8A">
        <w:rPr>
          <w:rFonts w:ascii="Arial" w:hAnsi="Arial" w:cs="Arial"/>
        </w:rPr>
        <w:br w:type="page"/>
      </w:r>
    </w:p>
    <w:p w14:paraId="716F4B32" w14:textId="77777777" w:rsidR="00961093" w:rsidRPr="00880B8A" w:rsidRDefault="00B5005B" w:rsidP="00BB5003">
      <w:pPr>
        <w:pStyle w:val="Heading2"/>
        <w:rPr>
          <w:rFonts w:cs="Arial"/>
        </w:rPr>
      </w:pPr>
      <w:bookmarkStart w:id="9" w:name="_Toc146690778"/>
      <w:bookmarkStart w:id="10" w:name="_Toc526925915"/>
      <w:r w:rsidRPr="00880B8A">
        <w:rPr>
          <w:rFonts w:cs="Arial"/>
        </w:rPr>
        <w:lastRenderedPageBreak/>
        <w:t>Document Sc</w:t>
      </w:r>
      <w:r w:rsidR="00961093" w:rsidRPr="00880B8A">
        <w:rPr>
          <w:rFonts w:cs="Arial"/>
        </w:rPr>
        <w:t>ope</w:t>
      </w:r>
      <w:bookmarkEnd w:id="8"/>
      <w:bookmarkEnd w:id="9"/>
      <w:r w:rsidRPr="00880B8A">
        <w:rPr>
          <w:rFonts w:cs="Arial"/>
        </w:rPr>
        <w:t xml:space="preserve"> and O</w:t>
      </w:r>
      <w:r w:rsidR="0003109F" w:rsidRPr="00880B8A">
        <w:rPr>
          <w:rFonts w:cs="Arial"/>
        </w:rPr>
        <w:t>bjectives</w:t>
      </w:r>
      <w:bookmarkEnd w:id="10"/>
    </w:p>
    <w:p w14:paraId="55A4A769" w14:textId="77777777" w:rsidR="006E4A92" w:rsidRPr="00D9087C" w:rsidRDefault="006E4A92" w:rsidP="006E4A92">
      <w:pPr>
        <w:pStyle w:val="BodyText"/>
        <w:jc w:val="both"/>
        <w:rPr>
          <w:rFonts w:ascii="Arial" w:hAnsi="Arial" w:cs="Arial"/>
          <w:sz w:val="18"/>
          <w:szCs w:val="18"/>
        </w:rPr>
      </w:pPr>
      <w:bookmarkStart w:id="11" w:name="OLE_LINK1"/>
      <w:bookmarkStart w:id="12" w:name="OLE_LINK2"/>
      <w:r w:rsidRPr="00D9087C">
        <w:rPr>
          <w:rFonts w:ascii="Arial" w:hAnsi="Arial" w:cs="Arial"/>
          <w:sz w:val="18"/>
          <w:szCs w:val="18"/>
        </w:rPr>
        <w:t xml:space="preserve">This </w:t>
      </w:r>
      <w:r w:rsidR="00CA0823" w:rsidRPr="00D9087C">
        <w:rPr>
          <w:rFonts w:ascii="Arial" w:hAnsi="Arial" w:cs="Arial"/>
          <w:sz w:val="18"/>
          <w:szCs w:val="18"/>
        </w:rPr>
        <w:t xml:space="preserve">document is the first part of the </w:t>
      </w:r>
      <w:r w:rsidR="00D02062" w:rsidRPr="00D9087C">
        <w:rPr>
          <w:rFonts w:ascii="Arial" w:hAnsi="Arial" w:cs="Arial"/>
          <w:sz w:val="18"/>
          <w:szCs w:val="18"/>
        </w:rPr>
        <w:t>ISO 20022</w:t>
      </w:r>
      <w:r w:rsidR="00CA0823" w:rsidRPr="00D9087C">
        <w:rPr>
          <w:rFonts w:ascii="Arial" w:hAnsi="Arial" w:cs="Arial"/>
          <w:sz w:val="18"/>
          <w:szCs w:val="18"/>
        </w:rPr>
        <w:t xml:space="preserve"> </w:t>
      </w:r>
      <w:r w:rsidR="00C57A36" w:rsidRPr="00D9087C">
        <w:rPr>
          <w:rFonts w:ascii="Arial" w:hAnsi="Arial" w:cs="Arial"/>
          <w:sz w:val="18"/>
          <w:szCs w:val="18"/>
        </w:rPr>
        <w:t xml:space="preserve">Message Definition Report </w:t>
      </w:r>
      <w:r w:rsidR="009632BD" w:rsidRPr="00D9087C">
        <w:rPr>
          <w:rFonts w:ascii="Arial" w:hAnsi="Arial" w:cs="Arial"/>
          <w:sz w:val="18"/>
          <w:szCs w:val="18"/>
        </w:rPr>
        <w:t xml:space="preserve">(MDR) </w:t>
      </w:r>
      <w:r w:rsidR="00C57A36" w:rsidRPr="00D9087C">
        <w:rPr>
          <w:rFonts w:ascii="Arial" w:hAnsi="Arial" w:cs="Arial"/>
          <w:sz w:val="18"/>
          <w:szCs w:val="18"/>
        </w:rPr>
        <w:t xml:space="preserve">that describes the </w:t>
      </w:r>
      <w:r w:rsidR="00493E71" w:rsidRPr="00D9087C">
        <w:rPr>
          <w:rFonts w:ascii="Arial" w:hAnsi="Arial" w:cs="Arial"/>
          <w:sz w:val="18"/>
          <w:szCs w:val="18"/>
        </w:rPr>
        <w:t>BusinessT</w:t>
      </w:r>
      <w:r w:rsidR="00C57A36" w:rsidRPr="00D9087C">
        <w:rPr>
          <w:rFonts w:ascii="Arial" w:hAnsi="Arial" w:cs="Arial"/>
          <w:sz w:val="18"/>
          <w:szCs w:val="18"/>
        </w:rPr>
        <w:t>ransactions and underlying message set</w:t>
      </w:r>
      <w:r w:rsidR="00CA0823" w:rsidRPr="00D9087C">
        <w:rPr>
          <w:rFonts w:ascii="Arial" w:hAnsi="Arial" w:cs="Arial"/>
          <w:sz w:val="18"/>
          <w:szCs w:val="18"/>
        </w:rPr>
        <w:t xml:space="preserve">. </w:t>
      </w:r>
      <w:r w:rsidRPr="00D9087C">
        <w:rPr>
          <w:rFonts w:ascii="Arial" w:hAnsi="Arial" w:cs="Arial"/>
          <w:sz w:val="18"/>
          <w:szCs w:val="18"/>
        </w:rPr>
        <w:t xml:space="preserve">For the sake of completeness, the document may also describe </w:t>
      </w:r>
      <w:r w:rsidR="00493E71" w:rsidRPr="00D9087C">
        <w:rPr>
          <w:rFonts w:ascii="Arial" w:hAnsi="Arial" w:cs="Arial"/>
          <w:sz w:val="18"/>
          <w:szCs w:val="18"/>
        </w:rPr>
        <w:t>BusinessA</w:t>
      </w:r>
      <w:r w:rsidRPr="00D9087C">
        <w:rPr>
          <w:rFonts w:ascii="Arial" w:hAnsi="Arial" w:cs="Arial"/>
          <w:sz w:val="18"/>
          <w:szCs w:val="18"/>
        </w:rPr>
        <w:t xml:space="preserve">ctivities that </w:t>
      </w:r>
      <w:r w:rsidR="00C57A36" w:rsidRPr="00D9087C">
        <w:rPr>
          <w:rFonts w:ascii="Arial" w:hAnsi="Arial" w:cs="Arial"/>
          <w:sz w:val="18"/>
          <w:szCs w:val="18"/>
        </w:rPr>
        <w:t xml:space="preserve">are not in the </w:t>
      </w:r>
      <w:r w:rsidRPr="00D9087C">
        <w:rPr>
          <w:rFonts w:ascii="Arial" w:hAnsi="Arial" w:cs="Arial"/>
          <w:sz w:val="18"/>
          <w:szCs w:val="18"/>
        </w:rPr>
        <w:t>scope</w:t>
      </w:r>
      <w:r w:rsidR="00C57A36" w:rsidRPr="00D9087C">
        <w:rPr>
          <w:rFonts w:ascii="Arial" w:hAnsi="Arial" w:cs="Arial"/>
          <w:sz w:val="18"/>
          <w:szCs w:val="18"/>
        </w:rPr>
        <w:t xml:space="preserve"> of the project</w:t>
      </w:r>
      <w:r w:rsidRPr="00D9087C">
        <w:rPr>
          <w:rFonts w:ascii="Arial" w:hAnsi="Arial" w:cs="Arial"/>
          <w:sz w:val="18"/>
          <w:szCs w:val="18"/>
        </w:rPr>
        <w:t>.</w:t>
      </w:r>
    </w:p>
    <w:bookmarkEnd w:id="11"/>
    <w:bookmarkEnd w:id="12"/>
    <w:p w14:paraId="28B756DD" w14:textId="77777777" w:rsidR="006E4A92" w:rsidRPr="00D9087C" w:rsidRDefault="006E4A92" w:rsidP="006E4A92">
      <w:pPr>
        <w:pStyle w:val="BodyText"/>
        <w:jc w:val="both"/>
        <w:rPr>
          <w:rFonts w:ascii="Arial" w:hAnsi="Arial" w:cs="Arial"/>
          <w:sz w:val="18"/>
          <w:szCs w:val="18"/>
        </w:rPr>
      </w:pPr>
      <w:r w:rsidRPr="00D9087C">
        <w:rPr>
          <w:rFonts w:ascii="Arial" w:hAnsi="Arial" w:cs="Arial"/>
          <w:sz w:val="18"/>
          <w:szCs w:val="18"/>
        </w:rPr>
        <w:t>This document sets:</w:t>
      </w:r>
    </w:p>
    <w:p w14:paraId="1C8C2F75" w14:textId="77777777" w:rsidR="006E4A92"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w:t>
      </w:r>
      <w:r w:rsidR="006E4A92" w:rsidRPr="00D9087C">
        <w:rPr>
          <w:rFonts w:ascii="Arial" w:hAnsi="Arial" w:cs="Arial"/>
          <w:sz w:val="18"/>
          <w:szCs w:val="18"/>
        </w:rPr>
        <w:t>usiness</w:t>
      </w:r>
      <w:r w:rsidRPr="00D9087C">
        <w:rPr>
          <w:rFonts w:ascii="Arial" w:hAnsi="Arial" w:cs="Arial"/>
          <w:sz w:val="18"/>
          <w:szCs w:val="18"/>
        </w:rPr>
        <w:t>P</w:t>
      </w:r>
      <w:r w:rsidR="006E4A92" w:rsidRPr="00D9087C">
        <w:rPr>
          <w:rFonts w:ascii="Arial" w:hAnsi="Arial" w:cs="Arial"/>
          <w:sz w:val="18"/>
          <w:szCs w:val="18"/>
        </w:rPr>
        <w:t>rocess scope (business processes addressed or impacted by the project)</w:t>
      </w:r>
    </w:p>
    <w:p w14:paraId="490566CE" w14:textId="77777777" w:rsidR="00493E71"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BusinessRoles involved in these BusinessProcesses</w:t>
      </w:r>
    </w:p>
    <w:p w14:paraId="6F45DBBA" w14:textId="77777777" w:rsidR="00493E71" w:rsidRPr="00D9087C" w:rsidRDefault="00493E71" w:rsidP="00F91934">
      <w:pPr>
        <w:pStyle w:val="BodyText"/>
        <w:spacing w:before="120"/>
        <w:ind w:left="1211"/>
        <w:jc w:val="both"/>
        <w:rPr>
          <w:rFonts w:ascii="Arial" w:hAnsi="Arial" w:cs="Arial"/>
          <w:sz w:val="18"/>
          <w:szCs w:val="18"/>
        </w:rPr>
      </w:pPr>
    </w:p>
    <w:p w14:paraId="660B682D" w14:textId="77777777" w:rsidR="006E4A92" w:rsidRPr="00D9087C" w:rsidRDefault="00CA0823" w:rsidP="006E4A92">
      <w:pPr>
        <w:pStyle w:val="BodyText"/>
        <w:jc w:val="both"/>
        <w:rPr>
          <w:rFonts w:ascii="Arial" w:hAnsi="Arial" w:cs="Arial"/>
          <w:sz w:val="18"/>
          <w:szCs w:val="18"/>
        </w:rPr>
      </w:pPr>
      <w:r w:rsidRPr="00D9087C">
        <w:rPr>
          <w:rFonts w:ascii="Arial" w:hAnsi="Arial" w:cs="Arial"/>
          <w:sz w:val="18"/>
          <w:szCs w:val="18"/>
        </w:rPr>
        <w:t xml:space="preserve">The main objectives of this </w:t>
      </w:r>
      <w:r w:rsidR="006E4A92" w:rsidRPr="00D9087C">
        <w:rPr>
          <w:rFonts w:ascii="Arial" w:hAnsi="Arial" w:cs="Arial"/>
          <w:sz w:val="18"/>
          <w:szCs w:val="18"/>
        </w:rPr>
        <w:t>document are:</w:t>
      </w:r>
    </w:p>
    <w:p w14:paraId="5EA87F0E" w14:textId="28BC0120" w:rsidR="006E4A92" w:rsidRPr="00D9087C" w:rsidRDefault="00F91934"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To explain what B</w:t>
      </w:r>
      <w:r w:rsidR="006E4A92" w:rsidRPr="00D9087C">
        <w:rPr>
          <w:rFonts w:ascii="Arial" w:hAnsi="Arial" w:cs="Arial"/>
          <w:sz w:val="18"/>
          <w:szCs w:val="18"/>
        </w:rPr>
        <w:t>usi</w:t>
      </w:r>
      <w:r w:rsidRPr="00D9087C">
        <w:rPr>
          <w:rFonts w:ascii="Arial" w:hAnsi="Arial" w:cs="Arial"/>
          <w:sz w:val="18"/>
          <w:szCs w:val="18"/>
        </w:rPr>
        <w:t>nessP</w:t>
      </w:r>
      <w:r w:rsidR="006E4A92" w:rsidRPr="00D9087C">
        <w:rPr>
          <w:rFonts w:ascii="Arial" w:hAnsi="Arial" w:cs="Arial"/>
          <w:sz w:val="18"/>
          <w:szCs w:val="18"/>
        </w:rPr>
        <w:t xml:space="preserve">rocesses and </w:t>
      </w:r>
      <w:r w:rsidRPr="00D9087C">
        <w:rPr>
          <w:rFonts w:ascii="Arial" w:hAnsi="Arial" w:cs="Arial"/>
          <w:sz w:val="18"/>
          <w:szCs w:val="18"/>
        </w:rPr>
        <w:t>BusinessA</w:t>
      </w:r>
      <w:r w:rsidR="006E4A92" w:rsidRPr="00D9087C">
        <w:rPr>
          <w:rFonts w:ascii="Arial" w:hAnsi="Arial" w:cs="Arial"/>
          <w:sz w:val="18"/>
          <w:szCs w:val="18"/>
        </w:rPr>
        <w:t xml:space="preserve">ctivities these </w:t>
      </w:r>
      <w:r w:rsidR="00620A84" w:rsidRPr="00D9087C">
        <w:rPr>
          <w:rFonts w:ascii="Arial" w:hAnsi="Arial" w:cs="Arial"/>
          <w:sz w:val="18"/>
          <w:szCs w:val="18"/>
        </w:rPr>
        <w:t>M</w:t>
      </w:r>
      <w:r w:rsidR="006E4A92" w:rsidRPr="00D9087C">
        <w:rPr>
          <w:rFonts w:ascii="Arial" w:hAnsi="Arial" w:cs="Arial"/>
          <w:sz w:val="18"/>
          <w:szCs w:val="18"/>
        </w:rPr>
        <w:t>essage</w:t>
      </w:r>
      <w:r w:rsidR="00620A84" w:rsidRPr="00D9087C">
        <w:rPr>
          <w:rFonts w:ascii="Arial" w:hAnsi="Arial" w:cs="Arial"/>
          <w:sz w:val="18"/>
          <w:szCs w:val="18"/>
        </w:rPr>
        <w:t>D</w:t>
      </w:r>
      <w:r w:rsidR="00C57A36" w:rsidRPr="00D9087C">
        <w:rPr>
          <w:rFonts w:ascii="Arial" w:hAnsi="Arial" w:cs="Arial"/>
          <w:sz w:val="18"/>
          <w:szCs w:val="18"/>
        </w:rPr>
        <w:t>efinition</w:t>
      </w:r>
      <w:r w:rsidR="006E4A92" w:rsidRPr="00D9087C">
        <w:rPr>
          <w:rFonts w:ascii="Arial" w:hAnsi="Arial" w:cs="Arial"/>
          <w:sz w:val="18"/>
          <w:szCs w:val="18"/>
        </w:rPr>
        <w:t xml:space="preserve">s </w:t>
      </w:r>
      <w:r w:rsidR="00192DAE">
        <w:rPr>
          <w:rFonts w:ascii="Arial" w:hAnsi="Arial" w:cs="Arial"/>
          <w:sz w:val="18"/>
          <w:szCs w:val="18"/>
        </w:rPr>
        <w:t xml:space="preserve">have </w:t>
      </w:r>
      <w:r w:rsidR="00CA0823" w:rsidRPr="00D9087C">
        <w:rPr>
          <w:rFonts w:ascii="Arial" w:hAnsi="Arial" w:cs="Arial"/>
          <w:sz w:val="18"/>
          <w:szCs w:val="18"/>
        </w:rPr>
        <w:t>addressed</w:t>
      </w:r>
    </w:p>
    <w:p w14:paraId="011F2DD5"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give a high level description </w:t>
      </w:r>
      <w:r w:rsidR="00F91934" w:rsidRPr="00D9087C">
        <w:rPr>
          <w:rFonts w:ascii="Arial" w:hAnsi="Arial" w:cs="Arial"/>
          <w:sz w:val="18"/>
          <w:szCs w:val="18"/>
        </w:rPr>
        <w:t>of BusinessP</w:t>
      </w:r>
      <w:r w:rsidR="009145CE" w:rsidRPr="00D9087C">
        <w:rPr>
          <w:rFonts w:ascii="Arial" w:hAnsi="Arial" w:cs="Arial"/>
          <w:sz w:val="18"/>
          <w:szCs w:val="18"/>
        </w:rPr>
        <w:t>rocesses and the associated BusinessRoles</w:t>
      </w:r>
    </w:p>
    <w:p w14:paraId="242DED84"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9145CE" w:rsidRPr="00D9087C">
        <w:rPr>
          <w:rFonts w:ascii="Arial" w:hAnsi="Arial" w:cs="Arial"/>
          <w:sz w:val="18"/>
          <w:szCs w:val="18"/>
        </w:rPr>
        <w:t>document the BusinessTransaction</w:t>
      </w:r>
      <w:r w:rsidR="000B72F7" w:rsidRPr="00D9087C">
        <w:rPr>
          <w:rFonts w:ascii="Arial" w:hAnsi="Arial" w:cs="Arial"/>
          <w:sz w:val="18"/>
          <w:szCs w:val="18"/>
        </w:rPr>
        <w:t>s</w:t>
      </w:r>
      <w:r w:rsidR="009145CE" w:rsidRPr="00D9087C">
        <w:rPr>
          <w:rFonts w:ascii="Arial" w:hAnsi="Arial" w:cs="Arial"/>
          <w:sz w:val="18"/>
          <w:szCs w:val="18"/>
        </w:rPr>
        <w:t xml:space="preserve"> and their Participants</w:t>
      </w:r>
      <w:r w:rsidR="000B72F7" w:rsidRPr="00D9087C">
        <w:rPr>
          <w:rFonts w:ascii="Arial" w:hAnsi="Arial" w:cs="Arial"/>
          <w:sz w:val="18"/>
          <w:szCs w:val="18"/>
        </w:rPr>
        <w:t xml:space="preserve"> (sequence diagrams)</w:t>
      </w:r>
      <w:r w:rsidRPr="00D9087C">
        <w:rPr>
          <w:rFonts w:ascii="Arial" w:hAnsi="Arial" w:cs="Arial"/>
          <w:sz w:val="18"/>
          <w:szCs w:val="18"/>
        </w:rPr>
        <w:t xml:space="preserve"> </w:t>
      </w:r>
    </w:p>
    <w:p w14:paraId="10FDB015" w14:textId="4F83F62D"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D432A8" w:rsidRPr="00D9087C">
        <w:rPr>
          <w:rFonts w:ascii="Arial" w:hAnsi="Arial" w:cs="Arial"/>
          <w:sz w:val="18"/>
          <w:szCs w:val="18"/>
        </w:rPr>
        <w:t>list the</w:t>
      </w:r>
      <w:r w:rsidR="00C61312" w:rsidRPr="00D9087C">
        <w:rPr>
          <w:rFonts w:ascii="Arial" w:hAnsi="Arial" w:cs="Arial"/>
          <w:sz w:val="18"/>
          <w:szCs w:val="18"/>
        </w:rPr>
        <w:t xml:space="preserve"> </w:t>
      </w:r>
      <w:r w:rsidR="00D432A8" w:rsidRPr="00D9087C">
        <w:rPr>
          <w:rFonts w:ascii="Arial" w:hAnsi="Arial" w:cs="Arial"/>
          <w:sz w:val="18"/>
          <w:szCs w:val="18"/>
        </w:rPr>
        <w:t>MessageD</w:t>
      </w:r>
      <w:r w:rsidR="00C57A36" w:rsidRPr="00D9087C">
        <w:rPr>
          <w:rFonts w:ascii="Arial" w:hAnsi="Arial" w:cs="Arial"/>
          <w:sz w:val="18"/>
          <w:szCs w:val="18"/>
        </w:rPr>
        <w:t>efinition</w:t>
      </w:r>
      <w:r w:rsidR="00CA0823" w:rsidRPr="00D9087C">
        <w:rPr>
          <w:rFonts w:ascii="Arial" w:hAnsi="Arial" w:cs="Arial"/>
          <w:sz w:val="18"/>
          <w:szCs w:val="18"/>
        </w:rPr>
        <w:t>s</w:t>
      </w:r>
      <w:r w:rsidR="00C57A36" w:rsidRPr="00D9087C">
        <w:rPr>
          <w:rFonts w:ascii="Arial" w:hAnsi="Arial" w:cs="Arial"/>
          <w:sz w:val="18"/>
          <w:szCs w:val="18"/>
        </w:rPr>
        <w:t xml:space="preserve"> </w:t>
      </w:r>
    </w:p>
    <w:p w14:paraId="6F58CD69" w14:textId="77777777" w:rsidR="00961093" w:rsidRPr="00880B8A" w:rsidRDefault="00961093" w:rsidP="00BB5003">
      <w:pPr>
        <w:pStyle w:val="Heading2"/>
        <w:rPr>
          <w:rFonts w:cs="Arial"/>
        </w:rPr>
      </w:pPr>
      <w:bookmarkStart w:id="13" w:name="_Target_audience"/>
      <w:bookmarkStart w:id="14" w:name="_Toc338423620"/>
      <w:bookmarkStart w:id="15" w:name="_Toc116962865"/>
      <w:bookmarkStart w:id="16" w:name="_Toc146690781"/>
      <w:bookmarkStart w:id="17" w:name="_Toc526925916"/>
      <w:bookmarkEnd w:id="13"/>
      <w:r w:rsidRPr="00880B8A">
        <w:rPr>
          <w:rFonts w:cs="Arial"/>
        </w:rPr>
        <w:t>References</w:t>
      </w:r>
      <w:bookmarkEnd w:id="14"/>
      <w:bookmarkEnd w:id="15"/>
      <w:bookmarkEnd w:id="16"/>
      <w:bookmarkEnd w:id="17"/>
    </w:p>
    <w:p w14:paraId="3CCD2B0B" w14:textId="77777777" w:rsidR="00004240" w:rsidRPr="00880B8A" w:rsidRDefault="00004240" w:rsidP="00C64929">
      <w:pPr>
        <w:autoSpaceDE w:val="0"/>
        <w:autoSpaceDN w:val="0"/>
        <w:adjustRightInd w:val="0"/>
        <w:spacing w:before="0"/>
        <w:jc w:val="both"/>
        <w:rPr>
          <w:rFonts w:ascii="Arial" w:hAnsi="Arial" w:cs="Arial"/>
          <w:sz w:val="20"/>
        </w:rPr>
      </w:pPr>
    </w:p>
    <w:tbl>
      <w:tblPr>
        <w:tblW w:w="9527" w:type="dxa"/>
        <w:jc w:val="center"/>
        <w:tblLook w:val="0000" w:firstRow="0" w:lastRow="0" w:firstColumn="0" w:lastColumn="0" w:noHBand="0" w:noVBand="0"/>
      </w:tblPr>
      <w:tblGrid>
        <w:gridCol w:w="5357"/>
        <w:gridCol w:w="1245"/>
        <w:gridCol w:w="1608"/>
        <w:gridCol w:w="1317"/>
      </w:tblGrid>
      <w:tr w:rsidR="00004240" w:rsidRPr="00880B8A" w14:paraId="56653072" w14:textId="77777777" w:rsidTr="006E1860">
        <w:trPr>
          <w:trHeight w:val="255"/>
          <w:tblHeader/>
          <w:jc w:val="center"/>
        </w:trPr>
        <w:tc>
          <w:tcPr>
            <w:tcW w:w="5357" w:type="dxa"/>
            <w:tcBorders>
              <w:top w:val="single" w:sz="4" w:space="0" w:color="auto"/>
              <w:left w:val="single" w:sz="4" w:space="0" w:color="auto"/>
              <w:bottom w:val="single" w:sz="4" w:space="0" w:color="auto"/>
              <w:right w:val="single" w:sz="4" w:space="0" w:color="auto"/>
            </w:tcBorders>
            <w:shd w:val="clear" w:color="auto" w:fill="606060"/>
            <w:vAlign w:val="center"/>
          </w:tcPr>
          <w:p w14:paraId="25F92AD3"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Document</w:t>
            </w:r>
          </w:p>
        </w:tc>
        <w:tc>
          <w:tcPr>
            <w:tcW w:w="1245" w:type="dxa"/>
            <w:tcBorders>
              <w:top w:val="single" w:sz="4" w:space="0" w:color="auto"/>
              <w:left w:val="single" w:sz="4" w:space="0" w:color="auto"/>
              <w:bottom w:val="single" w:sz="4" w:space="0" w:color="auto"/>
              <w:right w:val="single" w:sz="4" w:space="0" w:color="auto"/>
            </w:tcBorders>
            <w:shd w:val="clear" w:color="auto" w:fill="606060"/>
            <w:vAlign w:val="center"/>
          </w:tcPr>
          <w:p w14:paraId="62ECB4B8"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Version</w:t>
            </w:r>
          </w:p>
        </w:tc>
        <w:tc>
          <w:tcPr>
            <w:tcW w:w="1608" w:type="dxa"/>
            <w:tcBorders>
              <w:top w:val="single" w:sz="4" w:space="0" w:color="auto"/>
              <w:left w:val="single" w:sz="4" w:space="0" w:color="auto"/>
              <w:bottom w:val="single" w:sz="4" w:space="0" w:color="auto"/>
              <w:right w:val="single" w:sz="4" w:space="0" w:color="auto"/>
            </w:tcBorders>
            <w:shd w:val="clear" w:color="auto" w:fill="606060"/>
            <w:vAlign w:val="center"/>
          </w:tcPr>
          <w:p w14:paraId="2DDDEF68"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Date</w:t>
            </w:r>
          </w:p>
        </w:tc>
        <w:tc>
          <w:tcPr>
            <w:tcW w:w="1317" w:type="dxa"/>
            <w:tcBorders>
              <w:top w:val="single" w:sz="4" w:space="0" w:color="auto"/>
              <w:left w:val="single" w:sz="4" w:space="0" w:color="auto"/>
              <w:bottom w:val="single" w:sz="4" w:space="0" w:color="auto"/>
              <w:right w:val="single" w:sz="4" w:space="0" w:color="auto"/>
            </w:tcBorders>
            <w:shd w:val="clear" w:color="auto" w:fill="606060"/>
            <w:vAlign w:val="center"/>
          </w:tcPr>
          <w:p w14:paraId="36362639"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Author</w:t>
            </w:r>
          </w:p>
        </w:tc>
      </w:tr>
      <w:tr w:rsidR="00626DB7" w:rsidRPr="00880B8A" w14:paraId="2995B7AF"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03007A28" w14:textId="0EDEA54E" w:rsidR="00626DB7" w:rsidRPr="00626DB7" w:rsidRDefault="000200FD" w:rsidP="006E1860">
            <w:pPr>
              <w:spacing w:before="0"/>
              <w:rPr>
                <w:rFonts w:ascii="Arial" w:hAnsi="Arial" w:cs="Arial"/>
                <w:color w:val="0070C0"/>
                <w:sz w:val="18"/>
                <w:szCs w:val="18"/>
              </w:rPr>
            </w:pPr>
            <w:r w:rsidRPr="000200FD">
              <w:rPr>
                <w:rFonts w:ascii="Arial" w:hAnsi="Arial" w:cs="Arial"/>
                <w:sz w:val="18"/>
                <w:szCs w:val="18"/>
              </w:rPr>
              <w:t>Regulation (EU) No 909/2014 of the European Parliament and of the Council of 23 July 2014 on improving securities settlement in the European Union and on central securities depositories and amending Directives 98/26/EC and 2014/65/EU and Regulation (EU) No 236/2012</w:t>
            </w:r>
          </w:p>
        </w:tc>
        <w:tc>
          <w:tcPr>
            <w:tcW w:w="1245" w:type="dxa"/>
            <w:tcBorders>
              <w:top w:val="single" w:sz="4" w:space="0" w:color="auto"/>
              <w:left w:val="single" w:sz="4" w:space="0" w:color="auto"/>
              <w:bottom w:val="single" w:sz="4" w:space="0" w:color="auto"/>
              <w:right w:val="single" w:sz="4" w:space="0" w:color="auto"/>
            </w:tcBorders>
            <w:vAlign w:val="center"/>
          </w:tcPr>
          <w:p w14:paraId="445B03DB" w14:textId="221E3420" w:rsidR="00626DB7"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72AFD2A8" w14:textId="6F711297" w:rsidR="00626DB7" w:rsidRPr="00152313" w:rsidRDefault="000200FD" w:rsidP="006E1860">
            <w:pPr>
              <w:spacing w:before="0"/>
              <w:rPr>
                <w:rFonts w:ascii="Arial" w:hAnsi="Arial" w:cs="Arial"/>
                <w:sz w:val="18"/>
                <w:szCs w:val="18"/>
              </w:rPr>
            </w:pPr>
            <w:r>
              <w:rPr>
                <w:rFonts w:ascii="Arial" w:hAnsi="Arial" w:cs="Arial"/>
                <w:sz w:val="18"/>
                <w:szCs w:val="18"/>
              </w:rPr>
              <w:t>2014</w:t>
            </w:r>
            <w:r w:rsidR="00626DB7" w:rsidRPr="00152313">
              <w:rPr>
                <w:rFonts w:ascii="Arial" w:hAnsi="Arial" w:cs="Arial"/>
                <w:sz w:val="18"/>
                <w:szCs w:val="18"/>
              </w:rPr>
              <w:t>-0</w:t>
            </w:r>
            <w:r>
              <w:rPr>
                <w:rFonts w:ascii="Arial" w:hAnsi="Arial" w:cs="Arial"/>
                <w:sz w:val="18"/>
                <w:szCs w:val="18"/>
              </w:rPr>
              <w:t>7</w:t>
            </w:r>
            <w:r w:rsidR="00626DB7" w:rsidRPr="00152313">
              <w:rPr>
                <w:rFonts w:ascii="Arial" w:hAnsi="Arial" w:cs="Arial"/>
                <w:sz w:val="18"/>
                <w:szCs w:val="18"/>
              </w:rPr>
              <w:t>-2</w:t>
            </w:r>
            <w:r>
              <w:rPr>
                <w:rFonts w:ascii="Arial" w:hAnsi="Arial" w:cs="Arial"/>
                <w:sz w:val="18"/>
                <w:szCs w:val="18"/>
              </w:rPr>
              <w:t>3</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5E316FAA" w14:textId="2EE2402C" w:rsidR="00626DB7" w:rsidRPr="00152313" w:rsidRDefault="00626DB7" w:rsidP="006E1860">
            <w:pPr>
              <w:spacing w:before="0"/>
              <w:rPr>
                <w:rFonts w:ascii="Arial" w:hAnsi="Arial" w:cs="Arial"/>
                <w:sz w:val="18"/>
                <w:szCs w:val="18"/>
              </w:rPr>
            </w:pPr>
            <w:r w:rsidRPr="00152313">
              <w:rPr>
                <w:rFonts w:ascii="Arial" w:hAnsi="Arial" w:cs="Arial"/>
                <w:sz w:val="18"/>
                <w:szCs w:val="18"/>
              </w:rPr>
              <w:t>European Parliament and Council</w:t>
            </w:r>
          </w:p>
        </w:tc>
      </w:tr>
      <w:tr w:rsidR="000200FD" w:rsidRPr="00880B8A" w14:paraId="69D4E3D1"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DBDFDA2" w14:textId="3F0E42BF"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Delegated Regulation (EU) 2017/391</w:t>
            </w:r>
          </w:p>
        </w:tc>
        <w:tc>
          <w:tcPr>
            <w:tcW w:w="1245" w:type="dxa"/>
            <w:tcBorders>
              <w:top w:val="single" w:sz="4" w:space="0" w:color="auto"/>
              <w:left w:val="single" w:sz="4" w:space="0" w:color="auto"/>
              <w:bottom w:val="single" w:sz="4" w:space="0" w:color="auto"/>
              <w:right w:val="single" w:sz="4" w:space="0" w:color="auto"/>
            </w:tcBorders>
            <w:vAlign w:val="center"/>
          </w:tcPr>
          <w:p w14:paraId="1CB7FDC8" w14:textId="065ACBFC"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598F9189" w14:textId="24A50210"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73CF113A" w14:textId="6560F70E"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0200FD" w:rsidRPr="00880B8A" w14:paraId="0D6E0FC6"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EB2517E" w14:textId="65627D8B"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Implementing Regulation (EU) 2017/393</w:t>
            </w:r>
          </w:p>
        </w:tc>
        <w:tc>
          <w:tcPr>
            <w:tcW w:w="1245" w:type="dxa"/>
            <w:tcBorders>
              <w:top w:val="single" w:sz="4" w:space="0" w:color="auto"/>
              <w:left w:val="single" w:sz="4" w:space="0" w:color="auto"/>
              <w:bottom w:val="single" w:sz="4" w:space="0" w:color="auto"/>
              <w:right w:val="single" w:sz="4" w:space="0" w:color="auto"/>
            </w:tcBorders>
            <w:vAlign w:val="center"/>
          </w:tcPr>
          <w:p w14:paraId="39ED058C" w14:textId="64503845"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54FA9D3B" w14:textId="53F2C78D"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2D6EC451" w14:textId="7015EE93"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626DB7" w:rsidRPr="00880B8A" w14:paraId="4E816E7F"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426FABE" w14:textId="5A1F8E61" w:rsidR="00626DB7" w:rsidRPr="00626DB7" w:rsidRDefault="000200FD" w:rsidP="006E1860">
            <w:pPr>
              <w:spacing w:before="0"/>
              <w:rPr>
                <w:rFonts w:ascii="Arial" w:hAnsi="Arial" w:cs="Arial"/>
                <w:sz w:val="18"/>
                <w:szCs w:val="18"/>
              </w:rPr>
            </w:pPr>
            <w:r w:rsidRPr="000200FD">
              <w:rPr>
                <w:rFonts w:ascii="Arial" w:hAnsi="Arial" w:cs="Arial"/>
                <w:sz w:val="18"/>
                <w:szCs w:val="18"/>
              </w:rPr>
              <w:t>Guidelines on Internalised Settlement Reporting under Article 9 of CSDR</w:t>
            </w:r>
          </w:p>
        </w:tc>
        <w:tc>
          <w:tcPr>
            <w:tcW w:w="1245" w:type="dxa"/>
            <w:tcBorders>
              <w:top w:val="single" w:sz="4" w:space="0" w:color="auto"/>
              <w:left w:val="single" w:sz="4" w:space="0" w:color="auto"/>
              <w:bottom w:val="single" w:sz="4" w:space="0" w:color="auto"/>
              <w:right w:val="single" w:sz="4" w:space="0" w:color="auto"/>
            </w:tcBorders>
            <w:vAlign w:val="center"/>
          </w:tcPr>
          <w:p w14:paraId="366E1414" w14:textId="4C31F611" w:rsidR="00626DB7" w:rsidRPr="004751F2" w:rsidRDefault="006E1860" w:rsidP="006E1860">
            <w:pPr>
              <w:spacing w:before="0"/>
              <w:rPr>
                <w:rFonts w:ascii="Arial" w:hAnsi="Arial" w:cs="Arial"/>
                <w:sz w:val="18"/>
                <w:szCs w:val="18"/>
              </w:rPr>
            </w:pPr>
            <w:r w:rsidRPr="004751F2">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380520ED" w14:textId="549022DE" w:rsidR="00626DB7" w:rsidRPr="004751F2" w:rsidRDefault="00A777E3" w:rsidP="006E1860">
            <w:pPr>
              <w:spacing w:before="0"/>
              <w:rPr>
                <w:rFonts w:ascii="Arial" w:hAnsi="Arial" w:cs="Arial"/>
                <w:sz w:val="18"/>
                <w:szCs w:val="18"/>
              </w:rPr>
            </w:pPr>
            <w:r>
              <w:rPr>
                <w:rFonts w:ascii="Arial" w:hAnsi="Arial" w:cs="Arial"/>
                <w:sz w:val="18"/>
                <w:szCs w:val="18"/>
              </w:rPr>
              <w:t>2018-03-28</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37CCFFE3" w14:textId="6A9E596C" w:rsidR="00626DB7" w:rsidRPr="006E1860" w:rsidRDefault="00626DB7" w:rsidP="006E1860">
            <w:pPr>
              <w:spacing w:before="0"/>
              <w:rPr>
                <w:rFonts w:ascii="Arial" w:hAnsi="Arial" w:cs="Arial"/>
                <w:sz w:val="18"/>
                <w:szCs w:val="18"/>
              </w:rPr>
            </w:pPr>
            <w:r w:rsidRPr="00626DB7">
              <w:rPr>
                <w:rFonts w:ascii="Arial" w:hAnsi="Arial" w:cs="Arial"/>
                <w:sz w:val="18"/>
                <w:szCs w:val="18"/>
              </w:rPr>
              <w:t>ESMA</w:t>
            </w:r>
          </w:p>
        </w:tc>
      </w:tr>
    </w:tbl>
    <w:p w14:paraId="38007B86" w14:textId="77777777" w:rsidR="00155D04" w:rsidRPr="00880B8A" w:rsidRDefault="00FA000A" w:rsidP="00961093">
      <w:pPr>
        <w:pStyle w:val="BodyText"/>
        <w:rPr>
          <w:rFonts w:ascii="Arial" w:hAnsi="Arial" w:cs="Arial"/>
        </w:rPr>
        <w:sectPr w:rsidR="00155D04" w:rsidRPr="00880B8A" w:rsidSect="005568C7">
          <w:headerReference w:type="default" r:id="rId23"/>
          <w:pgSz w:w="11907" w:h="16840" w:code="9"/>
          <w:pgMar w:top="1021" w:right="1304" w:bottom="1701" w:left="1304" w:header="567" w:footer="533" w:gutter="0"/>
          <w:cols w:space="720"/>
          <w:formProt w:val="0"/>
          <w:titlePg/>
        </w:sectPr>
      </w:pPr>
      <w:r w:rsidRPr="00880B8A">
        <w:rPr>
          <w:rFonts w:ascii="Arial" w:hAnsi="Arial" w:cs="Arial"/>
        </w:rPr>
        <w:t xml:space="preserve"> </w:t>
      </w:r>
    </w:p>
    <w:p w14:paraId="058F8E16" w14:textId="77777777" w:rsidR="008E3B65" w:rsidRPr="00880B8A" w:rsidRDefault="008E3B65" w:rsidP="008E3B65">
      <w:pPr>
        <w:pStyle w:val="Heading1"/>
        <w:rPr>
          <w:rFonts w:cs="Arial"/>
        </w:rPr>
      </w:pPr>
      <w:bookmarkStart w:id="18" w:name="_Toc526925917"/>
      <w:r w:rsidRPr="00880B8A">
        <w:rPr>
          <w:rFonts w:cs="Arial"/>
        </w:rPr>
        <w:lastRenderedPageBreak/>
        <w:t>Scope and Functionality</w:t>
      </w:r>
      <w:bookmarkEnd w:id="18"/>
    </w:p>
    <w:p w14:paraId="6F4AA3A0" w14:textId="41B4AFC8" w:rsidR="008E3B65" w:rsidRPr="00880B8A" w:rsidRDefault="0036116D" w:rsidP="008E3B65">
      <w:pPr>
        <w:pStyle w:val="Heading2"/>
        <w:rPr>
          <w:rFonts w:cs="Arial"/>
        </w:rPr>
      </w:pPr>
      <w:bookmarkStart w:id="19" w:name="_Toc526925918"/>
      <w:r>
        <w:rPr>
          <w:rFonts w:cs="Arial"/>
        </w:rPr>
        <w:t>Scope</w:t>
      </w:r>
      <w:bookmarkEnd w:id="19"/>
    </w:p>
    <w:p w14:paraId="2D945E79" w14:textId="3B55CFFC" w:rsidR="00E208C4" w:rsidRDefault="006E1860" w:rsidP="00E208C4">
      <w:pPr>
        <w:pStyle w:val="Titlepagetext"/>
        <w:jc w:val="both"/>
        <w:rPr>
          <w:rFonts w:cs="Arial"/>
          <w:szCs w:val="18"/>
        </w:rPr>
      </w:pPr>
      <w:r w:rsidRPr="006E1860">
        <w:rPr>
          <w:rFonts w:cs="Arial"/>
          <w:szCs w:val="18"/>
        </w:rPr>
        <w:t xml:space="preserve">This Message Definition Report covers </w:t>
      </w:r>
      <w:r w:rsidR="00A33DC5">
        <w:rPr>
          <w:rFonts w:cs="Arial"/>
          <w:szCs w:val="18"/>
        </w:rPr>
        <w:t xml:space="preserve">the first of </w:t>
      </w:r>
      <w:r w:rsidRPr="006E1860">
        <w:rPr>
          <w:rFonts w:cs="Arial"/>
          <w:szCs w:val="18"/>
        </w:rPr>
        <w:t xml:space="preserve">a set of </w:t>
      </w:r>
      <w:r w:rsidR="008D6770">
        <w:rPr>
          <w:rFonts w:cs="Arial"/>
          <w:szCs w:val="18"/>
        </w:rPr>
        <w:t>three</w:t>
      </w:r>
      <w:r w:rsidR="00E208C4">
        <w:rPr>
          <w:rFonts w:cs="Arial"/>
          <w:szCs w:val="18"/>
        </w:rPr>
        <w:t xml:space="preserve"> </w:t>
      </w:r>
      <w:r>
        <w:rPr>
          <w:rFonts w:cs="Arial"/>
          <w:szCs w:val="18"/>
        </w:rPr>
        <w:t>(</w:t>
      </w:r>
      <w:r w:rsidR="008D6770">
        <w:rPr>
          <w:rFonts w:cs="Arial"/>
          <w:szCs w:val="18"/>
        </w:rPr>
        <w:t>3</w:t>
      </w:r>
      <w:r>
        <w:rPr>
          <w:rFonts w:cs="Arial"/>
          <w:szCs w:val="18"/>
        </w:rPr>
        <w:t>)</w:t>
      </w:r>
      <w:r w:rsidRPr="006E1860">
        <w:rPr>
          <w:rFonts w:cs="Arial"/>
          <w:szCs w:val="18"/>
        </w:rPr>
        <w:t xml:space="preserve"> ISO 20022 MessageDefinition</w:t>
      </w:r>
      <w:r w:rsidR="00E208C4">
        <w:rPr>
          <w:rFonts w:cs="Arial"/>
          <w:szCs w:val="18"/>
        </w:rPr>
        <w:t>s</w:t>
      </w:r>
      <w:r w:rsidRPr="006E1860">
        <w:rPr>
          <w:rFonts w:cs="Arial"/>
          <w:szCs w:val="18"/>
        </w:rPr>
        <w:t xml:space="preserve"> developed by European Securities and Markets Authority (ESMA) in close collaboration with SWIFT and submitted to the approval of the ISO 20022 Securities Standards Evaluation Group (SEG).</w:t>
      </w:r>
      <w:r w:rsidR="00E208C4">
        <w:rPr>
          <w:rFonts w:cs="Arial"/>
          <w:szCs w:val="18"/>
        </w:rPr>
        <w:t xml:space="preserve"> </w:t>
      </w:r>
      <w:r w:rsidR="00E208C4" w:rsidRPr="00E208C4">
        <w:rPr>
          <w:rFonts w:cs="Arial"/>
          <w:szCs w:val="18"/>
        </w:rPr>
        <w:t xml:space="preserve">These MessageDefinitions are designed to support the reporting of </w:t>
      </w:r>
      <w:r w:rsidR="00E208C4">
        <w:rPr>
          <w:rFonts w:cs="Arial"/>
          <w:szCs w:val="18"/>
        </w:rPr>
        <w:t>internalised settlement data, and settlements fails</w:t>
      </w:r>
      <w:r w:rsidR="00E208C4" w:rsidRPr="00E208C4">
        <w:rPr>
          <w:rFonts w:cs="Arial"/>
          <w:szCs w:val="18"/>
        </w:rPr>
        <w:t xml:space="preserve"> dat</w:t>
      </w:r>
      <w:r w:rsidR="00E208C4">
        <w:rPr>
          <w:rFonts w:cs="Arial"/>
          <w:szCs w:val="18"/>
        </w:rPr>
        <w:t>a.</w:t>
      </w:r>
      <w:r w:rsidR="00A33DC5">
        <w:rPr>
          <w:rFonts w:cs="Arial"/>
          <w:szCs w:val="18"/>
        </w:rPr>
        <w:t xml:space="preserve"> The present MDR relates to the internalised settlement report and a second MessageDefinition will be submitted at a later stage.</w:t>
      </w:r>
    </w:p>
    <w:p w14:paraId="65E2EB22" w14:textId="4D7D3925" w:rsidR="00842BDC" w:rsidRDefault="00E208C4" w:rsidP="0036116D">
      <w:pPr>
        <w:jc w:val="both"/>
        <w:rPr>
          <w:rFonts w:ascii="Arial" w:hAnsi="Arial" w:cs="Arial"/>
          <w:sz w:val="18"/>
          <w:szCs w:val="18"/>
        </w:rPr>
      </w:pPr>
      <w:r>
        <w:rPr>
          <w:rFonts w:ascii="Arial" w:hAnsi="Arial" w:cs="Arial"/>
          <w:sz w:val="18"/>
          <w:szCs w:val="18"/>
        </w:rPr>
        <w:t>With respect to Internalised Settlement reporting, i</w:t>
      </w:r>
      <w:r w:rsidR="00752EB5" w:rsidRPr="00752EB5">
        <w:rPr>
          <w:rFonts w:ascii="Arial" w:hAnsi="Arial" w:cs="Arial"/>
          <w:sz w:val="18"/>
          <w:szCs w:val="18"/>
        </w:rPr>
        <w:t>n accordance with Regulation (EU) No 909/2014</w:t>
      </w:r>
      <w:r w:rsidR="00BA2F04">
        <w:rPr>
          <w:rStyle w:val="FootnoteReference"/>
          <w:rFonts w:ascii="Arial" w:hAnsi="Arial" w:cs="Arial"/>
          <w:sz w:val="18"/>
          <w:szCs w:val="18"/>
        </w:rPr>
        <w:footnoteReference w:id="2"/>
      </w:r>
      <w:r w:rsidR="00752EB5" w:rsidRPr="00752EB5">
        <w:rPr>
          <w:rFonts w:ascii="Arial" w:hAnsi="Arial" w:cs="Arial"/>
          <w:sz w:val="18"/>
          <w:szCs w:val="18"/>
        </w:rPr>
        <w:t xml:space="preserve"> settlement internalisers and competent authorities are to report</w:t>
      </w:r>
      <w:r w:rsidR="00752EB5">
        <w:rPr>
          <w:rFonts w:ascii="Arial" w:hAnsi="Arial" w:cs="Arial"/>
          <w:sz w:val="18"/>
          <w:szCs w:val="18"/>
        </w:rPr>
        <w:t xml:space="preserve"> </w:t>
      </w:r>
      <w:r w:rsidR="00752EB5" w:rsidRPr="00752EB5">
        <w:rPr>
          <w:rFonts w:ascii="Arial" w:hAnsi="Arial" w:cs="Arial"/>
          <w:sz w:val="18"/>
          <w:szCs w:val="18"/>
        </w:rPr>
        <w:t>and transmit information on internalised settlements using standard fo</w:t>
      </w:r>
      <w:r w:rsidR="007C3CBA">
        <w:rPr>
          <w:rFonts w:ascii="Arial" w:hAnsi="Arial" w:cs="Arial"/>
          <w:sz w:val="18"/>
          <w:szCs w:val="18"/>
        </w:rPr>
        <w:t xml:space="preserve">rms, templates and procedures. </w:t>
      </w:r>
      <w:r w:rsidR="007C3CBA" w:rsidRPr="007C3CBA">
        <w:rPr>
          <w:rFonts w:ascii="Arial" w:hAnsi="Arial" w:cs="Arial"/>
          <w:sz w:val="18"/>
          <w:szCs w:val="18"/>
        </w:rPr>
        <w:t>According to Article 9(1) of CSDR, settlement internalisers shall report to the competent authorities of their place of establishment on a quarterly basis the aggregated volume and value of all securities transactions that they settle outside securities settlement systems. Competent authorities shall, without delay, transmit the information received to ESMA</w:t>
      </w:r>
      <w:r w:rsidR="00E54DF9">
        <w:rPr>
          <w:rFonts w:ascii="Arial" w:hAnsi="Arial" w:cs="Arial"/>
          <w:sz w:val="18"/>
          <w:szCs w:val="18"/>
        </w:rPr>
        <w:t xml:space="preserve">. </w:t>
      </w:r>
      <w:r w:rsidR="00EE020E" w:rsidRPr="00EF34EF">
        <w:rPr>
          <w:rFonts w:ascii="Arial" w:hAnsi="Arial" w:cs="Arial"/>
          <w:sz w:val="18"/>
          <w:szCs w:val="18"/>
        </w:rPr>
        <w:t xml:space="preserve">ESMA has consequently decided to build an IT System composed of a database allowing receiving </w:t>
      </w:r>
      <w:r w:rsidR="00E54DF9">
        <w:rPr>
          <w:rFonts w:ascii="Arial" w:hAnsi="Arial" w:cs="Arial"/>
          <w:sz w:val="18"/>
          <w:szCs w:val="18"/>
        </w:rPr>
        <w:t>internalised settlement</w:t>
      </w:r>
      <w:r w:rsidR="00EE020E" w:rsidRPr="00EF34EF">
        <w:rPr>
          <w:rFonts w:ascii="Arial" w:hAnsi="Arial" w:cs="Arial"/>
          <w:sz w:val="18"/>
          <w:szCs w:val="18"/>
        </w:rPr>
        <w:t xml:space="preserve"> data from CAs</w:t>
      </w:r>
      <w:r w:rsidR="006A0DCD" w:rsidRPr="00EF34EF">
        <w:rPr>
          <w:rFonts w:ascii="Arial" w:hAnsi="Arial" w:cs="Arial"/>
          <w:sz w:val="18"/>
          <w:szCs w:val="18"/>
        </w:rPr>
        <w:t xml:space="preserve"> </w:t>
      </w:r>
      <w:r w:rsidR="00EE020E" w:rsidRPr="00EF34EF">
        <w:rPr>
          <w:rFonts w:ascii="Arial" w:hAnsi="Arial" w:cs="Arial"/>
          <w:sz w:val="18"/>
          <w:szCs w:val="18"/>
        </w:rPr>
        <w:t xml:space="preserve">in the ISO 20022 </w:t>
      </w:r>
      <w:r w:rsidR="0036116D">
        <w:rPr>
          <w:rFonts w:ascii="Arial" w:hAnsi="Arial" w:cs="Arial"/>
          <w:sz w:val="18"/>
          <w:szCs w:val="18"/>
        </w:rPr>
        <w:t xml:space="preserve">format. </w:t>
      </w:r>
    </w:p>
    <w:p w14:paraId="4D635888" w14:textId="1487F61D" w:rsidR="008E3B65" w:rsidRPr="00880B8A" w:rsidRDefault="008E3B65" w:rsidP="008E3B65">
      <w:pPr>
        <w:pStyle w:val="Heading2"/>
        <w:rPr>
          <w:rFonts w:cs="Arial"/>
        </w:rPr>
      </w:pPr>
      <w:bookmarkStart w:id="20" w:name="_Toc526925919"/>
      <w:r w:rsidRPr="00880B8A">
        <w:rPr>
          <w:rFonts w:cs="Arial"/>
        </w:rPr>
        <w:t>Message</w:t>
      </w:r>
      <w:r w:rsidR="007835B1" w:rsidRPr="00880B8A">
        <w:rPr>
          <w:rFonts w:cs="Arial"/>
        </w:rPr>
        <w:t>Definition</w:t>
      </w:r>
      <w:r w:rsidR="008D6770">
        <w:rPr>
          <w:rFonts w:cs="Arial"/>
        </w:rPr>
        <w:t>s</w:t>
      </w:r>
      <w:r w:rsidRPr="00880B8A">
        <w:rPr>
          <w:rFonts w:cs="Arial"/>
        </w:rPr>
        <w:t xml:space="preserve"> and Functionality</w:t>
      </w:r>
      <w:bookmarkEnd w:id="20"/>
    </w:p>
    <w:p w14:paraId="4146BF3F" w14:textId="2AA97F24" w:rsidR="00996017" w:rsidRPr="00996017" w:rsidRDefault="00996017" w:rsidP="00996017">
      <w:pPr>
        <w:rPr>
          <w:rFonts w:ascii="Arial" w:hAnsi="Arial" w:cs="Arial"/>
          <w:sz w:val="18"/>
          <w:szCs w:val="18"/>
        </w:rPr>
      </w:pPr>
      <w:r>
        <w:rPr>
          <w:rFonts w:ascii="Arial" w:hAnsi="Arial" w:cs="Arial"/>
          <w:sz w:val="18"/>
          <w:szCs w:val="18"/>
        </w:rPr>
        <w:t>T</w:t>
      </w:r>
      <w:r w:rsidRPr="00996017">
        <w:rPr>
          <w:rFonts w:ascii="Arial" w:hAnsi="Arial" w:cs="Arial"/>
          <w:sz w:val="18"/>
          <w:szCs w:val="18"/>
        </w:rPr>
        <w:t xml:space="preserve">he </w:t>
      </w:r>
      <w:r w:rsidR="00F507AC">
        <w:rPr>
          <w:rFonts w:ascii="Arial" w:hAnsi="Arial" w:cs="Arial"/>
          <w:sz w:val="18"/>
          <w:szCs w:val="18"/>
        </w:rPr>
        <w:t>CSDR Internalised Settlement and Settlement Fails</w:t>
      </w:r>
      <w:r w:rsidRPr="00996017">
        <w:rPr>
          <w:rFonts w:ascii="Arial" w:hAnsi="Arial" w:cs="Arial"/>
          <w:sz w:val="18"/>
          <w:szCs w:val="18"/>
        </w:rPr>
        <w:t xml:space="preserve"> Reporting business flows may be detailed into </w:t>
      </w:r>
      <w:r w:rsidR="00F507AC">
        <w:rPr>
          <w:rFonts w:ascii="Arial" w:hAnsi="Arial" w:cs="Arial"/>
          <w:sz w:val="18"/>
          <w:szCs w:val="18"/>
        </w:rPr>
        <w:t>two</w:t>
      </w:r>
      <w:r w:rsidRPr="00996017">
        <w:rPr>
          <w:rFonts w:ascii="Arial" w:hAnsi="Arial" w:cs="Arial"/>
          <w:sz w:val="18"/>
          <w:szCs w:val="18"/>
        </w:rPr>
        <w:t xml:space="preserve"> major parts</w:t>
      </w:r>
      <w:r w:rsidR="00F507AC">
        <w:rPr>
          <w:rFonts w:ascii="Arial" w:hAnsi="Arial" w:cs="Arial"/>
          <w:sz w:val="18"/>
          <w:szCs w:val="18"/>
        </w:rPr>
        <w:t>:</w:t>
      </w:r>
    </w:p>
    <w:p w14:paraId="7E60B8F2" w14:textId="322BA1D0" w:rsidR="00F507AC" w:rsidRDefault="00996017" w:rsidP="00F507AC">
      <w:pPr>
        <w:pStyle w:val="BodyText"/>
        <w:numPr>
          <w:ilvl w:val="0"/>
          <w:numId w:val="24"/>
        </w:numPr>
        <w:spacing w:before="120"/>
        <w:jc w:val="both"/>
        <w:rPr>
          <w:rFonts w:ascii="Arial" w:hAnsi="Arial" w:cs="Arial"/>
          <w:sz w:val="18"/>
          <w:szCs w:val="18"/>
        </w:rPr>
      </w:pPr>
      <w:r w:rsidRPr="00F507AC">
        <w:rPr>
          <w:rFonts w:ascii="Arial" w:hAnsi="Arial" w:cs="Arial"/>
          <w:sz w:val="18"/>
          <w:szCs w:val="18"/>
        </w:rPr>
        <w:t xml:space="preserve">Collection of </w:t>
      </w:r>
      <w:r w:rsidR="00F507AC">
        <w:rPr>
          <w:rFonts w:ascii="Arial" w:hAnsi="Arial" w:cs="Arial"/>
          <w:sz w:val="18"/>
          <w:szCs w:val="18"/>
        </w:rPr>
        <w:t>internalised settlement data</w:t>
      </w:r>
    </w:p>
    <w:p w14:paraId="0C22CDEF" w14:textId="57571B18" w:rsidR="00996017" w:rsidRPr="00F507AC" w:rsidRDefault="00F507AC" w:rsidP="00F507AC">
      <w:pPr>
        <w:pStyle w:val="BodyText"/>
        <w:numPr>
          <w:ilvl w:val="0"/>
          <w:numId w:val="24"/>
        </w:numPr>
        <w:spacing w:before="120"/>
        <w:jc w:val="both"/>
        <w:rPr>
          <w:rFonts w:ascii="Arial" w:hAnsi="Arial" w:cs="Arial"/>
          <w:sz w:val="18"/>
          <w:szCs w:val="18"/>
        </w:rPr>
      </w:pPr>
      <w:r>
        <w:rPr>
          <w:rFonts w:ascii="Arial" w:hAnsi="Arial" w:cs="Arial"/>
          <w:sz w:val="18"/>
          <w:szCs w:val="18"/>
        </w:rPr>
        <w:t>C</w:t>
      </w:r>
      <w:r w:rsidR="00996017" w:rsidRPr="00F507AC">
        <w:rPr>
          <w:rFonts w:ascii="Arial" w:hAnsi="Arial" w:cs="Arial"/>
          <w:sz w:val="18"/>
          <w:szCs w:val="18"/>
        </w:rPr>
        <w:t xml:space="preserve">ollection </w:t>
      </w:r>
      <w:r>
        <w:rPr>
          <w:rFonts w:ascii="Arial" w:hAnsi="Arial" w:cs="Arial"/>
          <w:sz w:val="18"/>
          <w:szCs w:val="18"/>
        </w:rPr>
        <w:t>of Settlement fails data</w:t>
      </w:r>
    </w:p>
    <w:p w14:paraId="5D2F753A" w14:textId="7066BE33" w:rsidR="00CE533D" w:rsidRDefault="00CE533D" w:rsidP="00CE533D">
      <w:pPr>
        <w:spacing w:before="240" w:line="276" w:lineRule="auto"/>
        <w:jc w:val="both"/>
        <w:rPr>
          <w:rFonts w:ascii="Arial" w:eastAsia="Times New Roman" w:hAnsi="Arial" w:cs="Arial"/>
          <w:sz w:val="18"/>
          <w:szCs w:val="18"/>
        </w:rPr>
      </w:pPr>
      <w:r w:rsidRPr="00EF34EF">
        <w:rPr>
          <w:rFonts w:ascii="Arial" w:eastAsia="Times New Roman" w:hAnsi="Arial" w:cs="Arial"/>
          <w:sz w:val="18"/>
          <w:szCs w:val="18"/>
        </w:rPr>
        <w:t xml:space="preserve">The following types of messages </w:t>
      </w:r>
      <w:r w:rsidR="00057091">
        <w:rPr>
          <w:rFonts w:ascii="Arial" w:eastAsia="Times New Roman" w:hAnsi="Arial" w:cs="Arial"/>
          <w:sz w:val="18"/>
          <w:szCs w:val="18"/>
        </w:rPr>
        <w:t>that are exchanged:</w:t>
      </w:r>
    </w:p>
    <w:p w14:paraId="38FB7CF2" w14:textId="658D347F" w:rsidR="00057091"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Internalised Settlement data</w:t>
      </w:r>
      <w:r w:rsidR="0000491A">
        <w:rPr>
          <w:rFonts w:ascii="Arial" w:eastAsia="Times New Roman" w:hAnsi="Arial" w:cs="Arial"/>
          <w:sz w:val="18"/>
          <w:szCs w:val="18"/>
        </w:rPr>
        <w:t xml:space="preserve"> reporting</w:t>
      </w:r>
      <w:r>
        <w:rPr>
          <w:rFonts w:ascii="Arial" w:eastAsia="Times New Roman" w:hAnsi="Arial" w:cs="Arial"/>
          <w:sz w:val="18"/>
          <w:szCs w:val="18"/>
        </w:rPr>
        <w:t xml:space="preserve"> message</w:t>
      </w:r>
    </w:p>
    <w:p w14:paraId="437F4D03" w14:textId="220A0628" w:rsidR="00F507AC" w:rsidRDefault="00F507AC"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Settlement Fails data reporting messages</w:t>
      </w:r>
      <w:r w:rsidR="000B1387">
        <w:rPr>
          <w:rFonts w:ascii="Arial" w:eastAsia="Times New Roman" w:hAnsi="Arial" w:cs="Arial"/>
          <w:sz w:val="18"/>
          <w:szCs w:val="18"/>
        </w:rPr>
        <w:t xml:space="preserve"> (to be submitted at a later stage)</w:t>
      </w:r>
    </w:p>
    <w:p w14:paraId="6BC327F0" w14:textId="59B83E60" w:rsidR="00057091" w:rsidRPr="00EF34EF"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Status advice (feedback) message</w:t>
      </w:r>
    </w:p>
    <w:p w14:paraId="48DD945D" w14:textId="77777777" w:rsidR="00380202" w:rsidRPr="00BB27F5" w:rsidRDefault="00380202" w:rsidP="00380202">
      <w:pPr>
        <w:pStyle w:val="Note"/>
        <w:ind w:left="567" w:hanging="567"/>
        <w:rPr>
          <w:sz w:val="18"/>
          <w:szCs w:val="18"/>
        </w:rPr>
      </w:pPr>
      <w:r w:rsidRPr="00BB27F5">
        <w:rPr>
          <w:sz w:val="18"/>
          <w:szCs w:val="18"/>
        </w:rPr>
        <w:t>These messages are to be used with the ISO 20022 Business Application Header (head.001). The schema and more information about the Business Application Header (BAH) can be found on the www.iso20022.org web site</w:t>
      </w:r>
    </w:p>
    <w:p w14:paraId="2449A0BC" w14:textId="2162C786" w:rsidR="00944756" w:rsidRDefault="00057091" w:rsidP="00944756">
      <w:pPr>
        <w:pStyle w:val="Heading3"/>
        <w:rPr>
          <w:rFonts w:cs="Arial"/>
          <w:sz w:val="24"/>
          <w:szCs w:val="24"/>
        </w:rPr>
      </w:pPr>
      <w:bookmarkStart w:id="21" w:name="_Toc526925920"/>
      <w:r>
        <w:rPr>
          <w:rFonts w:cs="Arial"/>
          <w:sz w:val="24"/>
          <w:szCs w:val="24"/>
        </w:rPr>
        <w:t>Internalised Settlement</w:t>
      </w:r>
      <w:r w:rsidR="00944756" w:rsidRPr="00164763">
        <w:rPr>
          <w:rFonts w:cs="Arial"/>
          <w:sz w:val="24"/>
          <w:szCs w:val="24"/>
        </w:rPr>
        <w:t xml:space="preserve"> </w:t>
      </w:r>
      <w:r w:rsidR="00CE533D" w:rsidRPr="00164763">
        <w:rPr>
          <w:rFonts w:cs="Arial"/>
          <w:sz w:val="24"/>
          <w:szCs w:val="24"/>
        </w:rPr>
        <w:t>Data</w:t>
      </w:r>
      <w:r w:rsidR="0000491A">
        <w:rPr>
          <w:rFonts w:cs="Arial"/>
          <w:sz w:val="24"/>
          <w:szCs w:val="24"/>
        </w:rPr>
        <w:t xml:space="preserve"> Reporting</w:t>
      </w:r>
      <w:r w:rsidR="00CE533D" w:rsidRPr="00164763">
        <w:rPr>
          <w:rFonts w:cs="Arial"/>
          <w:sz w:val="24"/>
          <w:szCs w:val="24"/>
        </w:rPr>
        <w:t xml:space="preserve"> M</w:t>
      </w:r>
      <w:r w:rsidR="00944756" w:rsidRPr="00164763">
        <w:rPr>
          <w:rFonts w:cs="Arial"/>
          <w:sz w:val="24"/>
          <w:szCs w:val="24"/>
        </w:rPr>
        <w:t>essage</w:t>
      </w:r>
      <w:bookmarkEnd w:id="21"/>
    </w:p>
    <w:p w14:paraId="43F7752A" w14:textId="77777777" w:rsidR="001A33ED" w:rsidRPr="00C940F3" w:rsidRDefault="001A33ED" w:rsidP="001A33ED">
      <w:pPr>
        <w:rPr>
          <w:rFonts w:ascii="Arial" w:hAnsi="Arial" w:cs="Arial"/>
          <w:sz w:val="18"/>
          <w:szCs w:val="18"/>
        </w:rPr>
      </w:pPr>
      <w:r w:rsidRPr="002C4834">
        <w:rPr>
          <w:rFonts w:ascii="Arial" w:hAnsi="Arial" w:cs="Arial"/>
          <w:sz w:val="18"/>
          <w:szCs w:val="18"/>
        </w:rPr>
        <w:t>Each reporting agent within the scope of</w:t>
      </w:r>
      <w:r>
        <w:rPr>
          <w:rFonts w:ascii="Arial" w:hAnsi="Arial" w:cs="Arial"/>
          <w:sz w:val="18"/>
          <w:szCs w:val="18"/>
        </w:rPr>
        <w:t xml:space="preserve"> </w:t>
      </w:r>
      <w:r w:rsidRPr="002C4834">
        <w:rPr>
          <w:rFonts w:ascii="Arial" w:hAnsi="Arial" w:cs="Arial"/>
          <w:sz w:val="18"/>
          <w:szCs w:val="18"/>
        </w:rPr>
        <w:t xml:space="preserve">Article 9(1) of CSDR </w:t>
      </w:r>
      <w:r>
        <w:rPr>
          <w:rFonts w:ascii="Arial" w:hAnsi="Arial" w:cs="Arial"/>
          <w:sz w:val="18"/>
          <w:szCs w:val="18"/>
        </w:rPr>
        <w:t xml:space="preserve">must report internalised settlement data on a quarterly basis. </w:t>
      </w:r>
      <w:r w:rsidRPr="00B66859">
        <w:rPr>
          <w:rFonts w:ascii="Arial" w:hAnsi="Arial" w:cs="Arial"/>
          <w:sz w:val="18"/>
          <w:szCs w:val="18"/>
        </w:rPr>
        <w:t xml:space="preserve">The reports on internalised settlements provide detailed information on the aggregated volume and value of settlement instructions settled by settlement internalisers outside securities settlement </w:t>
      </w:r>
      <w:r>
        <w:rPr>
          <w:rFonts w:ascii="Arial" w:hAnsi="Arial" w:cs="Arial"/>
          <w:sz w:val="18"/>
          <w:szCs w:val="18"/>
        </w:rPr>
        <w:t>systems</w:t>
      </w:r>
      <w:r w:rsidRPr="00C940F3">
        <w:rPr>
          <w:rFonts w:ascii="Arial" w:hAnsi="Arial" w:cs="Arial"/>
          <w:sz w:val="18"/>
          <w:szCs w:val="18"/>
        </w:rPr>
        <w:t>, specifying, inter alia</w:t>
      </w:r>
      <w:r>
        <w:rPr>
          <w:rFonts w:ascii="Arial" w:hAnsi="Arial" w:cs="Arial"/>
          <w:sz w:val="18"/>
          <w:szCs w:val="18"/>
        </w:rPr>
        <w:t>:</w:t>
      </w:r>
    </w:p>
    <w:p w14:paraId="0756AF9E"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Asset class (Type of financial instruments)</w:t>
      </w:r>
    </w:p>
    <w:p w14:paraId="239BEE55"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Type of securities transactions</w:t>
      </w:r>
    </w:p>
    <w:p w14:paraId="3012F39E"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Type of clients</w:t>
      </w:r>
    </w:p>
    <w:p w14:paraId="6218CBD7"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Issuer CSDs</w:t>
      </w:r>
    </w:p>
    <w:p w14:paraId="6C50CFF8" w14:textId="77777777" w:rsidR="001A33ED" w:rsidRPr="00EF34EF" w:rsidRDefault="001A33ED" w:rsidP="001A33ED">
      <w:pPr>
        <w:pStyle w:val="BodyText"/>
        <w:jc w:val="both"/>
        <w:rPr>
          <w:rFonts w:ascii="Arial" w:hAnsi="Arial" w:cs="Arial"/>
          <w:sz w:val="18"/>
          <w:szCs w:val="18"/>
        </w:rPr>
      </w:pPr>
      <w:r w:rsidRPr="00EF34EF">
        <w:rPr>
          <w:rFonts w:ascii="Arial" w:hAnsi="Arial" w:cs="Arial"/>
          <w:sz w:val="18"/>
          <w:szCs w:val="18"/>
        </w:rPr>
        <w:t>The</w:t>
      </w:r>
      <w:r>
        <w:rPr>
          <w:rFonts w:ascii="Arial" w:hAnsi="Arial" w:cs="Arial"/>
          <w:sz w:val="18"/>
          <w:szCs w:val="18"/>
        </w:rPr>
        <w:t xml:space="preserve"> internalised settlement reporting</w:t>
      </w:r>
      <w:r w:rsidRPr="00EF34EF">
        <w:rPr>
          <w:rFonts w:ascii="Arial" w:hAnsi="Arial" w:cs="Arial"/>
          <w:sz w:val="18"/>
          <w:szCs w:val="18"/>
        </w:rPr>
        <w:t xml:space="preserve"> message</w:t>
      </w:r>
      <w:r>
        <w:rPr>
          <w:rFonts w:ascii="Arial" w:hAnsi="Arial" w:cs="Arial"/>
          <w:sz w:val="18"/>
          <w:szCs w:val="18"/>
        </w:rPr>
        <w:t xml:space="preserve"> has</w:t>
      </w:r>
      <w:r w:rsidRPr="00EF34EF">
        <w:rPr>
          <w:rFonts w:ascii="Arial" w:hAnsi="Arial" w:cs="Arial"/>
          <w:sz w:val="18"/>
          <w:szCs w:val="18"/>
        </w:rPr>
        <w:t xml:space="preserve"> been developed both to meet the </w:t>
      </w:r>
      <w:r>
        <w:rPr>
          <w:rFonts w:ascii="Arial" w:hAnsi="Arial" w:cs="Arial"/>
          <w:sz w:val="18"/>
          <w:szCs w:val="18"/>
        </w:rPr>
        <w:t>CSR</w:t>
      </w:r>
      <w:r w:rsidRPr="00EF34EF">
        <w:rPr>
          <w:rFonts w:ascii="Arial" w:hAnsi="Arial" w:cs="Arial"/>
          <w:sz w:val="18"/>
          <w:szCs w:val="18"/>
        </w:rPr>
        <w:t xml:space="preserve"> requirements and also to be generic so that they can be used by similar regulations in use by others. Where something is specific to </w:t>
      </w:r>
      <w:r>
        <w:rPr>
          <w:rFonts w:ascii="Arial" w:hAnsi="Arial" w:cs="Arial"/>
          <w:sz w:val="18"/>
          <w:szCs w:val="18"/>
        </w:rPr>
        <w:t>CSDR</w:t>
      </w:r>
      <w:r w:rsidRPr="00EF34EF">
        <w:rPr>
          <w:rFonts w:ascii="Arial" w:hAnsi="Arial" w:cs="Arial"/>
          <w:sz w:val="18"/>
          <w:szCs w:val="18"/>
        </w:rPr>
        <w:t xml:space="preserve">, a usage </w:t>
      </w:r>
      <w:r>
        <w:rPr>
          <w:rFonts w:ascii="Arial" w:hAnsi="Arial" w:cs="Arial"/>
          <w:sz w:val="18"/>
          <w:szCs w:val="18"/>
        </w:rPr>
        <w:t xml:space="preserve">guideline </w:t>
      </w:r>
      <w:r w:rsidRPr="00EF34EF">
        <w:rPr>
          <w:rFonts w:ascii="Arial" w:hAnsi="Arial" w:cs="Arial"/>
          <w:sz w:val="18"/>
          <w:szCs w:val="18"/>
        </w:rPr>
        <w:t xml:space="preserve">has been defined to specify the </w:t>
      </w:r>
      <w:r>
        <w:rPr>
          <w:rFonts w:ascii="Arial" w:hAnsi="Arial" w:cs="Arial"/>
          <w:sz w:val="18"/>
          <w:szCs w:val="18"/>
        </w:rPr>
        <w:t>CSDR</w:t>
      </w:r>
      <w:r w:rsidRPr="00EF34EF">
        <w:rPr>
          <w:rFonts w:ascii="Arial" w:hAnsi="Arial" w:cs="Arial"/>
          <w:sz w:val="18"/>
          <w:szCs w:val="18"/>
        </w:rPr>
        <w:t xml:space="preserve"> specific requirement.</w:t>
      </w:r>
    </w:p>
    <w:p w14:paraId="0C3DC2CB" w14:textId="7713842D" w:rsidR="00057091" w:rsidRPr="00C940F3" w:rsidRDefault="0000491A" w:rsidP="0000491A">
      <w:pPr>
        <w:rPr>
          <w:rFonts w:ascii="Arial" w:eastAsia="Times New Roman" w:hAnsi="Arial" w:cs="Arial"/>
          <w:sz w:val="18"/>
          <w:szCs w:val="18"/>
        </w:rPr>
      </w:pPr>
      <w:r>
        <w:rPr>
          <w:rFonts w:ascii="Arial" w:hAnsi="Arial" w:cs="Arial"/>
          <w:sz w:val="18"/>
          <w:szCs w:val="18"/>
        </w:rPr>
        <w:lastRenderedPageBreak/>
        <w:t xml:space="preserve">The </w:t>
      </w:r>
      <w:r w:rsidR="00456E41">
        <w:rPr>
          <w:rFonts w:ascii="Arial" w:hAnsi="Arial" w:cs="Arial"/>
          <w:sz w:val="18"/>
          <w:szCs w:val="18"/>
        </w:rPr>
        <w:t xml:space="preserve">Internalised Settlement </w:t>
      </w:r>
      <w:r>
        <w:rPr>
          <w:rFonts w:ascii="Arial" w:hAnsi="Arial" w:cs="Arial"/>
          <w:sz w:val="18"/>
          <w:szCs w:val="18"/>
        </w:rPr>
        <w:t xml:space="preserve">data </w:t>
      </w:r>
      <w:r w:rsidR="00456E41">
        <w:rPr>
          <w:rFonts w:ascii="Arial" w:hAnsi="Arial" w:cs="Arial"/>
          <w:sz w:val="18"/>
          <w:szCs w:val="18"/>
        </w:rPr>
        <w:t>report</w:t>
      </w:r>
      <w:r>
        <w:rPr>
          <w:rFonts w:ascii="Arial" w:hAnsi="Arial" w:cs="Arial"/>
          <w:sz w:val="18"/>
          <w:szCs w:val="18"/>
        </w:rPr>
        <w:t xml:space="preserve">ing message is used to collect the </w:t>
      </w:r>
      <w:r w:rsidRPr="0000491A">
        <w:rPr>
          <w:rFonts w:ascii="Arial" w:hAnsi="Arial" w:cs="Arial"/>
          <w:sz w:val="18"/>
          <w:szCs w:val="18"/>
        </w:rPr>
        <w:t>aggregated information (volume and value) on internalised settlement instructions (settled and failed)</w:t>
      </w:r>
      <w:r>
        <w:rPr>
          <w:rFonts w:ascii="Arial" w:hAnsi="Arial" w:cs="Arial"/>
          <w:sz w:val="18"/>
          <w:szCs w:val="18"/>
        </w:rPr>
        <w:t>.</w:t>
      </w:r>
    </w:p>
    <w:p w14:paraId="3BD6BB18" w14:textId="77777777" w:rsidR="00C94D0F" w:rsidRPr="00880B8A" w:rsidRDefault="00C94D0F" w:rsidP="00C94D0F">
      <w:pPr>
        <w:autoSpaceDE w:val="0"/>
        <w:autoSpaceDN w:val="0"/>
        <w:adjustRightInd w:val="0"/>
        <w:spacing w:before="120"/>
        <w:jc w:val="both"/>
        <w:rPr>
          <w:rFonts w:ascii="Arial" w:hAnsi="Arial" w:cs="Arial"/>
          <w:i/>
          <w:color w:val="0070C0"/>
          <w:sz w:val="22"/>
          <w:szCs w:val="22"/>
        </w:rPr>
      </w:pPr>
    </w:p>
    <w:tbl>
      <w:tblPr>
        <w:tblStyle w:val="TableShaded1stRow"/>
        <w:tblW w:w="5000" w:type="pct"/>
        <w:tblInd w:w="0" w:type="dxa"/>
        <w:tblLook w:val="04A0" w:firstRow="1" w:lastRow="0" w:firstColumn="1" w:lastColumn="0" w:noHBand="0" w:noVBand="1"/>
      </w:tblPr>
      <w:tblGrid>
        <w:gridCol w:w="4757"/>
        <w:gridCol w:w="4758"/>
      </w:tblGrid>
      <w:tr w:rsidR="00C94D0F" w:rsidRPr="00880B8A" w14:paraId="7EFC7CB3" w14:textId="77777777" w:rsidTr="00192E3C">
        <w:trPr>
          <w:cnfStyle w:val="100000000000" w:firstRow="1" w:lastRow="0" w:firstColumn="0" w:lastColumn="0" w:oddVBand="0" w:evenVBand="0" w:oddHBand="0" w:evenHBand="0" w:firstRowFirstColumn="0" w:firstRowLastColumn="0" w:lastRowFirstColumn="0" w:lastRowLastColumn="0"/>
        </w:trPr>
        <w:tc>
          <w:tcPr>
            <w:tcW w:w="2500" w:type="pct"/>
          </w:tcPr>
          <w:p w14:paraId="37D44EAD" w14:textId="77777777"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14:paraId="66DB1D36" w14:textId="77777777"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C94D0F" w:rsidRPr="00880B8A" w14:paraId="5E276DF7" w14:textId="77777777" w:rsidTr="00192E3C">
        <w:tc>
          <w:tcPr>
            <w:tcW w:w="2500" w:type="pct"/>
          </w:tcPr>
          <w:p w14:paraId="3748E84C" w14:textId="6AFADAB0" w:rsidR="00C94D0F" w:rsidRPr="00164763" w:rsidRDefault="00260456" w:rsidP="003110FE">
            <w:pPr>
              <w:suppressAutoHyphens/>
              <w:spacing w:before="40"/>
              <w:rPr>
                <w:rFonts w:ascii="Arial" w:hAnsi="Arial" w:cs="Arial"/>
                <w:iCs/>
                <w:sz w:val="18"/>
                <w:szCs w:val="18"/>
              </w:rPr>
            </w:pPr>
            <w:r w:rsidRPr="00260456">
              <w:rPr>
                <w:rFonts w:ascii="Arial" w:hAnsi="Arial" w:cs="Arial"/>
                <w:iCs/>
                <w:sz w:val="18"/>
                <w:szCs w:val="18"/>
              </w:rPr>
              <w:t>Settlement</w:t>
            </w:r>
            <w:r>
              <w:rPr>
                <w:rFonts w:ascii="Arial" w:hAnsi="Arial" w:cs="Arial"/>
                <w:iCs/>
                <w:sz w:val="18"/>
                <w:szCs w:val="18"/>
              </w:rPr>
              <w:t xml:space="preserve"> </w:t>
            </w:r>
            <w:r w:rsidRPr="00260456">
              <w:rPr>
                <w:rFonts w:ascii="Arial" w:hAnsi="Arial" w:cs="Arial"/>
                <w:iCs/>
                <w:sz w:val="18"/>
                <w:szCs w:val="18"/>
              </w:rPr>
              <w:t>Internaliser</w:t>
            </w:r>
            <w:r>
              <w:rPr>
                <w:rFonts w:ascii="Arial" w:hAnsi="Arial" w:cs="Arial"/>
                <w:iCs/>
                <w:sz w:val="18"/>
                <w:szCs w:val="18"/>
              </w:rPr>
              <w:t xml:space="preserve"> </w:t>
            </w:r>
            <w:r w:rsidRPr="00260456">
              <w:rPr>
                <w:rFonts w:ascii="Arial" w:hAnsi="Arial" w:cs="Arial"/>
                <w:iCs/>
                <w:sz w:val="18"/>
                <w:szCs w:val="18"/>
              </w:rPr>
              <w:t>Report</w:t>
            </w:r>
          </w:p>
        </w:tc>
        <w:tc>
          <w:tcPr>
            <w:tcW w:w="2500" w:type="pct"/>
          </w:tcPr>
          <w:p w14:paraId="03047C76" w14:textId="29FCBD4E" w:rsidR="00C94D0F" w:rsidRPr="00164763" w:rsidRDefault="0011413D" w:rsidP="00260456">
            <w:pPr>
              <w:suppressAutoHyphens/>
              <w:spacing w:before="40"/>
              <w:rPr>
                <w:rFonts w:ascii="Arial" w:hAnsi="Arial" w:cs="Arial"/>
                <w:iCs/>
                <w:sz w:val="18"/>
                <w:szCs w:val="18"/>
              </w:rPr>
            </w:pPr>
            <w:r w:rsidRPr="00164763">
              <w:rPr>
                <w:rFonts w:ascii="Arial" w:hAnsi="Arial" w:cs="Arial"/>
                <w:iCs/>
                <w:sz w:val="18"/>
                <w:szCs w:val="18"/>
              </w:rPr>
              <w:t>auth.07</w:t>
            </w:r>
            <w:r w:rsidR="00260456">
              <w:rPr>
                <w:rFonts w:ascii="Arial" w:hAnsi="Arial" w:cs="Arial"/>
                <w:iCs/>
                <w:sz w:val="18"/>
                <w:szCs w:val="18"/>
              </w:rPr>
              <w:t>2</w:t>
            </w:r>
          </w:p>
        </w:tc>
      </w:tr>
    </w:tbl>
    <w:p w14:paraId="22225F9C" w14:textId="01EE63E1" w:rsidR="00B355E6" w:rsidRDefault="00192E3C" w:rsidP="00B355E6">
      <w:pPr>
        <w:pStyle w:val="Heading3"/>
        <w:rPr>
          <w:rFonts w:cs="Arial"/>
          <w:sz w:val="24"/>
          <w:szCs w:val="24"/>
        </w:rPr>
      </w:pPr>
      <w:bookmarkStart w:id="22" w:name="_Toc526925921"/>
      <w:r>
        <w:rPr>
          <w:rFonts w:cs="Arial"/>
          <w:sz w:val="24"/>
          <w:szCs w:val="24"/>
        </w:rPr>
        <w:t>Settlement Fails Da</w:t>
      </w:r>
      <w:r w:rsidR="00BF6D9C">
        <w:rPr>
          <w:rFonts w:cs="Arial"/>
          <w:sz w:val="24"/>
          <w:szCs w:val="24"/>
        </w:rPr>
        <w:t>t</w:t>
      </w:r>
      <w:r>
        <w:rPr>
          <w:rFonts w:cs="Arial"/>
          <w:sz w:val="24"/>
          <w:szCs w:val="24"/>
        </w:rPr>
        <w:t>a Reporting Message</w:t>
      </w:r>
      <w:r w:rsidR="00BF6D9C">
        <w:rPr>
          <w:rFonts w:cs="Arial"/>
          <w:sz w:val="24"/>
          <w:szCs w:val="24"/>
        </w:rPr>
        <w:t>s</w:t>
      </w:r>
      <w:bookmarkEnd w:id="22"/>
    </w:p>
    <w:p w14:paraId="28CF0422" w14:textId="5EAFE037" w:rsidR="00B355E6" w:rsidRDefault="00B355E6" w:rsidP="00B355E6">
      <w:pPr>
        <w:rPr>
          <w:rFonts w:ascii="Arial" w:hAnsi="Arial" w:cs="Arial"/>
          <w:sz w:val="18"/>
          <w:szCs w:val="18"/>
        </w:rPr>
      </w:pPr>
      <w:r w:rsidRPr="00B355E6">
        <w:rPr>
          <w:rFonts w:ascii="Arial" w:hAnsi="Arial" w:cs="Arial"/>
          <w:sz w:val="18"/>
          <w:szCs w:val="18"/>
        </w:rPr>
        <w:t>To support settlement fails data, two messages will be required</w:t>
      </w:r>
      <w:r>
        <w:rPr>
          <w:rFonts w:ascii="Arial" w:hAnsi="Arial" w:cs="Arial"/>
          <w:sz w:val="18"/>
          <w:szCs w:val="18"/>
        </w:rPr>
        <w:t xml:space="preserve">. </w:t>
      </w:r>
      <w:r w:rsidR="00BF6D9C">
        <w:rPr>
          <w:rFonts w:ascii="Arial" w:hAnsi="Arial" w:cs="Arial"/>
          <w:sz w:val="18"/>
          <w:szCs w:val="18"/>
        </w:rPr>
        <w:t>These</w:t>
      </w:r>
      <w:r w:rsidRPr="00B355E6">
        <w:rPr>
          <w:rFonts w:ascii="Arial" w:hAnsi="Arial" w:cs="Arial"/>
          <w:sz w:val="18"/>
          <w:szCs w:val="18"/>
        </w:rPr>
        <w:t xml:space="preserve"> messages are still in development and will be included during a second phase.</w:t>
      </w:r>
    </w:p>
    <w:p w14:paraId="79DCEA30" w14:textId="77777777" w:rsidR="00B355E6" w:rsidRDefault="00B355E6" w:rsidP="00B355E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757"/>
        <w:gridCol w:w="4758"/>
      </w:tblGrid>
      <w:tr w:rsidR="00B355E6" w:rsidRPr="00880B8A" w14:paraId="69A42C25" w14:textId="77777777" w:rsidTr="00A33DC5">
        <w:trPr>
          <w:cnfStyle w:val="100000000000" w:firstRow="1" w:lastRow="0" w:firstColumn="0" w:lastColumn="0" w:oddVBand="0" w:evenVBand="0" w:oddHBand="0" w:evenHBand="0" w:firstRowFirstColumn="0" w:firstRowLastColumn="0" w:lastRowFirstColumn="0" w:lastRowLastColumn="0"/>
        </w:trPr>
        <w:tc>
          <w:tcPr>
            <w:tcW w:w="2500" w:type="pct"/>
          </w:tcPr>
          <w:p w14:paraId="42AF42A0" w14:textId="77777777"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14:paraId="589BBCBB" w14:textId="77777777"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B355E6" w:rsidRPr="00880B8A" w14:paraId="1544577C" w14:textId="77777777" w:rsidTr="00A33DC5">
        <w:tc>
          <w:tcPr>
            <w:tcW w:w="2500" w:type="pct"/>
          </w:tcPr>
          <w:p w14:paraId="5A3E7BF4" w14:textId="58B7C572" w:rsidR="00B355E6" w:rsidRPr="00164763" w:rsidRDefault="00B355E6" w:rsidP="00A33DC5">
            <w:pPr>
              <w:suppressAutoHyphens/>
              <w:spacing w:before="40"/>
              <w:rPr>
                <w:rFonts w:ascii="Arial" w:hAnsi="Arial" w:cs="Arial"/>
                <w:iCs/>
                <w:sz w:val="18"/>
                <w:szCs w:val="18"/>
              </w:rPr>
            </w:pPr>
            <w:r>
              <w:rPr>
                <w:rFonts w:ascii="Arial" w:hAnsi="Arial" w:cs="Arial"/>
                <w:iCs/>
                <w:sz w:val="18"/>
                <w:szCs w:val="18"/>
              </w:rPr>
              <w:t>To be defined</w:t>
            </w:r>
          </w:p>
        </w:tc>
        <w:tc>
          <w:tcPr>
            <w:tcW w:w="2500" w:type="pct"/>
          </w:tcPr>
          <w:p w14:paraId="2A262ACA" w14:textId="38E58FDC" w:rsidR="00B355E6" w:rsidRPr="00164763" w:rsidRDefault="00B355E6" w:rsidP="00A33DC5">
            <w:pPr>
              <w:suppressAutoHyphens/>
              <w:spacing w:before="40"/>
              <w:rPr>
                <w:rFonts w:ascii="Arial" w:hAnsi="Arial" w:cs="Arial"/>
                <w:iCs/>
                <w:sz w:val="18"/>
                <w:szCs w:val="18"/>
              </w:rPr>
            </w:pPr>
          </w:p>
        </w:tc>
      </w:tr>
    </w:tbl>
    <w:p w14:paraId="2DD54A5A" w14:textId="2FEB1C3B" w:rsidR="00944756" w:rsidRPr="00164763" w:rsidRDefault="00944756" w:rsidP="00944756">
      <w:pPr>
        <w:pStyle w:val="Heading3"/>
        <w:rPr>
          <w:rFonts w:cs="Arial"/>
          <w:sz w:val="24"/>
          <w:szCs w:val="24"/>
        </w:rPr>
      </w:pPr>
      <w:bookmarkStart w:id="23" w:name="_Toc526925922"/>
      <w:r w:rsidRPr="00164763">
        <w:rPr>
          <w:rFonts w:cs="Arial"/>
          <w:sz w:val="24"/>
          <w:szCs w:val="24"/>
        </w:rPr>
        <w:t xml:space="preserve">Other </w:t>
      </w:r>
      <w:r w:rsidR="00CE533D" w:rsidRPr="00164763">
        <w:rPr>
          <w:rFonts w:cs="Arial"/>
          <w:sz w:val="24"/>
          <w:szCs w:val="24"/>
        </w:rPr>
        <w:t>M</w:t>
      </w:r>
      <w:r w:rsidRPr="00164763">
        <w:rPr>
          <w:rFonts w:cs="Arial"/>
          <w:sz w:val="24"/>
          <w:szCs w:val="24"/>
        </w:rPr>
        <w:t>essages</w:t>
      </w:r>
      <w:bookmarkEnd w:id="23"/>
    </w:p>
    <w:p w14:paraId="034B3714" w14:textId="65B67F50" w:rsidR="00944756" w:rsidRPr="00235172" w:rsidRDefault="00944756" w:rsidP="00756446">
      <w:pPr>
        <w:pStyle w:val="Normalbeforetable"/>
        <w:jc w:val="both"/>
        <w:rPr>
          <w:rFonts w:cs="Arial"/>
          <w:sz w:val="18"/>
          <w:szCs w:val="18"/>
        </w:rPr>
      </w:pPr>
      <w:r w:rsidRPr="00235172">
        <w:rPr>
          <w:rFonts w:cs="Arial"/>
          <w:sz w:val="18"/>
          <w:szCs w:val="18"/>
        </w:rPr>
        <w:t xml:space="preserve">To support </w:t>
      </w:r>
      <w:r w:rsidR="003F5F2D">
        <w:rPr>
          <w:rFonts w:cs="Arial"/>
          <w:sz w:val="18"/>
          <w:szCs w:val="18"/>
        </w:rPr>
        <w:t>internalised settlement</w:t>
      </w:r>
      <w:r w:rsidRPr="00235172">
        <w:rPr>
          <w:rFonts w:cs="Arial"/>
          <w:sz w:val="18"/>
          <w:szCs w:val="18"/>
        </w:rPr>
        <w:t xml:space="preserve"> data</w:t>
      </w:r>
      <w:r w:rsidR="008F6FEA">
        <w:rPr>
          <w:rFonts w:cs="Arial"/>
          <w:sz w:val="18"/>
          <w:szCs w:val="18"/>
        </w:rPr>
        <w:t xml:space="preserve"> reporting</w:t>
      </w:r>
      <w:r w:rsidRPr="00235172">
        <w:rPr>
          <w:rFonts w:cs="Arial"/>
          <w:sz w:val="18"/>
          <w:szCs w:val="18"/>
        </w:rPr>
        <w:t xml:space="preserve">, </w:t>
      </w:r>
      <w:r w:rsidR="00260456">
        <w:rPr>
          <w:rFonts w:cs="Arial"/>
          <w:sz w:val="18"/>
          <w:szCs w:val="18"/>
        </w:rPr>
        <w:t>the following</w:t>
      </w:r>
      <w:r w:rsidRPr="00235172">
        <w:rPr>
          <w:rFonts w:cs="Arial"/>
          <w:sz w:val="18"/>
          <w:szCs w:val="18"/>
        </w:rPr>
        <w:t xml:space="preserve"> ISO message will be used, </w:t>
      </w:r>
      <w:r w:rsidR="00260456">
        <w:rPr>
          <w:rFonts w:cs="Arial"/>
          <w:sz w:val="18"/>
          <w:szCs w:val="18"/>
        </w:rPr>
        <w:t>i.e.,</w:t>
      </w:r>
      <w:r w:rsidRPr="00235172">
        <w:rPr>
          <w:rFonts w:cs="Arial"/>
          <w:sz w:val="18"/>
          <w:szCs w:val="18"/>
        </w:rPr>
        <w:t xml:space="preserve"> feedback on the above submitted data, as well as associated reference information to be provided by </w:t>
      </w:r>
      <w:r w:rsidR="006075D2">
        <w:rPr>
          <w:rFonts w:cs="Arial"/>
          <w:sz w:val="18"/>
          <w:szCs w:val="18"/>
        </w:rPr>
        <w:t xml:space="preserve">the </w:t>
      </w:r>
      <w:r w:rsidR="00260456">
        <w:rPr>
          <w:rFonts w:cs="Arial"/>
          <w:sz w:val="18"/>
          <w:szCs w:val="18"/>
        </w:rPr>
        <w:t>ESMA</w:t>
      </w:r>
      <w:r w:rsidRPr="00235172">
        <w:rPr>
          <w:rFonts w:cs="Arial"/>
          <w:sz w:val="18"/>
          <w:szCs w:val="18"/>
        </w:rPr>
        <w:t xml:space="preserve"> to National Competent Authorities:</w:t>
      </w:r>
    </w:p>
    <w:p w14:paraId="778CB741" w14:textId="77777777" w:rsidR="00944756" w:rsidRPr="00235172" w:rsidRDefault="00944756" w:rsidP="0094475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757"/>
        <w:gridCol w:w="4758"/>
      </w:tblGrid>
      <w:tr w:rsidR="00944756" w:rsidRPr="00235172" w14:paraId="5591526F" w14:textId="77777777" w:rsidTr="00192E3C">
        <w:trPr>
          <w:cnfStyle w:val="100000000000" w:firstRow="1" w:lastRow="0" w:firstColumn="0" w:lastColumn="0" w:oddVBand="0" w:evenVBand="0" w:oddHBand="0" w:evenHBand="0" w:firstRowFirstColumn="0" w:firstRowLastColumn="0" w:lastRowFirstColumn="0" w:lastRowLastColumn="0"/>
        </w:trPr>
        <w:tc>
          <w:tcPr>
            <w:tcW w:w="2500" w:type="pct"/>
          </w:tcPr>
          <w:p w14:paraId="6C5F3345" w14:textId="77777777"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MessageDefinition</w:t>
            </w:r>
          </w:p>
        </w:tc>
        <w:tc>
          <w:tcPr>
            <w:tcW w:w="2500" w:type="pct"/>
          </w:tcPr>
          <w:p w14:paraId="1B3EDC2C" w14:textId="77777777"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 Identifier</w:t>
            </w:r>
          </w:p>
        </w:tc>
      </w:tr>
      <w:tr w:rsidR="00944756" w:rsidRPr="00235172" w14:paraId="56EA49E6" w14:textId="77777777" w:rsidTr="00192E3C">
        <w:tc>
          <w:tcPr>
            <w:tcW w:w="2500" w:type="pct"/>
          </w:tcPr>
          <w:p w14:paraId="43144CFB"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Financial Instrument Reporting Status Advice</w:t>
            </w:r>
          </w:p>
        </w:tc>
        <w:tc>
          <w:tcPr>
            <w:tcW w:w="2500" w:type="pct"/>
          </w:tcPr>
          <w:p w14:paraId="7CDA1F28"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auth.031</w:t>
            </w:r>
          </w:p>
        </w:tc>
      </w:tr>
    </w:tbl>
    <w:p w14:paraId="7521ECDF" w14:textId="36FDDA60" w:rsidR="00FF6280" w:rsidRDefault="00FF6280" w:rsidP="00FF6280">
      <w:pPr>
        <w:rPr>
          <w:rFonts w:ascii="Arial" w:hAnsi="Arial" w:cs="Arial"/>
          <w:sz w:val="18"/>
          <w:szCs w:val="18"/>
        </w:rPr>
      </w:pPr>
      <w:r w:rsidRPr="00235172">
        <w:rPr>
          <w:rFonts w:ascii="Arial" w:hAnsi="Arial" w:cs="Arial"/>
          <w:sz w:val="18"/>
          <w:szCs w:val="18"/>
        </w:rPr>
        <w:t>Please note that auth.031 has been submitted as part of the Financial Instruments and Transactions Regulatory Reporting (Trade Repository Reporting) message set.</w:t>
      </w:r>
    </w:p>
    <w:p w14:paraId="43AF64D3" w14:textId="353E8704" w:rsidR="00AB1E90" w:rsidRDefault="00AB1E90">
      <w:pPr>
        <w:spacing w:before="0"/>
        <w:rPr>
          <w:rFonts w:ascii="Arial" w:hAnsi="Arial" w:cs="Arial"/>
          <w:sz w:val="18"/>
          <w:szCs w:val="18"/>
        </w:rPr>
      </w:pPr>
      <w:r>
        <w:rPr>
          <w:rFonts w:ascii="Arial" w:hAnsi="Arial" w:cs="Arial"/>
          <w:sz w:val="18"/>
          <w:szCs w:val="18"/>
        </w:rPr>
        <w:br w:type="page"/>
      </w:r>
    </w:p>
    <w:p w14:paraId="718D8A85" w14:textId="43F6CDA2" w:rsidR="008614BC" w:rsidRDefault="007A40BB" w:rsidP="00746347">
      <w:pPr>
        <w:pStyle w:val="Heading1"/>
        <w:rPr>
          <w:rFonts w:cs="Arial"/>
        </w:rPr>
      </w:pPr>
      <w:bookmarkStart w:id="24" w:name="_Toc526925923"/>
      <w:r w:rsidRPr="00880B8A">
        <w:rPr>
          <w:rFonts w:cs="Arial"/>
        </w:rPr>
        <w:lastRenderedPageBreak/>
        <w:t>Business</w:t>
      </w:r>
      <w:r w:rsidR="00CD105E" w:rsidRPr="00880B8A">
        <w:rPr>
          <w:rFonts w:cs="Arial"/>
        </w:rPr>
        <w:t>R</w:t>
      </w:r>
      <w:r w:rsidR="00A434B4" w:rsidRPr="00880B8A">
        <w:rPr>
          <w:rFonts w:cs="Arial"/>
        </w:rPr>
        <w:t>oles</w:t>
      </w:r>
      <w:r w:rsidRPr="00880B8A">
        <w:rPr>
          <w:rFonts w:cs="Arial"/>
        </w:rPr>
        <w:t xml:space="preserve"> and Participants</w:t>
      </w:r>
      <w:bookmarkEnd w:id="24"/>
    </w:p>
    <w:p w14:paraId="5E081024" w14:textId="77777777" w:rsidR="002A4BF7" w:rsidRPr="00235172" w:rsidRDefault="002A4BF7"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B</w:t>
      </w:r>
      <w:r w:rsidRPr="00235172">
        <w:rPr>
          <w:rFonts w:ascii="Arial" w:hAnsi="Arial" w:cs="Arial"/>
          <w:color w:val="000000"/>
          <w:sz w:val="18"/>
          <w:szCs w:val="18"/>
        </w:rPr>
        <w:t>usiness</w:t>
      </w:r>
      <w:r w:rsidR="00B63233" w:rsidRPr="00235172">
        <w:rPr>
          <w:rFonts w:ascii="Arial" w:hAnsi="Arial" w:cs="Arial"/>
          <w:color w:val="000000"/>
          <w:sz w:val="18"/>
          <w:szCs w:val="18"/>
        </w:rPr>
        <w:t>Role</w:t>
      </w:r>
      <w:r w:rsidRPr="00235172">
        <w:rPr>
          <w:rFonts w:ascii="Arial" w:hAnsi="Arial" w:cs="Arial"/>
          <w:color w:val="000000"/>
          <w:sz w:val="18"/>
          <w:szCs w:val="18"/>
        </w:rPr>
        <w:t xml:space="preserve"> represents an entity (or a class of entities) of the real world, physical or legal, a person, a group of persons, a corporation. </w:t>
      </w:r>
      <w:r w:rsidR="009632BD" w:rsidRPr="00235172">
        <w:rPr>
          <w:rFonts w:ascii="Arial" w:hAnsi="Arial" w:cs="Arial"/>
          <w:color w:val="000000"/>
          <w:sz w:val="18"/>
          <w:szCs w:val="18"/>
        </w:rPr>
        <w:t>E</w:t>
      </w:r>
      <w:r w:rsidR="001F7B99" w:rsidRPr="00235172">
        <w:rPr>
          <w:rFonts w:ascii="Arial" w:hAnsi="Arial" w:cs="Arial"/>
          <w:color w:val="000000"/>
          <w:sz w:val="18"/>
          <w:szCs w:val="18"/>
        </w:rPr>
        <w:t>xample</w:t>
      </w:r>
      <w:r w:rsidR="009632BD" w:rsidRPr="00235172">
        <w:rPr>
          <w:rFonts w:ascii="Arial" w:hAnsi="Arial" w:cs="Arial"/>
          <w:color w:val="000000"/>
          <w:sz w:val="18"/>
          <w:szCs w:val="18"/>
        </w:rPr>
        <w:t>s</w:t>
      </w:r>
      <w:r w:rsidRPr="00235172">
        <w:rPr>
          <w:rFonts w:ascii="Arial" w:hAnsi="Arial" w:cs="Arial"/>
          <w:color w:val="000000"/>
          <w:sz w:val="18"/>
          <w:szCs w:val="18"/>
        </w:rPr>
        <w:t xml:space="preserve"> of </w:t>
      </w:r>
      <w:r w:rsidR="00B63233" w:rsidRPr="00235172">
        <w:rPr>
          <w:rFonts w:ascii="Arial" w:hAnsi="Arial" w:cs="Arial"/>
          <w:color w:val="000000"/>
          <w:sz w:val="18"/>
          <w:szCs w:val="18"/>
        </w:rPr>
        <w:t>BusinessRoles</w:t>
      </w:r>
      <w:r w:rsidRPr="00235172">
        <w:rPr>
          <w:rFonts w:ascii="Arial" w:hAnsi="Arial" w:cs="Arial"/>
          <w:color w:val="000000"/>
          <w:sz w:val="18"/>
          <w:szCs w:val="18"/>
        </w:rPr>
        <w:t>: “Financ</w:t>
      </w:r>
      <w:r w:rsidR="00001017" w:rsidRPr="00235172">
        <w:rPr>
          <w:rFonts w:ascii="Arial" w:hAnsi="Arial" w:cs="Arial"/>
          <w:color w:val="000000"/>
          <w:sz w:val="18"/>
          <w:szCs w:val="18"/>
        </w:rPr>
        <w:t>ial Institution”, “ACH”, “CSD”.</w:t>
      </w:r>
    </w:p>
    <w:p w14:paraId="766030C8" w14:textId="77777777" w:rsidR="002A4BF7" w:rsidRPr="00235172" w:rsidRDefault="007A40B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Participant</w:t>
      </w:r>
      <w:r w:rsidR="002A4BF7" w:rsidRPr="00235172">
        <w:rPr>
          <w:rFonts w:ascii="Arial" w:hAnsi="Arial" w:cs="Arial"/>
          <w:color w:val="000000"/>
          <w:sz w:val="18"/>
          <w:szCs w:val="18"/>
        </w:rPr>
        <w:t xml:space="preserve"> is a </w:t>
      </w:r>
      <w:r w:rsidR="00C46C94" w:rsidRPr="00235172">
        <w:rPr>
          <w:rFonts w:ascii="Arial" w:hAnsi="Arial" w:cs="Arial"/>
          <w:color w:val="000000"/>
          <w:sz w:val="18"/>
          <w:szCs w:val="18"/>
        </w:rPr>
        <w:t xml:space="preserve">functional </w:t>
      </w:r>
      <w:r w:rsidR="002A4BF7" w:rsidRPr="00235172">
        <w:rPr>
          <w:rFonts w:ascii="Arial" w:hAnsi="Arial" w:cs="Arial"/>
          <w:color w:val="000000"/>
          <w:sz w:val="18"/>
          <w:szCs w:val="18"/>
        </w:rPr>
        <w:t xml:space="preserve">role performed by a </w:t>
      </w:r>
      <w:r w:rsidR="00B63233" w:rsidRPr="00235172">
        <w:rPr>
          <w:rFonts w:ascii="Arial" w:hAnsi="Arial" w:cs="Arial"/>
          <w:color w:val="000000"/>
          <w:sz w:val="18"/>
          <w:szCs w:val="18"/>
        </w:rPr>
        <w:t xml:space="preserve">BusinessRole </w:t>
      </w:r>
      <w:r w:rsidR="00C46C94" w:rsidRPr="00235172">
        <w:rPr>
          <w:rFonts w:ascii="Arial" w:hAnsi="Arial" w:cs="Arial"/>
          <w:color w:val="000000"/>
          <w:sz w:val="18"/>
          <w:szCs w:val="18"/>
        </w:rPr>
        <w:t>in a particular BusinessProcess or BusinessTransaction</w:t>
      </w:r>
      <w:r w:rsidR="002A4BF7" w:rsidRPr="00235172">
        <w:rPr>
          <w:rFonts w:ascii="Arial" w:hAnsi="Arial" w:cs="Arial"/>
          <w:color w:val="000000"/>
          <w:sz w:val="18"/>
          <w:szCs w:val="18"/>
        </w:rPr>
        <w:t xml:space="preserve">: </w:t>
      </w:r>
      <w:r w:rsidR="001F7B99" w:rsidRPr="00235172">
        <w:rPr>
          <w:rFonts w:ascii="Arial" w:hAnsi="Arial" w:cs="Arial"/>
          <w:color w:val="000000"/>
          <w:sz w:val="18"/>
          <w:szCs w:val="18"/>
        </w:rPr>
        <w:t>for example</w:t>
      </w:r>
      <w:r w:rsidR="002A4BF7" w:rsidRPr="00235172">
        <w:rPr>
          <w:rFonts w:ascii="Arial" w:hAnsi="Arial" w:cs="Arial"/>
          <w:color w:val="000000"/>
          <w:sz w:val="18"/>
          <w:szCs w:val="18"/>
        </w:rPr>
        <w:t xml:space="preserve"> the “user” of a system, “debtor”, “creditor”, “investor” etc. </w:t>
      </w:r>
    </w:p>
    <w:p w14:paraId="633C6496" w14:textId="77777777" w:rsidR="002A4BF7" w:rsidRPr="00235172" w:rsidRDefault="00E3721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The r</w:t>
      </w:r>
      <w:r w:rsidR="002A4BF7" w:rsidRPr="00235172">
        <w:rPr>
          <w:rFonts w:ascii="Arial" w:hAnsi="Arial" w:cs="Arial"/>
          <w:color w:val="000000"/>
          <w:sz w:val="18"/>
          <w:szCs w:val="18"/>
        </w:rPr>
        <w:t>ela</w:t>
      </w:r>
      <w:r w:rsidR="00E633E0" w:rsidRPr="00235172">
        <w:rPr>
          <w:rFonts w:ascii="Arial" w:hAnsi="Arial" w:cs="Arial"/>
          <w:color w:val="000000"/>
          <w:sz w:val="18"/>
          <w:szCs w:val="18"/>
        </w:rPr>
        <w:t>tionship between BusinessR</w:t>
      </w:r>
      <w:r w:rsidR="002A4BF7" w:rsidRPr="00235172">
        <w:rPr>
          <w:rFonts w:ascii="Arial" w:hAnsi="Arial" w:cs="Arial"/>
          <w:color w:val="000000"/>
          <w:sz w:val="18"/>
          <w:szCs w:val="18"/>
        </w:rPr>
        <w:t xml:space="preserve">oles and </w:t>
      </w:r>
      <w:r w:rsidRPr="00235172">
        <w:rPr>
          <w:rFonts w:ascii="Arial" w:hAnsi="Arial" w:cs="Arial"/>
          <w:color w:val="000000"/>
          <w:sz w:val="18"/>
          <w:szCs w:val="18"/>
        </w:rPr>
        <w:t>Participants</w:t>
      </w:r>
      <w:r w:rsidR="002A4BF7" w:rsidRPr="00235172">
        <w:rPr>
          <w:rFonts w:ascii="Arial" w:hAnsi="Arial" w:cs="Arial"/>
          <w:color w:val="000000"/>
          <w:sz w:val="18"/>
          <w:szCs w:val="18"/>
        </w:rPr>
        <w:t xml:space="preserve"> is many-to-many. One </w:t>
      </w:r>
      <w:r w:rsidR="00B63233" w:rsidRPr="00235172">
        <w:rPr>
          <w:rFonts w:ascii="Arial" w:hAnsi="Arial" w:cs="Arial"/>
          <w:color w:val="000000"/>
          <w:sz w:val="18"/>
          <w:szCs w:val="18"/>
        </w:rPr>
        <w:t xml:space="preserve">BusinessRole </w:t>
      </w:r>
      <w:r w:rsidR="002A4BF7" w:rsidRPr="00235172">
        <w:rPr>
          <w:rFonts w:ascii="Arial" w:hAnsi="Arial" w:cs="Arial"/>
          <w:color w:val="000000"/>
          <w:sz w:val="18"/>
          <w:szCs w:val="18"/>
        </w:rPr>
        <w:t>(</w:t>
      </w:r>
      <w:r w:rsidR="001F7B99" w:rsidRPr="00235172">
        <w:rPr>
          <w:rFonts w:ascii="Arial" w:hAnsi="Arial" w:cs="Arial"/>
          <w:color w:val="000000"/>
          <w:sz w:val="18"/>
          <w:szCs w:val="18"/>
        </w:rPr>
        <w:t>that is</w:t>
      </w:r>
      <w:r w:rsidR="002A4BF7" w:rsidRPr="00235172">
        <w:rPr>
          <w:rFonts w:ascii="Arial" w:hAnsi="Arial" w:cs="Arial"/>
          <w:color w:val="000000"/>
          <w:sz w:val="18"/>
          <w:szCs w:val="18"/>
        </w:rPr>
        <w:t xml:space="preserve">, a person) can </w:t>
      </w:r>
      <w:r w:rsidR="00A05057" w:rsidRPr="00235172">
        <w:rPr>
          <w:rFonts w:ascii="Arial" w:hAnsi="Arial" w:cs="Arial"/>
          <w:color w:val="000000"/>
          <w:sz w:val="18"/>
          <w:szCs w:val="18"/>
        </w:rPr>
        <w:t>be involved as</w:t>
      </w:r>
      <w:r w:rsidR="002A4BF7" w:rsidRPr="00235172">
        <w:rPr>
          <w:rFonts w:ascii="Arial" w:hAnsi="Arial" w:cs="Arial"/>
          <w:color w:val="000000"/>
          <w:sz w:val="18"/>
          <w:szCs w:val="18"/>
        </w:rPr>
        <w:t xml:space="preserve"> different </w:t>
      </w:r>
      <w:r w:rsidR="00B63233" w:rsidRPr="00235172">
        <w:rPr>
          <w:rFonts w:ascii="Arial" w:hAnsi="Arial" w:cs="Arial"/>
          <w:color w:val="000000"/>
          <w:sz w:val="18"/>
          <w:szCs w:val="18"/>
        </w:rPr>
        <w:t>Participants</w:t>
      </w:r>
      <w:r w:rsidR="002A4BF7" w:rsidRPr="00235172">
        <w:rPr>
          <w:rFonts w:ascii="Arial" w:hAnsi="Arial" w:cs="Arial"/>
          <w:color w:val="000000"/>
          <w:sz w:val="18"/>
          <w:szCs w:val="18"/>
        </w:rPr>
        <w:t xml:space="preserve"> at different moments in tim</w:t>
      </w:r>
      <w:r w:rsidR="005C4627" w:rsidRPr="00235172">
        <w:rPr>
          <w:rFonts w:ascii="Arial" w:hAnsi="Arial" w:cs="Arial"/>
          <w:color w:val="000000"/>
          <w:sz w:val="18"/>
          <w:szCs w:val="18"/>
        </w:rPr>
        <w:t xml:space="preserve">e or at the same time: "user", </w:t>
      </w:r>
      <w:r w:rsidRPr="00235172">
        <w:rPr>
          <w:rFonts w:ascii="Arial" w:hAnsi="Arial" w:cs="Arial"/>
          <w:color w:val="000000"/>
          <w:sz w:val="18"/>
          <w:szCs w:val="18"/>
        </w:rPr>
        <w:t>"</w:t>
      </w:r>
      <w:r w:rsidR="002A4BF7" w:rsidRPr="00235172">
        <w:rPr>
          <w:rFonts w:ascii="Arial" w:hAnsi="Arial" w:cs="Arial"/>
          <w:color w:val="000000"/>
          <w:sz w:val="18"/>
          <w:szCs w:val="18"/>
        </w:rPr>
        <w:t>debtor</w:t>
      </w:r>
      <w:r w:rsidRPr="00235172">
        <w:rPr>
          <w:rFonts w:ascii="Arial" w:hAnsi="Arial" w:cs="Arial"/>
          <w:color w:val="000000"/>
          <w:sz w:val="18"/>
          <w:szCs w:val="18"/>
        </w:rPr>
        <w:t>”</w:t>
      </w:r>
      <w:r w:rsidR="002A4BF7" w:rsidRPr="00235172">
        <w:rPr>
          <w:rFonts w:ascii="Arial" w:hAnsi="Arial" w:cs="Arial"/>
          <w:color w:val="000000"/>
          <w:sz w:val="18"/>
          <w:szCs w:val="18"/>
        </w:rPr>
        <w:t>, "cr</w:t>
      </w:r>
      <w:r w:rsidR="005C4627" w:rsidRPr="00235172">
        <w:rPr>
          <w:rFonts w:ascii="Arial" w:hAnsi="Arial" w:cs="Arial"/>
          <w:color w:val="000000"/>
          <w:sz w:val="18"/>
          <w:szCs w:val="18"/>
        </w:rPr>
        <w:t xml:space="preserve">editor", "investor", etc. </w:t>
      </w:r>
      <w:r w:rsidR="00A05057" w:rsidRPr="00235172">
        <w:rPr>
          <w:rFonts w:ascii="Arial" w:hAnsi="Arial" w:cs="Arial"/>
          <w:color w:val="000000"/>
          <w:sz w:val="18"/>
          <w:szCs w:val="18"/>
        </w:rPr>
        <w:t>D</w:t>
      </w:r>
      <w:r w:rsidR="002A4BF7" w:rsidRPr="00235172">
        <w:rPr>
          <w:rFonts w:ascii="Arial" w:hAnsi="Arial" w:cs="Arial"/>
          <w:color w:val="000000"/>
          <w:sz w:val="18"/>
          <w:szCs w:val="18"/>
        </w:rPr>
        <w:t xml:space="preserve">ifferent </w:t>
      </w:r>
      <w:r w:rsidR="00B63233" w:rsidRPr="00235172">
        <w:rPr>
          <w:rFonts w:ascii="Arial" w:hAnsi="Arial" w:cs="Arial"/>
          <w:color w:val="000000"/>
          <w:sz w:val="18"/>
          <w:szCs w:val="18"/>
        </w:rPr>
        <w:t>BusinessRoles</w:t>
      </w:r>
      <w:r w:rsidR="00A05057" w:rsidRPr="00235172">
        <w:rPr>
          <w:rFonts w:ascii="Arial" w:hAnsi="Arial" w:cs="Arial"/>
          <w:color w:val="000000"/>
          <w:sz w:val="18"/>
          <w:szCs w:val="18"/>
        </w:rPr>
        <w:t xml:space="preserve"> can be involved as the same Participant.</w:t>
      </w:r>
    </w:p>
    <w:p w14:paraId="1EEBB91E" w14:textId="4C467437" w:rsidR="002A4BF7" w:rsidRPr="00235172" w:rsidRDefault="002A4BF7" w:rsidP="002A4BF7">
      <w:pPr>
        <w:autoSpaceDE w:val="0"/>
        <w:autoSpaceDN w:val="0"/>
        <w:adjustRightInd w:val="0"/>
        <w:spacing w:before="120"/>
        <w:jc w:val="both"/>
        <w:rPr>
          <w:rFonts w:ascii="Arial" w:hAnsi="Arial" w:cs="Arial"/>
          <w:sz w:val="18"/>
          <w:szCs w:val="18"/>
        </w:rPr>
      </w:pPr>
      <w:r w:rsidRPr="00235172">
        <w:rPr>
          <w:rFonts w:ascii="Arial" w:hAnsi="Arial" w:cs="Arial"/>
          <w:sz w:val="18"/>
          <w:szCs w:val="18"/>
        </w:rPr>
        <w:t xml:space="preserve">In the context of </w:t>
      </w:r>
      <w:r w:rsidR="0064238F" w:rsidRPr="00235172">
        <w:rPr>
          <w:rFonts w:ascii="Arial" w:hAnsi="Arial" w:cs="Arial"/>
          <w:sz w:val="18"/>
          <w:szCs w:val="18"/>
        </w:rPr>
        <w:t xml:space="preserve">the </w:t>
      </w:r>
      <w:r w:rsidR="00B56B19">
        <w:rPr>
          <w:rFonts w:ascii="Arial" w:hAnsi="Arial" w:cs="Arial"/>
          <w:sz w:val="18"/>
          <w:szCs w:val="18"/>
        </w:rPr>
        <w:t>Internalised Settlement</w:t>
      </w:r>
      <w:r w:rsidR="0064238F" w:rsidRPr="00235172">
        <w:rPr>
          <w:rFonts w:ascii="Arial" w:hAnsi="Arial" w:cs="Arial"/>
          <w:sz w:val="18"/>
          <w:szCs w:val="18"/>
        </w:rPr>
        <w:t xml:space="preserve"> reporting</w:t>
      </w:r>
      <w:r w:rsidRPr="00235172">
        <w:rPr>
          <w:rFonts w:ascii="Arial" w:hAnsi="Arial" w:cs="Arial"/>
          <w:sz w:val="18"/>
          <w:szCs w:val="18"/>
        </w:rPr>
        <w:t xml:space="preserve">, the high-level </w:t>
      </w:r>
      <w:r w:rsidR="00A05057" w:rsidRPr="00235172">
        <w:rPr>
          <w:rFonts w:ascii="Arial" w:hAnsi="Arial" w:cs="Arial"/>
          <w:sz w:val="18"/>
          <w:szCs w:val="18"/>
        </w:rPr>
        <w:t>B</w:t>
      </w:r>
      <w:r w:rsidRPr="00235172">
        <w:rPr>
          <w:rFonts w:ascii="Arial" w:hAnsi="Arial" w:cs="Arial"/>
          <w:sz w:val="18"/>
          <w:szCs w:val="18"/>
        </w:rPr>
        <w:t>usiness</w:t>
      </w:r>
      <w:r w:rsidR="00A05057" w:rsidRPr="00235172">
        <w:rPr>
          <w:rFonts w:ascii="Arial" w:hAnsi="Arial" w:cs="Arial"/>
          <w:sz w:val="18"/>
          <w:szCs w:val="18"/>
        </w:rPr>
        <w:t>R</w:t>
      </w:r>
      <w:r w:rsidRPr="00235172">
        <w:rPr>
          <w:rFonts w:ascii="Arial" w:hAnsi="Arial" w:cs="Arial"/>
          <w:sz w:val="18"/>
          <w:szCs w:val="18"/>
        </w:rPr>
        <w:t xml:space="preserve">oles and typical </w:t>
      </w:r>
      <w:r w:rsidR="00A05057" w:rsidRPr="00235172">
        <w:rPr>
          <w:rFonts w:ascii="Arial" w:hAnsi="Arial" w:cs="Arial"/>
          <w:sz w:val="18"/>
          <w:szCs w:val="18"/>
        </w:rPr>
        <w:t>Participants</w:t>
      </w:r>
      <w:r w:rsidRPr="00235172">
        <w:rPr>
          <w:rFonts w:ascii="Arial" w:hAnsi="Arial" w:cs="Arial"/>
          <w:sz w:val="18"/>
          <w:szCs w:val="18"/>
        </w:rPr>
        <w:t xml:space="preserve"> can be represented as follows.</w:t>
      </w:r>
    </w:p>
    <w:p w14:paraId="62E83CB9" w14:textId="0557F130" w:rsidR="00255B1B" w:rsidRDefault="00B56BBA" w:rsidP="00B47CA5">
      <w:pPr>
        <w:autoSpaceDE w:val="0"/>
        <w:autoSpaceDN w:val="0"/>
        <w:adjustRightInd w:val="0"/>
        <w:spacing w:before="120"/>
        <w:jc w:val="center"/>
        <w:rPr>
          <w:rFonts w:ascii="Arial" w:hAnsi="Arial" w:cs="Arial"/>
          <w:color w:val="0070C0"/>
        </w:rPr>
      </w:pPr>
      <w:r w:rsidRPr="00B56BBA">
        <w:rPr>
          <w:noProof/>
          <w:lang w:eastAsia="en-GB"/>
        </w:rPr>
        <w:drawing>
          <wp:inline distT="0" distB="0" distL="0" distR="0" wp14:anchorId="05366B95" wp14:editId="4FF501EE">
            <wp:extent cx="5904865" cy="225229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865" cy="2252295"/>
                    </a:xfrm>
                    <a:prstGeom prst="rect">
                      <a:avLst/>
                    </a:prstGeom>
                    <a:noFill/>
                    <a:ln>
                      <a:noFill/>
                    </a:ln>
                  </pic:spPr>
                </pic:pic>
              </a:graphicData>
            </a:graphic>
          </wp:inline>
        </w:drawing>
      </w:r>
    </w:p>
    <w:p w14:paraId="2089C726" w14:textId="77777777" w:rsidR="00164763" w:rsidRPr="00714DA9" w:rsidRDefault="00164763" w:rsidP="00164763">
      <w:pPr>
        <w:pStyle w:val="Heading2"/>
        <w:tabs>
          <w:tab w:val="num" w:pos="1134"/>
        </w:tabs>
        <w:spacing w:before="240"/>
        <w:ind w:left="1008" w:hanging="1008"/>
      </w:pPr>
      <w:bookmarkStart w:id="25" w:name="_Toc468890014"/>
      <w:bookmarkStart w:id="26" w:name="_Toc526925924"/>
      <w:r>
        <w:t xml:space="preserve">Participants and </w:t>
      </w:r>
      <w:r w:rsidRPr="00F80208">
        <w:t>BusinessRoles</w:t>
      </w:r>
      <w:r>
        <w:t xml:space="preserve"> Definitions</w:t>
      </w:r>
      <w:bookmarkEnd w:id="25"/>
      <w:bookmarkEnd w:id="26"/>
    </w:p>
    <w:p w14:paraId="707EC883" w14:textId="4ADF3D0E" w:rsidR="00E079F8" w:rsidRPr="00E079F8" w:rsidRDefault="00051E48" w:rsidP="00051E48">
      <w:pPr>
        <w:autoSpaceDE w:val="0"/>
        <w:autoSpaceDN w:val="0"/>
        <w:adjustRightInd w:val="0"/>
        <w:spacing w:before="120"/>
        <w:rPr>
          <w:rFonts w:ascii="Arial" w:hAnsi="Arial" w:cs="Arial"/>
          <w:b/>
          <w:sz w:val="18"/>
          <w:szCs w:val="18"/>
        </w:rPr>
      </w:pPr>
      <w:r w:rsidRPr="00E079F8">
        <w:rPr>
          <w:rFonts w:ascii="Arial" w:hAnsi="Arial" w:cs="Arial"/>
          <w:b/>
          <w:sz w:val="18"/>
          <w:szCs w:val="18"/>
        </w:rPr>
        <w:t>Internalised Settlement Data</w:t>
      </w:r>
    </w:p>
    <w:tbl>
      <w:tblPr>
        <w:tblStyle w:val="TableGrid"/>
        <w:tblW w:w="5000" w:type="pct"/>
        <w:jc w:val="center"/>
        <w:tblLook w:val="01E0" w:firstRow="1" w:lastRow="1" w:firstColumn="1" w:lastColumn="1" w:noHBand="0" w:noVBand="0"/>
      </w:tblPr>
      <w:tblGrid>
        <w:gridCol w:w="2620"/>
        <w:gridCol w:w="6895"/>
      </w:tblGrid>
      <w:tr w:rsidR="00451F31" w:rsidRPr="00880B8A" w14:paraId="294F61C0" w14:textId="77777777" w:rsidTr="00051E48">
        <w:trPr>
          <w:tblHeader/>
          <w:jc w:val="center"/>
        </w:trPr>
        <w:tc>
          <w:tcPr>
            <w:tcW w:w="5000" w:type="pct"/>
            <w:gridSpan w:val="2"/>
            <w:shd w:val="clear" w:color="auto" w:fill="FFFFFF" w:themeFill="background1"/>
          </w:tcPr>
          <w:p w14:paraId="291F1AAF" w14:textId="77777777" w:rsidR="00451F31" w:rsidRPr="00235172" w:rsidRDefault="00001017" w:rsidP="00001017">
            <w:pPr>
              <w:spacing w:before="0"/>
              <w:jc w:val="center"/>
              <w:rPr>
                <w:rFonts w:ascii="Arial" w:hAnsi="Arial" w:cs="Arial"/>
                <w:b/>
                <w:color w:val="000000" w:themeColor="text1"/>
                <w:sz w:val="18"/>
              </w:rPr>
            </w:pPr>
            <w:r w:rsidRPr="00235172">
              <w:rPr>
                <w:rFonts w:ascii="Arial" w:hAnsi="Arial" w:cs="Arial"/>
                <w:b/>
                <w:color w:val="000000" w:themeColor="text1"/>
                <w:sz w:val="18"/>
              </w:rPr>
              <w:t xml:space="preserve">Participants and </w:t>
            </w:r>
            <w:r w:rsidR="00E633E0" w:rsidRPr="00235172">
              <w:rPr>
                <w:rFonts w:ascii="Arial" w:hAnsi="Arial" w:cs="Arial"/>
                <w:b/>
                <w:color w:val="000000" w:themeColor="text1"/>
                <w:sz w:val="18"/>
              </w:rPr>
              <w:t>Business</w:t>
            </w:r>
            <w:r w:rsidR="00451F31" w:rsidRPr="00235172">
              <w:rPr>
                <w:rFonts w:ascii="Arial" w:hAnsi="Arial" w:cs="Arial"/>
                <w:b/>
                <w:color w:val="000000" w:themeColor="text1"/>
                <w:sz w:val="18"/>
              </w:rPr>
              <w:t>Roles definitions</w:t>
            </w:r>
          </w:p>
        </w:tc>
      </w:tr>
      <w:tr w:rsidR="00451F31" w:rsidRPr="00880B8A" w14:paraId="116E8628" w14:textId="77777777" w:rsidTr="00051E48">
        <w:trPr>
          <w:trHeight w:val="339"/>
          <w:tblHeader/>
          <w:jc w:val="center"/>
        </w:trPr>
        <w:tc>
          <w:tcPr>
            <w:tcW w:w="1377" w:type="pct"/>
            <w:tcBorders>
              <w:bottom w:val="single" w:sz="4" w:space="0" w:color="auto"/>
            </w:tcBorders>
            <w:shd w:val="clear" w:color="auto" w:fill="FFFFFF" w:themeFill="background1"/>
          </w:tcPr>
          <w:p w14:paraId="6565C2BD"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Description</w:t>
            </w:r>
          </w:p>
        </w:tc>
        <w:tc>
          <w:tcPr>
            <w:tcW w:w="3623" w:type="pct"/>
            <w:tcBorders>
              <w:bottom w:val="single" w:sz="4" w:space="0" w:color="auto"/>
            </w:tcBorders>
            <w:shd w:val="clear" w:color="auto" w:fill="FFFFFF" w:themeFill="background1"/>
          </w:tcPr>
          <w:p w14:paraId="0BECAB26"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Definition</w:t>
            </w:r>
          </w:p>
        </w:tc>
      </w:tr>
      <w:tr w:rsidR="00066628" w:rsidRPr="00880B8A" w14:paraId="7BDBE8AB" w14:textId="77777777" w:rsidTr="00051E48">
        <w:trPr>
          <w:jc w:val="center"/>
        </w:trPr>
        <w:tc>
          <w:tcPr>
            <w:tcW w:w="5000" w:type="pct"/>
            <w:gridSpan w:val="2"/>
            <w:tcBorders>
              <w:bottom w:val="single" w:sz="4" w:space="0" w:color="auto"/>
            </w:tcBorders>
            <w:shd w:val="clear" w:color="auto" w:fill="D9D9D9" w:themeFill="background1" w:themeFillShade="D9"/>
          </w:tcPr>
          <w:p w14:paraId="581D6C98" w14:textId="77777777" w:rsidR="00066628" w:rsidRPr="001E276D" w:rsidRDefault="00001017" w:rsidP="00D95737">
            <w:pPr>
              <w:spacing w:before="0"/>
              <w:rPr>
                <w:rFonts w:ascii="Arial" w:eastAsia="Times New Roman" w:hAnsi="Arial" w:cs="Arial"/>
                <w:b/>
                <w:color w:val="000000" w:themeColor="text1"/>
                <w:sz w:val="18"/>
                <w:lang w:val="en-US"/>
              </w:rPr>
            </w:pPr>
            <w:r w:rsidRPr="00164763">
              <w:rPr>
                <w:rFonts w:ascii="Arial" w:hAnsi="Arial" w:cs="Arial"/>
                <w:b/>
                <w:color w:val="000000" w:themeColor="text1"/>
                <w:sz w:val="18"/>
              </w:rPr>
              <w:t>Participants</w:t>
            </w:r>
          </w:p>
        </w:tc>
      </w:tr>
      <w:tr w:rsidR="00464D37" w:rsidRPr="00880B8A" w14:paraId="5F1797C7" w14:textId="77777777" w:rsidTr="00051E48">
        <w:trPr>
          <w:jc w:val="center"/>
        </w:trPr>
        <w:tc>
          <w:tcPr>
            <w:tcW w:w="1377" w:type="pct"/>
            <w:shd w:val="clear" w:color="auto" w:fill="auto"/>
          </w:tcPr>
          <w:p w14:paraId="38B254BB" w14:textId="27268F14" w:rsidR="00464D37" w:rsidRPr="00D04B4B" w:rsidRDefault="00464D37" w:rsidP="006C64EC">
            <w:pPr>
              <w:pStyle w:val="TableText0"/>
              <w:jc w:val="both"/>
              <w:rPr>
                <w:rFonts w:cs="Arial"/>
                <w:color w:val="000000" w:themeColor="text1"/>
                <w:sz w:val="18"/>
                <w:szCs w:val="18"/>
              </w:rPr>
            </w:pPr>
            <w:r>
              <w:rPr>
                <w:rFonts w:cs="Arial"/>
                <w:color w:val="000000" w:themeColor="text1"/>
                <w:sz w:val="18"/>
                <w:szCs w:val="18"/>
              </w:rPr>
              <w:t>Reporting Entity</w:t>
            </w:r>
          </w:p>
        </w:tc>
        <w:tc>
          <w:tcPr>
            <w:tcW w:w="3623" w:type="pct"/>
            <w:shd w:val="clear" w:color="auto" w:fill="auto"/>
          </w:tcPr>
          <w:p w14:paraId="2C694F65" w14:textId="3C819478" w:rsidR="00464D37" w:rsidRPr="00464D37" w:rsidRDefault="00464D37" w:rsidP="00464D37">
            <w:pPr>
              <w:pStyle w:val="TableText0"/>
              <w:tabs>
                <w:tab w:val="left" w:pos="1770"/>
              </w:tabs>
              <w:jc w:val="both"/>
              <w:rPr>
                <w:rFonts w:cs="Arial"/>
                <w:color w:val="000000" w:themeColor="text1"/>
                <w:sz w:val="18"/>
                <w:szCs w:val="18"/>
              </w:rPr>
            </w:pPr>
            <w:r w:rsidRPr="00464D37">
              <w:rPr>
                <w:rFonts w:cs="Arial"/>
                <w:color w:val="000000" w:themeColor="text1"/>
                <w:sz w:val="18"/>
                <w:szCs w:val="18"/>
              </w:rPr>
              <w:t xml:space="preserve">Any entity that has to report under the scope of </w:t>
            </w:r>
            <w:r>
              <w:rPr>
                <w:rFonts w:cs="Arial"/>
                <w:color w:val="000000" w:themeColor="text1"/>
                <w:sz w:val="18"/>
                <w:szCs w:val="18"/>
              </w:rPr>
              <w:t>Article 9(1) of CSDR</w:t>
            </w:r>
            <w:r w:rsidRPr="00464D37">
              <w:rPr>
                <w:rFonts w:cs="Arial"/>
                <w:color w:val="000000" w:themeColor="text1"/>
                <w:sz w:val="18"/>
                <w:szCs w:val="18"/>
              </w:rPr>
              <w:t xml:space="preserve">. This data is reported through the </w:t>
            </w:r>
            <w:r>
              <w:rPr>
                <w:rFonts w:cs="Arial"/>
                <w:color w:val="000000" w:themeColor="text1"/>
                <w:sz w:val="18"/>
                <w:szCs w:val="18"/>
              </w:rPr>
              <w:t>responsible CA</w:t>
            </w:r>
            <w:r w:rsidRPr="00464D37">
              <w:rPr>
                <w:rFonts w:cs="Arial"/>
                <w:color w:val="000000" w:themeColor="text1"/>
                <w:sz w:val="18"/>
                <w:szCs w:val="18"/>
              </w:rPr>
              <w:t>.</w:t>
            </w:r>
          </w:p>
        </w:tc>
      </w:tr>
      <w:tr w:rsidR="00FF6280" w:rsidRPr="00880B8A" w14:paraId="6CC0B431" w14:textId="77777777" w:rsidTr="00051E48">
        <w:trPr>
          <w:jc w:val="center"/>
        </w:trPr>
        <w:tc>
          <w:tcPr>
            <w:tcW w:w="1377" w:type="pct"/>
            <w:shd w:val="clear" w:color="auto" w:fill="auto"/>
          </w:tcPr>
          <w:p w14:paraId="3E79E613" w14:textId="77777777"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Competent Authority</w:t>
            </w:r>
          </w:p>
        </w:tc>
        <w:tc>
          <w:tcPr>
            <w:tcW w:w="3623" w:type="pct"/>
            <w:shd w:val="clear" w:color="auto" w:fill="auto"/>
          </w:tcPr>
          <w:p w14:paraId="657C4DC7" w14:textId="3EEA1CF3" w:rsidR="00FF6280" w:rsidRPr="00D04B4B" w:rsidRDefault="00464D37" w:rsidP="00464D37">
            <w:pPr>
              <w:pStyle w:val="TableText0"/>
              <w:jc w:val="both"/>
              <w:rPr>
                <w:rFonts w:cs="Arial"/>
                <w:color w:val="000000" w:themeColor="text1"/>
                <w:sz w:val="18"/>
                <w:szCs w:val="18"/>
              </w:rPr>
            </w:pPr>
            <w:r w:rsidRPr="00464D37">
              <w:rPr>
                <w:rFonts w:cs="Arial"/>
                <w:color w:val="000000" w:themeColor="text1"/>
                <w:sz w:val="18"/>
                <w:szCs w:val="18"/>
              </w:rPr>
              <w:t>Entity which regulates reporting entities and collects and transmits data to ESMA</w:t>
            </w:r>
            <w:r>
              <w:rPr>
                <w:rFonts w:cs="Arial"/>
                <w:color w:val="000000" w:themeColor="text1"/>
                <w:sz w:val="18"/>
                <w:szCs w:val="18"/>
              </w:rPr>
              <w:t>.</w:t>
            </w:r>
          </w:p>
        </w:tc>
      </w:tr>
      <w:tr w:rsidR="00FF6280" w:rsidRPr="00880B8A" w14:paraId="40E6DDE4" w14:textId="77777777" w:rsidTr="00051E48">
        <w:trPr>
          <w:jc w:val="center"/>
        </w:trPr>
        <w:tc>
          <w:tcPr>
            <w:tcW w:w="1377" w:type="pct"/>
            <w:shd w:val="clear" w:color="auto" w:fill="auto"/>
          </w:tcPr>
          <w:p w14:paraId="37CDA108" w14:textId="77777777"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Supervisory Authority</w:t>
            </w:r>
          </w:p>
        </w:tc>
        <w:tc>
          <w:tcPr>
            <w:tcW w:w="3623" w:type="pct"/>
            <w:shd w:val="clear" w:color="auto" w:fill="auto"/>
          </w:tcPr>
          <w:p w14:paraId="66A772AA" w14:textId="17724D7C" w:rsidR="00FF6280" w:rsidRPr="00D04B4B" w:rsidRDefault="00FF6280" w:rsidP="004751F2">
            <w:pPr>
              <w:pStyle w:val="TableText0"/>
              <w:jc w:val="both"/>
              <w:rPr>
                <w:rFonts w:cs="Arial"/>
                <w:color w:val="000000" w:themeColor="text1"/>
                <w:sz w:val="18"/>
                <w:szCs w:val="18"/>
              </w:rPr>
            </w:pPr>
            <w:r w:rsidRPr="00D04B4B">
              <w:rPr>
                <w:rFonts w:cs="Arial"/>
                <w:color w:val="000000" w:themeColor="text1"/>
                <w:sz w:val="18"/>
                <w:szCs w:val="18"/>
              </w:rPr>
              <w:t>E</w:t>
            </w:r>
            <w:r w:rsidR="004C1862" w:rsidRPr="00D04B4B">
              <w:rPr>
                <w:rFonts w:cs="Arial"/>
                <w:color w:val="000000" w:themeColor="text1"/>
                <w:sz w:val="18"/>
                <w:szCs w:val="18"/>
              </w:rPr>
              <w:t xml:space="preserve">ntity </w:t>
            </w:r>
            <w:r w:rsidR="00872540" w:rsidRPr="00D04B4B">
              <w:rPr>
                <w:rFonts w:cs="Arial"/>
                <w:color w:val="000000" w:themeColor="text1"/>
                <w:sz w:val="18"/>
                <w:szCs w:val="18"/>
              </w:rPr>
              <w:t>which collects</w:t>
            </w:r>
            <w:r w:rsidR="004751F2">
              <w:rPr>
                <w:rFonts w:cs="Arial"/>
                <w:color w:val="000000" w:themeColor="text1"/>
                <w:sz w:val="18"/>
                <w:szCs w:val="18"/>
              </w:rPr>
              <w:t xml:space="preserve"> and </w:t>
            </w:r>
            <w:r w:rsidR="00464D37">
              <w:rPr>
                <w:rFonts w:cs="Arial"/>
                <w:color w:val="000000" w:themeColor="text1"/>
                <w:sz w:val="18"/>
                <w:szCs w:val="18"/>
              </w:rPr>
              <w:t>validates</w:t>
            </w:r>
            <w:r w:rsidR="008C414A" w:rsidRPr="00D04B4B">
              <w:rPr>
                <w:rFonts w:cs="Arial"/>
                <w:color w:val="000000" w:themeColor="text1"/>
                <w:sz w:val="18"/>
                <w:szCs w:val="18"/>
              </w:rPr>
              <w:t xml:space="preserve"> </w:t>
            </w:r>
            <w:r w:rsidR="00872540" w:rsidRPr="00D04B4B">
              <w:rPr>
                <w:rFonts w:cs="Arial"/>
                <w:color w:val="000000" w:themeColor="text1"/>
                <w:sz w:val="18"/>
                <w:szCs w:val="18"/>
              </w:rPr>
              <w:t>data from all competen</w:t>
            </w:r>
            <w:r w:rsidR="00E607F2" w:rsidRPr="00D04B4B">
              <w:rPr>
                <w:rFonts w:cs="Arial"/>
                <w:color w:val="000000" w:themeColor="text1"/>
                <w:sz w:val="18"/>
                <w:szCs w:val="18"/>
              </w:rPr>
              <w:t>t authorities</w:t>
            </w:r>
            <w:r w:rsidR="00872540" w:rsidRPr="00D04B4B">
              <w:rPr>
                <w:rFonts w:cs="Arial"/>
                <w:color w:val="000000" w:themeColor="text1"/>
                <w:sz w:val="18"/>
                <w:szCs w:val="18"/>
              </w:rPr>
              <w:t>.</w:t>
            </w:r>
          </w:p>
        </w:tc>
      </w:tr>
      <w:tr w:rsidR="00066628" w:rsidRPr="00880B8A" w14:paraId="3FACA5E1" w14:textId="77777777" w:rsidTr="00051E48">
        <w:trPr>
          <w:jc w:val="center"/>
        </w:trPr>
        <w:tc>
          <w:tcPr>
            <w:tcW w:w="5000" w:type="pct"/>
            <w:gridSpan w:val="2"/>
            <w:tcBorders>
              <w:bottom w:val="single" w:sz="4" w:space="0" w:color="auto"/>
            </w:tcBorders>
            <w:shd w:val="clear" w:color="auto" w:fill="D9D9D9" w:themeFill="background1" w:themeFillShade="D9"/>
          </w:tcPr>
          <w:p w14:paraId="73DB5083" w14:textId="3B32A76C" w:rsidR="00066628" w:rsidRPr="00EF34EF" w:rsidRDefault="00E633E0" w:rsidP="006C64EC">
            <w:pPr>
              <w:spacing w:before="0"/>
              <w:jc w:val="both"/>
              <w:rPr>
                <w:rFonts w:ascii="Arial" w:eastAsia="Times New Roman" w:hAnsi="Arial" w:cs="Arial"/>
                <w:b/>
                <w:color w:val="000000" w:themeColor="text1"/>
                <w:sz w:val="18"/>
                <w:szCs w:val="18"/>
              </w:rPr>
            </w:pPr>
            <w:r w:rsidRPr="00EF34EF">
              <w:rPr>
                <w:rFonts w:ascii="Arial" w:hAnsi="Arial" w:cs="Arial"/>
                <w:b/>
                <w:color w:val="000000" w:themeColor="text1"/>
                <w:sz w:val="18"/>
                <w:szCs w:val="18"/>
              </w:rPr>
              <w:t>Business</w:t>
            </w:r>
            <w:r w:rsidR="002D4FAB" w:rsidRPr="00EF34EF">
              <w:rPr>
                <w:rFonts w:ascii="Arial" w:hAnsi="Arial" w:cs="Arial"/>
                <w:b/>
                <w:color w:val="000000" w:themeColor="text1"/>
                <w:sz w:val="18"/>
                <w:szCs w:val="18"/>
              </w:rPr>
              <w:t>Role</w:t>
            </w:r>
            <w:r w:rsidR="00066628" w:rsidRPr="00EF34EF">
              <w:rPr>
                <w:rFonts w:ascii="Arial" w:hAnsi="Arial" w:cs="Arial"/>
                <w:b/>
                <w:color w:val="000000" w:themeColor="text1"/>
                <w:sz w:val="18"/>
                <w:szCs w:val="18"/>
              </w:rPr>
              <w:t>s</w:t>
            </w:r>
          </w:p>
        </w:tc>
      </w:tr>
      <w:tr w:rsidR="00FF6280" w:rsidRPr="00880B8A" w14:paraId="0E46F3B0" w14:textId="77777777" w:rsidTr="00051E48">
        <w:trPr>
          <w:jc w:val="center"/>
        </w:trPr>
        <w:tc>
          <w:tcPr>
            <w:tcW w:w="1377" w:type="pct"/>
          </w:tcPr>
          <w:p w14:paraId="5D647EFB" w14:textId="77777777" w:rsidR="00FF6280" w:rsidRPr="00D04B4B" w:rsidRDefault="00FF6280" w:rsidP="006C64EC">
            <w:pPr>
              <w:pStyle w:val="TableText0"/>
              <w:jc w:val="both"/>
              <w:rPr>
                <w:rFonts w:cs="Arial"/>
                <w:sz w:val="18"/>
                <w:szCs w:val="18"/>
              </w:rPr>
            </w:pPr>
            <w:r w:rsidRPr="00D04B4B">
              <w:rPr>
                <w:rFonts w:cs="Arial"/>
                <w:sz w:val="18"/>
                <w:szCs w:val="18"/>
              </w:rPr>
              <w:t>ESMA</w:t>
            </w:r>
          </w:p>
        </w:tc>
        <w:tc>
          <w:tcPr>
            <w:tcW w:w="3623" w:type="pct"/>
          </w:tcPr>
          <w:p w14:paraId="20D45ED6" w14:textId="088DC421" w:rsidR="00FF6280" w:rsidRPr="00D04B4B" w:rsidRDefault="00FF6280" w:rsidP="006C64EC">
            <w:pPr>
              <w:pStyle w:val="TableText0"/>
              <w:jc w:val="both"/>
              <w:rPr>
                <w:rFonts w:cs="Arial"/>
                <w:sz w:val="18"/>
                <w:szCs w:val="18"/>
              </w:rPr>
            </w:pPr>
            <w:r w:rsidRPr="00D04B4B">
              <w:rPr>
                <w:rFonts w:cs="Arial"/>
                <w:sz w:val="18"/>
                <w:szCs w:val="18"/>
              </w:rPr>
              <w:t>European S</w:t>
            </w:r>
            <w:r w:rsidR="008C414A" w:rsidRPr="00D04B4B">
              <w:rPr>
                <w:rFonts w:cs="Arial"/>
                <w:sz w:val="18"/>
                <w:szCs w:val="18"/>
              </w:rPr>
              <w:t xml:space="preserve">ecurities and Markets Authority. </w:t>
            </w:r>
            <w:r w:rsidRPr="00D04B4B">
              <w:rPr>
                <w:rFonts w:cs="Arial"/>
                <w:sz w:val="18"/>
                <w:szCs w:val="18"/>
              </w:rPr>
              <w:t>A Supervisory Authority performing regulatory tasks.</w:t>
            </w:r>
          </w:p>
        </w:tc>
      </w:tr>
      <w:tr w:rsidR="00FF6280" w:rsidRPr="00880B8A" w14:paraId="186378CA" w14:textId="77777777" w:rsidTr="00051E48">
        <w:trPr>
          <w:jc w:val="center"/>
        </w:trPr>
        <w:tc>
          <w:tcPr>
            <w:tcW w:w="1377" w:type="pct"/>
          </w:tcPr>
          <w:p w14:paraId="52FF71E7" w14:textId="77777777" w:rsidR="00FF6280" w:rsidRPr="00D04B4B" w:rsidRDefault="00FF6280" w:rsidP="006C64EC">
            <w:pPr>
              <w:pStyle w:val="TableText0"/>
              <w:jc w:val="both"/>
              <w:rPr>
                <w:rFonts w:cs="Arial"/>
                <w:sz w:val="18"/>
                <w:szCs w:val="18"/>
              </w:rPr>
            </w:pPr>
            <w:r w:rsidRPr="00D04B4B">
              <w:rPr>
                <w:rFonts w:cs="Arial"/>
                <w:sz w:val="18"/>
                <w:szCs w:val="18"/>
              </w:rPr>
              <w:t>NCA</w:t>
            </w:r>
          </w:p>
        </w:tc>
        <w:tc>
          <w:tcPr>
            <w:tcW w:w="3623" w:type="pct"/>
          </w:tcPr>
          <w:p w14:paraId="2CC18DA3" w14:textId="01BF7A13" w:rsidR="00FF6280" w:rsidRPr="00D04B4B" w:rsidRDefault="00FF6280" w:rsidP="00467DE6">
            <w:pPr>
              <w:pStyle w:val="TableText0"/>
              <w:jc w:val="both"/>
              <w:rPr>
                <w:rFonts w:cs="Arial"/>
                <w:sz w:val="18"/>
                <w:szCs w:val="18"/>
              </w:rPr>
            </w:pPr>
            <w:r w:rsidRPr="00D04B4B">
              <w:rPr>
                <w:rFonts w:cs="Arial"/>
                <w:sz w:val="18"/>
                <w:szCs w:val="18"/>
              </w:rPr>
              <w:t xml:space="preserve">National Competent Authority </w:t>
            </w:r>
            <w:r w:rsidR="00467DE6" w:rsidRPr="00467DE6">
              <w:rPr>
                <w:rFonts w:cs="Arial"/>
                <w:sz w:val="18"/>
                <w:szCs w:val="18"/>
              </w:rPr>
              <w:t>Competent Authority designated by each Member State in accordance with Article 11 of CSDR</w:t>
            </w:r>
            <w:r w:rsidR="008C414A" w:rsidRPr="00D04B4B">
              <w:rPr>
                <w:rFonts w:cs="Arial"/>
                <w:sz w:val="18"/>
                <w:szCs w:val="18"/>
              </w:rPr>
              <w:t>.</w:t>
            </w:r>
          </w:p>
        </w:tc>
      </w:tr>
      <w:tr w:rsidR="00E01B78" w:rsidRPr="00880B8A" w14:paraId="63CDF8AB" w14:textId="77777777" w:rsidTr="00051E48">
        <w:trPr>
          <w:jc w:val="center"/>
        </w:trPr>
        <w:tc>
          <w:tcPr>
            <w:tcW w:w="1377" w:type="pct"/>
          </w:tcPr>
          <w:p w14:paraId="36A64529" w14:textId="6FC9B70C" w:rsidR="00E01B78" w:rsidRPr="00D04B4B" w:rsidRDefault="00E01B78" w:rsidP="006C64EC">
            <w:pPr>
              <w:pStyle w:val="TableText0"/>
              <w:jc w:val="both"/>
              <w:rPr>
                <w:rFonts w:cs="Arial"/>
                <w:sz w:val="18"/>
                <w:szCs w:val="18"/>
              </w:rPr>
            </w:pPr>
            <w:r>
              <w:rPr>
                <w:rFonts w:cs="Arial"/>
                <w:sz w:val="18"/>
                <w:szCs w:val="18"/>
              </w:rPr>
              <w:t>Settlement Internaliser</w:t>
            </w:r>
          </w:p>
        </w:tc>
        <w:tc>
          <w:tcPr>
            <w:tcW w:w="3623" w:type="pct"/>
          </w:tcPr>
          <w:p w14:paraId="23B7F8BC" w14:textId="1756B60C" w:rsidR="00E01B78" w:rsidRPr="00D04B4B" w:rsidRDefault="00E01B78" w:rsidP="00467DE6">
            <w:pPr>
              <w:pStyle w:val="TableText0"/>
              <w:jc w:val="both"/>
              <w:rPr>
                <w:rFonts w:cs="Arial"/>
                <w:sz w:val="18"/>
                <w:szCs w:val="18"/>
              </w:rPr>
            </w:pPr>
            <w:r>
              <w:rPr>
                <w:rFonts w:cs="Arial"/>
                <w:sz w:val="18"/>
                <w:szCs w:val="18"/>
              </w:rPr>
              <w:t xml:space="preserve">Entity </w:t>
            </w:r>
            <w:r w:rsidRPr="00E01B78">
              <w:rPr>
                <w:rFonts w:cs="Arial"/>
                <w:sz w:val="18"/>
                <w:szCs w:val="18"/>
              </w:rPr>
              <w:t>for which data is reported.</w:t>
            </w:r>
          </w:p>
        </w:tc>
      </w:tr>
    </w:tbl>
    <w:p w14:paraId="3B1D974E" w14:textId="6220A23D" w:rsidR="00451F31" w:rsidRDefault="00451F31" w:rsidP="002A4BF7">
      <w:pPr>
        <w:autoSpaceDE w:val="0"/>
        <w:autoSpaceDN w:val="0"/>
        <w:adjustRightInd w:val="0"/>
        <w:spacing w:before="120"/>
        <w:jc w:val="both"/>
        <w:rPr>
          <w:rFonts w:ascii="Arial" w:hAnsi="Arial" w:cs="Arial"/>
          <w:color w:val="0070C0"/>
          <w:sz w:val="20"/>
        </w:rPr>
      </w:pPr>
    </w:p>
    <w:p w14:paraId="4346669E" w14:textId="77777777" w:rsidR="00164763" w:rsidRDefault="00164763" w:rsidP="00164763">
      <w:pPr>
        <w:pStyle w:val="Heading2"/>
        <w:tabs>
          <w:tab w:val="num" w:pos="1134"/>
        </w:tabs>
        <w:spacing w:before="240"/>
        <w:ind w:left="1008" w:hanging="1008"/>
      </w:pPr>
      <w:bookmarkStart w:id="27" w:name="_Toc468890015"/>
      <w:bookmarkStart w:id="28" w:name="_Toc526925925"/>
      <w:r w:rsidRPr="00A72CAE">
        <w:t>BusinessRoles</w:t>
      </w:r>
      <w:r>
        <w:t xml:space="preserve"> and Participants </w:t>
      </w:r>
      <w:r w:rsidRPr="00F80208">
        <w:t>Table</w:t>
      </w:r>
      <w:bookmarkEnd w:id="27"/>
      <w:bookmarkEnd w:id="28"/>
    </w:p>
    <w:p w14:paraId="56667923" w14:textId="1FD0BDBC" w:rsidR="00051E48" w:rsidRPr="00880B8A" w:rsidRDefault="00051E48" w:rsidP="002A4BF7">
      <w:pPr>
        <w:autoSpaceDE w:val="0"/>
        <w:autoSpaceDN w:val="0"/>
        <w:adjustRightInd w:val="0"/>
        <w:spacing w:before="120"/>
        <w:jc w:val="both"/>
        <w:rPr>
          <w:rFonts w:ascii="Arial" w:hAnsi="Arial" w:cs="Arial"/>
          <w:color w:val="0070C0"/>
          <w:sz w:val="20"/>
        </w:rPr>
      </w:pPr>
    </w:p>
    <w:tbl>
      <w:tblPr>
        <w:tblStyle w:val="TableShaded1stRow"/>
        <w:tblW w:w="5000" w:type="pct"/>
        <w:tblInd w:w="0" w:type="dxa"/>
        <w:tblLook w:val="04A0" w:firstRow="1" w:lastRow="0" w:firstColumn="1" w:lastColumn="0" w:noHBand="0" w:noVBand="1"/>
      </w:tblPr>
      <w:tblGrid>
        <w:gridCol w:w="2375"/>
        <w:gridCol w:w="1928"/>
        <w:gridCol w:w="2211"/>
        <w:gridCol w:w="3001"/>
      </w:tblGrid>
      <w:tr w:rsidR="00201306" w:rsidRPr="00880B8A" w14:paraId="2C4B4FFD" w14:textId="77777777" w:rsidTr="00051E48">
        <w:trPr>
          <w:cnfStyle w:val="100000000000" w:firstRow="1" w:lastRow="0" w:firstColumn="0" w:lastColumn="0" w:oddVBand="0" w:evenVBand="0" w:oddHBand="0" w:evenHBand="0" w:firstRowFirstColumn="0" w:firstRowLastColumn="0" w:lastRowFirstColumn="0" w:lastRowLastColumn="0"/>
        </w:trPr>
        <w:tc>
          <w:tcPr>
            <w:tcW w:w="1248" w:type="pct"/>
          </w:tcPr>
          <w:p w14:paraId="79424E78" w14:textId="77777777" w:rsidR="00201306" w:rsidRPr="00164763" w:rsidRDefault="00201306" w:rsidP="00872540">
            <w:pPr>
              <w:pStyle w:val="TableHeading"/>
              <w:rPr>
                <w:rFonts w:cs="Arial"/>
                <w:sz w:val="18"/>
                <w:szCs w:val="18"/>
              </w:rPr>
            </w:pPr>
            <w:r w:rsidRPr="00164763">
              <w:rPr>
                <w:rFonts w:cs="Arial"/>
                <w:sz w:val="18"/>
                <w:szCs w:val="18"/>
              </w:rPr>
              <w:t>BusinessRoles \ Participants</w:t>
            </w:r>
          </w:p>
        </w:tc>
        <w:tc>
          <w:tcPr>
            <w:tcW w:w="1013" w:type="pct"/>
          </w:tcPr>
          <w:p w14:paraId="021DED60" w14:textId="454D18BD" w:rsidR="00201306" w:rsidRPr="00164763" w:rsidRDefault="00201306" w:rsidP="00872540">
            <w:pPr>
              <w:pStyle w:val="TableHeading"/>
              <w:jc w:val="center"/>
              <w:rPr>
                <w:rFonts w:cs="Arial"/>
                <w:sz w:val="18"/>
                <w:szCs w:val="18"/>
              </w:rPr>
            </w:pPr>
            <w:r>
              <w:rPr>
                <w:rFonts w:cs="Arial"/>
                <w:sz w:val="18"/>
                <w:szCs w:val="18"/>
              </w:rPr>
              <w:t>Reporting Entity</w:t>
            </w:r>
          </w:p>
        </w:tc>
        <w:tc>
          <w:tcPr>
            <w:tcW w:w="1162" w:type="pct"/>
          </w:tcPr>
          <w:p w14:paraId="7FC94834" w14:textId="6FC20A9C" w:rsidR="00201306" w:rsidRPr="00164763" w:rsidRDefault="00201306" w:rsidP="00872540">
            <w:pPr>
              <w:pStyle w:val="TableHeading"/>
              <w:jc w:val="center"/>
              <w:rPr>
                <w:rFonts w:cs="Arial"/>
                <w:sz w:val="18"/>
                <w:szCs w:val="18"/>
              </w:rPr>
            </w:pPr>
            <w:r w:rsidRPr="00164763">
              <w:rPr>
                <w:rFonts w:cs="Arial"/>
                <w:sz w:val="18"/>
                <w:szCs w:val="18"/>
              </w:rPr>
              <w:t>Competent Authority</w:t>
            </w:r>
          </w:p>
        </w:tc>
        <w:tc>
          <w:tcPr>
            <w:tcW w:w="1577" w:type="pct"/>
          </w:tcPr>
          <w:p w14:paraId="67E3E168" w14:textId="77777777" w:rsidR="00201306" w:rsidRPr="00164763" w:rsidRDefault="00201306" w:rsidP="00872540">
            <w:pPr>
              <w:pStyle w:val="TableHeading"/>
              <w:jc w:val="center"/>
              <w:rPr>
                <w:rFonts w:cs="Arial"/>
                <w:sz w:val="18"/>
                <w:szCs w:val="18"/>
              </w:rPr>
            </w:pPr>
            <w:r w:rsidRPr="00164763">
              <w:rPr>
                <w:rFonts w:cs="Arial"/>
                <w:sz w:val="18"/>
                <w:szCs w:val="18"/>
              </w:rPr>
              <w:t>Supervisory Authority</w:t>
            </w:r>
          </w:p>
        </w:tc>
      </w:tr>
      <w:tr w:rsidR="00201306" w:rsidRPr="00880B8A" w14:paraId="41D6CF63" w14:textId="77777777" w:rsidTr="00051E48">
        <w:tc>
          <w:tcPr>
            <w:tcW w:w="1248" w:type="pct"/>
          </w:tcPr>
          <w:p w14:paraId="4E4E4520" w14:textId="52F6A9A9" w:rsidR="00201306" w:rsidRPr="00164763" w:rsidRDefault="00201306" w:rsidP="001E276D">
            <w:pPr>
              <w:pStyle w:val="TableText0"/>
              <w:rPr>
                <w:rFonts w:cs="Arial"/>
                <w:sz w:val="18"/>
                <w:szCs w:val="18"/>
              </w:rPr>
            </w:pPr>
            <w:r w:rsidRPr="00164763">
              <w:rPr>
                <w:rFonts w:cs="Arial"/>
                <w:sz w:val="18"/>
                <w:szCs w:val="18"/>
              </w:rPr>
              <w:t>ESMA</w:t>
            </w:r>
          </w:p>
        </w:tc>
        <w:tc>
          <w:tcPr>
            <w:tcW w:w="1013" w:type="pct"/>
          </w:tcPr>
          <w:p w14:paraId="0BB37822" w14:textId="77777777" w:rsidR="00201306" w:rsidRPr="00164763" w:rsidRDefault="00201306" w:rsidP="001E276D">
            <w:pPr>
              <w:pStyle w:val="TableTextCentre"/>
              <w:rPr>
                <w:rFonts w:cs="Arial"/>
                <w:sz w:val="18"/>
                <w:szCs w:val="18"/>
              </w:rPr>
            </w:pPr>
          </w:p>
        </w:tc>
        <w:tc>
          <w:tcPr>
            <w:tcW w:w="1162" w:type="pct"/>
          </w:tcPr>
          <w:p w14:paraId="2BBEB50B" w14:textId="5128222A" w:rsidR="00201306" w:rsidRPr="00164763" w:rsidRDefault="00201306" w:rsidP="001E276D">
            <w:pPr>
              <w:pStyle w:val="TableTextCentre"/>
              <w:rPr>
                <w:rFonts w:cs="Arial"/>
                <w:sz w:val="18"/>
                <w:szCs w:val="18"/>
              </w:rPr>
            </w:pPr>
          </w:p>
        </w:tc>
        <w:tc>
          <w:tcPr>
            <w:tcW w:w="1577" w:type="pct"/>
          </w:tcPr>
          <w:p w14:paraId="4E34275C" w14:textId="20F9C46B" w:rsidR="00201306" w:rsidRPr="00164763" w:rsidRDefault="00201306" w:rsidP="001E276D">
            <w:pPr>
              <w:pStyle w:val="TableTextCentre"/>
              <w:rPr>
                <w:rFonts w:cs="Arial"/>
                <w:sz w:val="18"/>
                <w:szCs w:val="18"/>
              </w:rPr>
            </w:pPr>
            <w:r w:rsidRPr="00164763">
              <w:rPr>
                <w:rFonts w:cs="Arial"/>
                <w:sz w:val="18"/>
                <w:szCs w:val="18"/>
              </w:rPr>
              <w:t>X</w:t>
            </w:r>
          </w:p>
        </w:tc>
      </w:tr>
      <w:tr w:rsidR="00201306" w:rsidRPr="00880B8A" w14:paraId="4FA9EEFD" w14:textId="77777777" w:rsidTr="00051E48">
        <w:tc>
          <w:tcPr>
            <w:tcW w:w="1248" w:type="pct"/>
          </w:tcPr>
          <w:p w14:paraId="1374F2D2" w14:textId="4E1B41F5" w:rsidR="00201306" w:rsidRPr="00164763" w:rsidRDefault="00201306" w:rsidP="00872540">
            <w:pPr>
              <w:pStyle w:val="TableText0"/>
              <w:rPr>
                <w:rFonts w:cs="Arial"/>
                <w:sz w:val="18"/>
                <w:szCs w:val="18"/>
              </w:rPr>
            </w:pPr>
            <w:r w:rsidRPr="00164763">
              <w:rPr>
                <w:rFonts w:cs="Arial"/>
                <w:sz w:val="18"/>
                <w:szCs w:val="18"/>
              </w:rPr>
              <w:t>NCA</w:t>
            </w:r>
          </w:p>
        </w:tc>
        <w:tc>
          <w:tcPr>
            <w:tcW w:w="1013" w:type="pct"/>
          </w:tcPr>
          <w:p w14:paraId="4F1DCCF8" w14:textId="31380C25" w:rsidR="00201306" w:rsidRPr="00164763" w:rsidRDefault="00201306" w:rsidP="00872540">
            <w:pPr>
              <w:pStyle w:val="TableTextCentre"/>
              <w:rPr>
                <w:rFonts w:cs="Arial"/>
                <w:sz w:val="18"/>
                <w:szCs w:val="18"/>
              </w:rPr>
            </w:pPr>
          </w:p>
        </w:tc>
        <w:tc>
          <w:tcPr>
            <w:tcW w:w="1162" w:type="pct"/>
          </w:tcPr>
          <w:p w14:paraId="08942401" w14:textId="7F1476C8" w:rsidR="00201306" w:rsidRPr="00164763" w:rsidRDefault="00201306" w:rsidP="00872540">
            <w:pPr>
              <w:pStyle w:val="TableTextCentre"/>
              <w:rPr>
                <w:rFonts w:cs="Arial"/>
                <w:sz w:val="18"/>
                <w:szCs w:val="18"/>
              </w:rPr>
            </w:pPr>
            <w:r w:rsidRPr="00164763">
              <w:rPr>
                <w:rFonts w:cs="Arial"/>
                <w:sz w:val="18"/>
                <w:szCs w:val="18"/>
              </w:rPr>
              <w:t>X</w:t>
            </w:r>
          </w:p>
        </w:tc>
        <w:tc>
          <w:tcPr>
            <w:tcW w:w="1577" w:type="pct"/>
          </w:tcPr>
          <w:p w14:paraId="3635F94E" w14:textId="77777777" w:rsidR="00201306" w:rsidRPr="00164763" w:rsidRDefault="00201306" w:rsidP="00872540">
            <w:pPr>
              <w:pStyle w:val="TableTextCentre"/>
              <w:rPr>
                <w:rFonts w:cs="Arial"/>
                <w:sz w:val="18"/>
                <w:szCs w:val="18"/>
              </w:rPr>
            </w:pPr>
          </w:p>
        </w:tc>
      </w:tr>
      <w:tr w:rsidR="00E01B78" w:rsidRPr="00880B8A" w14:paraId="14B2CDD4" w14:textId="77777777" w:rsidTr="00051E48">
        <w:tc>
          <w:tcPr>
            <w:tcW w:w="1248" w:type="pct"/>
          </w:tcPr>
          <w:p w14:paraId="4FE5CBA8" w14:textId="2A8EE907" w:rsidR="00E01B78" w:rsidRPr="00164763" w:rsidRDefault="00E01B78" w:rsidP="00872540">
            <w:pPr>
              <w:pStyle w:val="TableText0"/>
              <w:rPr>
                <w:rFonts w:cs="Arial"/>
                <w:sz w:val="18"/>
                <w:szCs w:val="18"/>
              </w:rPr>
            </w:pPr>
            <w:r>
              <w:rPr>
                <w:rFonts w:cs="Arial"/>
                <w:sz w:val="18"/>
                <w:szCs w:val="18"/>
              </w:rPr>
              <w:t>Settlement Internaliser</w:t>
            </w:r>
          </w:p>
        </w:tc>
        <w:tc>
          <w:tcPr>
            <w:tcW w:w="1013" w:type="pct"/>
          </w:tcPr>
          <w:p w14:paraId="3DC2D083" w14:textId="4E36BAD6" w:rsidR="00E01B78" w:rsidRDefault="00E01B78" w:rsidP="00872540">
            <w:pPr>
              <w:pStyle w:val="TableTextCentre"/>
              <w:rPr>
                <w:rFonts w:cs="Arial"/>
                <w:sz w:val="18"/>
                <w:szCs w:val="18"/>
              </w:rPr>
            </w:pPr>
            <w:r>
              <w:rPr>
                <w:rFonts w:cs="Arial"/>
                <w:sz w:val="18"/>
                <w:szCs w:val="18"/>
              </w:rPr>
              <w:t>X</w:t>
            </w:r>
          </w:p>
        </w:tc>
        <w:tc>
          <w:tcPr>
            <w:tcW w:w="1162" w:type="pct"/>
          </w:tcPr>
          <w:p w14:paraId="75C5FB51" w14:textId="77777777" w:rsidR="00E01B78" w:rsidRPr="00164763" w:rsidRDefault="00E01B78" w:rsidP="00872540">
            <w:pPr>
              <w:pStyle w:val="TableTextCentre"/>
              <w:rPr>
                <w:rFonts w:cs="Arial"/>
                <w:sz w:val="18"/>
                <w:szCs w:val="18"/>
              </w:rPr>
            </w:pPr>
          </w:p>
        </w:tc>
        <w:tc>
          <w:tcPr>
            <w:tcW w:w="1577" w:type="pct"/>
          </w:tcPr>
          <w:p w14:paraId="47474870" w14:textId="77777777" w:rsidR="00E01B78" w:rsidRPr="00164763" w:rsidRDefault="00E01B78" w:rsidP="00872540">
            <w:pPr>
              <w:pStyle w:val="TableTextCentre"/>
              <w:rPr>
                <w:rFonts w:cs="Arial"/>
                <w:sz w:val="18"/>
                <w:szCs w:val="18"/>
              </w:rPr>
            </w:pPr>
          </w:p>
        </w:tc>
      </w:tr>
    </w:tbl>
    <w:p w14:paraId="60F01115" w14:textId="027270BF" w:rsidR="00746347" w:rsidRPr="00880B8A" w:rsidRDefault="0075384C" w:rsidP="007F385C">
      <w:pPr>
        <w:pStyle w:val="Heading1"/>
        <w:rPr>
          <w:rFonts w:cs="Arial"/>
        </w:rPr>
      </w:pPr>
      <w:bookmarkStart w:id="29" w:name="_Ref373494120"/>
      <w:bookmarkStart w:id="30" w:name="_Toc526925926"/>
      <w:r w:rsidRPr="00880B8A">
        <w:rPr>
          <w:rFonts w:cs="Arial"/>
        </w:rPr>
        <w:lastRenderedPageBreak/>
        <w:t>B</w:t>
      </w:r>
      <w:r w:rsidR="00DD0A65" w:rsidRPr="00880B8A">
        <w:rPr>
          <w:rFonts w:cs="Arial"/>
        </w:rPr>
        <w:t>usiness</w:t>
      </w:r>
      <w:r w:rsidR="00CD105E" w:rsidRPr="00880B8A">
        <w:rPr>
          <w:rFonts w:cs="Arial"/>
        </w:rPr>
        <w:t>P</w:t>
      </w:r>
      <w:r w:rsidR="000B5CDA" w:rsidRPr="00880B8A">
        <w:rPr>
          <w:rFonts w:cs="Arial"/>
        </w:rPr>
        <w:t>rocess</w:t>
      </w:r>
      <w:r w:rsidRPr="00880B8A">
        <w:rPr>
          <w:rFonts w:cs="Arial"/>
        </w:rPr>
        <w:t xml:space="preserve"> </w:t>
      </w:r>
      <w:r w:rsidR="00CD105E" w:rsidRPr="00880B8A">
        <w:rPr>
          <w:rFonts w:cs="Arial"/>
        </w:rPr>
        <w:t>D</w:t>
      </w:r>
      <w:r w:rsidR="00B000D4" w:rsidRPr="00880B8A">
        <w:rPr>
          <w:rFonts w:cs="Arial"/>
        </w:rPr>
        <w:t>escription</w:t>
      </w:r>
      <w:bookmarkEnd w:id="29"/>
      <w:bookmarkEnd w:id="30"/>
    </w:p>
    <w:p w14:paraId="3CCC7A4E" w14:textId="59AB7901" w:rsidR="00FF65B3" w:rsidRPr="00880B8A" w:rsidRDefault="00FF65B3" w:rsidP="00AC5449">
      <w:pPr>
        <w:spacing w:before="20"/>
        <w:jc w:val="both"/>
        <w:rPr>
          <w:rFonts w:ascii="Arial" w:hAnsi="Arial" w:cs="Arial"/>
          <w:sz w:val="18"/>
        </w:rPr>
      </w:pPr>
      <w:r w:rsidRPr="00880B8A">
        <w:rPr>
          <w:rFonts w:ascii="Arial" w:hAnsi="Arial" w:cs="Arial"/>
          <w:sz w:val="18"/>
        </w:rPr>
        <w:t>This d</w:t>
      </w:r>
      <w:r w:rsidR="0092566F" w:rsidRPr="00880B8A">
        <w:rPr>
          <w:rFonts w:ascii="Arial" w:hAnsi="Arial" w:cs="Arial"/>
          <w:sz w:val="18"/>
        </w:rPr>
        <w:t xml:space="preserve">iagram </w:t>
      </w:r>
      <w:r w:rsidR="004751F2">
        <w:rPr>
          <w:rFonts w:ascii="Arial" w:hAnsi="Arial" w:cs="Arial"/>
          <w:sz w:val="18"/>
        </w:rPr>
        <w:t>depicts</w:t>
      </w:r>
      <w:r w:rsidR="0092566F" w:rsidRPr="00880B8A">
        <w:rPr>
          <w:rFonts w:ascii="Arial" w:hAnsi="Arial" w:cs="Arial"/>
          <w:sz w:val="18"/>
        </w:rPr>
        <w:t xml:space="preserve"> </w:t>
      </w:r>
      <w:r w:rsidR="004306CD">
        <w:rPr>
          <w:rFonts w:ascii="Arial" w:hAnsi="Arial" w:cs="Arial"/>
          <w:sz w:val="18"/>
        </w:rPr>
        <w:t xml:space="preserve">the high </w:t>
      </w:r>
      <w:r w:rsidR="0092566F" w:rsidRPr="00880B8A">
        <w:rPr>
          <w:rFonts w:ascii="Arial" w:hAnsi="Arial" w:cs="Arial"/>
          <w:sz w:val="18"/>
        </w:rPr>
        <w:t>level BusinessP</w:t>
      </w:r>
      <w:r w:rsidRPr="00880B8A">
        <w:rPr>
          <w:rFonts w:ascii="Arial" w:hAnsi="Arial" w:cs="Arial"/>
          <w:sz w:val="18"/>
        </w:rPr>
        <w:t>rocesses covered by this project. The aim of the below is to describe the high-level scope of the project, not to be exhaustive.</w:t>
      </w:r>
    </w:p>
    <w:p w14:paraId="0B7CD403" w14:textId="77777777" w:rsidR="003110FE" w:rsidRPr="00880B8A" w:rsidRDefault="003110FE" w:rsidP="00AC5449">
      <w:pPr>
        <w:spacing w:before="20"/>
        <w:jc w:val="both"/>
        <w:rPr>
          <w:rFonts w:ascii="Arial" w:hAnsi="Arial" w:cs="Arial"/>
          <w:sz w:val="18"/>
        </w:rPr>
      </w:pPr>
    </w:p>
    <w:p w14:paraId="3C028F20" w14:textId="3D18E15E" w:rsidR="0033542B" w:rsidRPr="00880B8A" w:rsidRDefault="008C41FD" w:rsidP="00F1741F">
      <w:pPr>
        <w:jc w:val="center"/>
        <w:rPr>
          <w:rFonts w:ascii="Arial" w:hAnsi="Arial" w:cs="Arial"/>
        </w:rPr>
      </w:pPr>
      <w:r w:rsidRPr="008C41FD">
        <w:rPr>
          <w:noProof/>
          <w:lang w:eastAsia="en-GB"/>
        </w:rPr>
        <w:drawing>
          <wp:inline distT="0" distB="0" distL="0" distR="0" wp14:anchorId="2F932426" wp14:editId="0D75C482">
            <wp:extent cx="5904865" cy="3362931"/>
            <wp:effectExtent l="0" t="0" r="63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865" cy="3362931"/>
                    </a:xfrm>
                    <a:prstGeom prst="rect">
                      <a:avLst/>
                    </a:prstGeom>
                    <a:noFill/>
                    <a:ln>
                      <a:noFill/>
                    </a:ln>
                  </pic:spPr>
                </pic:pic>
              </a:graphicData>
            </a:graphic>
          </wp:inline>
        </w:drawing>
      </w:r>
    </w:p>
    <w:p w14:paraId="09CA9774" w14:textId="77777777" w:rsidR="002261ED" w:rsidRDefault="002261ED" w:rsidP="00ED1B6C">
      <w:pPr>
        <w:spacing w:before="20"/>
        <w:jc w:val="both"/>
        <w:rPr>
          <w:rFonts w:ascii="Arial" w:hAnsi="Arial" w:cs="Arial"/>
          <w:sz w:val="18"/>
        </w:rPr>
      </w:pPr>
    </w:p>
    <w:p w14:paraId="1CB030FE" w14:textId="24787794" w:rsidR="00FB709F" w:rsidRPr="00ED1B6C" w:rsidRDefault="00D95D52" w:rsidP="00ED1B6C">
      <w:pPr>
        <w:spacing w:before="20"/>
        <w:jc w:val="both"/>
        <w:rPr>
          <w:rFonts w:ascii="Arial" w:hAnsi="Arial" w:cs="Arial"/>
          <w:sz w:val="18"/>
        </w:rPr>
      </w:pPr>
      <w:r w:rsidRPr="00ED1B6C">
        <w:rPr>
          <w:rFonts w:ascii="Arial" w:hAnsi="Arial" w:cs="Arial"/>
          <w:sz w:val="18"/>
        </w:rPr>
        <w:t>Internalised Settlement data submission</w:t>
      </w:r>
    </w:p>
    <w:tbl>
      <w:tblPr>
        <w:tblStyle w:val="TableShaded1stRow"/>
        <w:tblW w:w="5000" w:type="pct"/>
        <w:tblInd w:w="0" w:type="dxa"/>
        <w:tblLook w:val="04A0" w:firstRow="1" w:lastRow="0" w:firstColumn="1" w:lastColumn="0" w:noHBand="0" w:noVBand="1"/>
      </w:tblPr>
      <w:tblGrid>
        <w:gridCol w:w="1732"/>
        <w:gridCol w:w="7783"/>
      </w:tblGrid>
      <w:tr w:rsidR="00FB709F" w:rsidRPr="00880B8A" w14:paraId="17261C4E" w14:textId="77777777" w:rsidTr="00D95D52">
        <w:trPr>
          <w:cnfStyle w:val="100000000000" w:firstRow="1" w:lastRow="0" w:firstColumn="0" w:lastColumn="0" w:oddVBand="0" w:evenVBand="0" w:oddHBand="0" w:evenHBand="0" w:firstRowFirstColumn="0" w:firstRowLastColumn="0" w:lastRowFirstColumn="0" w:lastRowLastColumn="0"/>
        </w:trPr>
        <w:tc>
          <w:tcPr>
            <w:tcW w:w="910" w:type="pct"/>
          </w:tcPr>
          <w:p w14:paraId="0D7366F1" w14:textId="77777777" w:rsidR="00FB709F" w:rsidRPr="00D95D52" w:rsidRDefault="00FB709F" w:rsidP="00164763">
            <w:pPr>
              <w:pStyle w:val="TableHeading"/>
              <w:rPr>
                <w:rFonts w:cs="Arial"/>
                <w:sz w:val="18"/>
                <w:szCs w:val="18"/>
              </w:rPr>
            </w:pPr>
            <w:r w:rsidRPr="00D95D52">
              <w:rPr>
                <w:rFonts w:cs="Arial"/>
                <w:sz w:val="18"/>
                <w:szCs w:val="18"/>
              </w:rPr>
              <w:t>Item</w:t>
            </w:r>
          </w:p>
        </w:tc>
        <w:tc>
          <w:tcPr>
            <w:tcW w:w="4090" w:type="pct"/>
          </w:tcPr>
          <w:p w14:paraId="1F40E1E0" w14:textId="77777777" w:rsidR="00FB709F" w:rsidRPr="00D95D52" w:rsidRDefault="00FB709F" w:rsidP="00164763">
            <w:pPr>
              <w:pStyle w:val="TableHeading"/>
              <w:rPr>
                <w:rFonts w:cs="Arial"/>
                <w:sz w:val="18"/>
                <w:szCs w:val="18"/>
              </w:rPr>
            </w:pPr>
            <w:r w:rsidRPr="00D95D52">
              <w:rPr>
                <w:rFonts w:cs="Arial"/>
                <w:sz w:val="18"/>
                <w:szCs w:val="18"/>
              </w:rPr>
              <w:t>Description</w:t>
            </w:r>
          </w:p>
        </w:tc>
      </w:tr>
      <w:tr w:rsidR="00D42FB9" w:rsidRPr="00880B8A" w14:paraId="46462C6F" w14:textId="77777777" w:rsidTr="00D95D52">
        <w:tc>
          <w:tcPr>
            <w:tcW w:w="910" w:type="pct"/>
          </w:tcPr>
          <w:p w14:paraId="2C188C37"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Definition</w:t>
            </w:r>
          </w:p>
        </w:tc>
        <w:tc>
          <w:tcPr>
            <w:tcW w:w="4090" w:type="pct"/>
          </w:tcPr>
          <w:p w14:paraId="44C7F671" w14:textId="3A2A50E7" w:rsidR="00F476A1" w:rsidRPr="00D95D52" w:rsidRDefault="00BC6735" w:rsidP="00BC6735">
            <w:pPr>
              <w:pStyle w:val="TableText0"/>
              <w:jc w:val="both"/>
              <w:rPr>
                <w:rFonts w:cs="Arial"/>
                <w:color w:val="000000" w:themeColor="text1"/>
                <w:sz w:val="18"/>
                <w:szCs w:val="18"/>
              </w:rPr>
            </w:pPr>
            <w:r>
              <w:rPr>
                <w:rFonts w:cs="Arial"/>
                <w:color w:val="000000" w:themeColor="text1"/>
                <w:sz w:val="18"/>
                <w:szCs w:val="18"/>
              </w:rPr>
              <w:t xml:space="preserve">A Reporting Entity must submit </w:t>
            </w:r>
            <w:r w:rsidR="00ED1B6C" w:rsidRPr="00ED1B6C">
              <w:rPr>
                <w:rFonts w:cs="Arial"/>
                <w:color w:val="000000" w:themeColor="text1"/>
                <w:sz w:val="18"/>
                <w:szCs w:val="18"/>
              </w:rPr>
              <w:t xml:space="preserve">aggregated information  on  all  securities  transactions  that  </w:t>
            </w:r>
            <w:r>
              <w:rPr>
                <w:rFonts w:cs="Arial"/>
                <w:color w:val="000000" w:themeColor="text1"/>
                <w:sz w:val="18"/>
                <w:szCs w:val="18"/>
              </w:rPr>
              <w:t>have been</w:t>
            </w:r>
            <w:r w:rsidR="00ED1B6C" w:rsidRPr="00ED1B6C">
              <w:rPr>
                <w:rFonts w:cs="Arial"/>
                <w:color w:val="000000" w:themeColor="text1"/>
                <w:sz w:val="18"/>
                <w:szCs w:val="18"/>
              </w:rPr>
              <w:t xml:space="preserve">  settle</w:t>
            </w:r>
            <w:r>
              <w:rPr>
                <w:rFonts w:cs="Arial"/>
                <w:color w:val="000000" w:themeColor="text1"/>
                <w:sz w:val="18"/>
                <w:szCs w:val="18"/>
              </w:rPr>
              <w:t>d</w:t>
            </w:r>
            <w:r w:rsidR="00ED1B6C" w:rsidRPr="00ED1B6C">
              <w:rPr>
                <w:rFonts w:cs="Arial"/>
                <w:color w:val="000000" w:themeColor="text1"/>
                <w:sz w:val="18"/>
                <w:szCs w:val="18"/>
              </w:rPr>
              <w:t xml:space="preserve">  outside  securities  settlement systems, on a quarterly basis. The report contains aggregated information on the value and volume of all internalised settlement instructions (settled and failed) that have been performed during the period covered by the report, for financial instruments, types of transactions, types of clients and cash transfers.</w:t>
            </w:r>
          </w:p>
        </w:tc>
      </w:tr>
      <w:tr w:rsidR="00D42FB9" w:rsidRPr="00880B8A" w14:paraId="35E94D0F" w14:textId="77777777" w:rsidTr="00D95D52">
        <w:tc>
          <w:tcPr>
            <w:tcW w:w="910" w:type="pct"/>
          </w:tcPr>
          <w:p w14:paraId="0D2380EF"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Trigger</w:t>
            </w:r>
          </w:p>
        </w:tc>
        <w:tc>
          <w:tcPr>
            <w:tcW w:w="4090" w:type="pct"/>
          </w:tcPr>
          <w:p w14:paraId="261605CD" w14:textId="1FC82A3C" w:rsidR="00026F5E" w:rsidRPr="00D95D52" w:rsidRDefault="00BC6735" w:rsidP="00BC6735">
            <w:pPr>
              <w:pStyle w:val="TableText0"/>
              <w:jc w:val="both"/>
              <w:rPr>
                <w:rFonts w:cs="Arial"/>
                <w:color w:val="000000" w:themeColor="text1"/>
                <w:sz w:val="18"/>
                <w:szCs w:val="18"/>
              </w:rPr>
            </w:pPr>
            <w:r>
              <w:rPr>
                <w:rFonts w:cs="Arial"/>
                <w:color w:val="000000" w:themeColor="text1"/>
                <w:sz w:val="18"/>
                <w:szCs w:val="18"/>
              </w:rPr>
              <w:t>Data is submitted quarterly.</w:t>
            </w:r>
            <w:r w:rsidR="00D93440" w:rsidRPr="00D95D52" w:rsidDel="00D93440">
              <w:rPr>
                <w:rFonts w:cs="Arial"/>
                <w:color w:val="000000" w:themeColor="text1"/>
                <w:sz w:val="18"/>
                <w:szCs w:val="18"/>
              </w:rPr>
              <w:t xml:space="preserve"> </w:t>
            </w:r>
          </w:p>
        </w:tc>
      </w:tr>
      <w:tr w:rsidR="00D42FB9" w:rsidRPr="00880B8A" w14:paraId="00B99FF2" w14:textId="77777777" w:rsidTr="00D95D52">
        <w:tc>
          <w:tcPr>
            <w:tcW w:w="910" w:type="pct"/>
          </w:tcPr>
          <w:p w14:paraId="523E0C25"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Pre-conditions</w:t>
            </w:r>
          </w:p>
        </w:tc>
        <w:tc>
          <w:tcPr>
            <w:tcW w:w="4090" w:type="pct"/>
          </w:tcPr>
          <w:p w14:paraId="3164BD29" w14:textId="531F07D5" w:rsidR="00026F5E" w:rsidRPr="00D95D52" w:rsidRDefault="00D27A15" w:rsidP="00D27A15">
            <w:pPr>
              <w:pStyle w:val="TableText0"/>
              <w:jc w:val="both"/>
              <w:rPr>
                <w:rFonts w:cs="Arial"/>
                <w:color w:val="000000" w:themeColor="text1"/>
                <w:sz w:val="18"/>
                <w:szCs w:val="18"/>
              </w:rPr>
            </w:pPr>
            <w:r>
              <w:rPr>
                <w:rFonts w:cs="Arial"/>
                <w:color w:val="000000" w:themeColor="text1"/>
                <w:sz w:val="18"/>
                <w:szCs w:val="18"/>
              </w:rPr>
              <w:t>Settled/ Failed transactions have been executed</w:t>
            </w:r>
            <w:r w:rsidRPr="00D27A15">
              <w:rPr>
                <w:rFonts w:cs="Arial"/>
                <w:color w:val="000000" w:themeColor="text1"/>
                <w:sz w:val="18"/>
                <w:szCs w:val="18"/>
              </w:rPr>
              <w:t xml:space="preserve"> outside securities settlement systems</w:t>
            </w:r>
            <w:r>
              <w:rPr>
                <w:rFonts w:cs="Arial"/>
                <w:color w:val="000000" w:themeColor="text1"/>
                <w:sz w:val="18"/>
                <w:szCs w:val="18"/>
              </w:rPr>
              <w:t>.</w:t>
            </w:r>
          </w:p>
        </w:tc>
      </w:tr>
      <w:tr w:rsidR="00D42FB9" w:rsidRPr="00880B8A" w14:paraId="1DCBD8CD" w14:textId="77777777" w:rsidTr="00D95D52">
        <w:tc>
          <w:tcPr>
            <w:tcW w:w="910" w:type="pct"/>
          </w:tcPr>
          <w:p w14:paraId="6C39B66B"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Post-conditions</w:t>
            </w:r>
          </w:p>
        </w:tc>
        <w:tc>
          <w:tcPr>
            <w:tcW w:w="4090" w:type="pct"/>
          </w:tcPr>
          <w:p w14:paraId="7D1806DA" w14:textId="62B9EDC6" w:rsidR="00D27A15" w:rsidRPr="00D95D52" w:rsidRDefault="00D27A15" w:rsidP="00D27A15">
            <w:pPr>
              <w:pStyle w:val="TableText0"/>
              <w:jc w:val="both"/>
              <w:rPr>
                <w:rFonts w:cs="Arial"/>
                <w:color w:val="000000" w:themeColor="text1"/>
                <w:sz w:val="18"/>
                <w:szCs w:val="18"/>
              </w:rPr>
            </w:pPr>
            <w:r w:rsidRPr="00D27A15">
              <w:rPr>
                <w:rFonts w:cs="Arial"/>
                <w:color w:val="000000" w:themeColor="text1"/>
                <w:sz w:val="18"/>
                <w:szCs w:val="18"/>
              </w:rPr>
              <w:t xml:space="preserve">The </w:t>
            </w:r>
            <w:r w:rsidR="00E72D0E">
              <w:rPr>
                <w:rFonts w:cs="Arial"/>
                <w:color w:val="000000" w:themeColor="text1"/>
                <w:sz w:val="18"/>
                <w:szCs w:val="18"/>
              </w:rPr>
              <w:t>Reporting Entity</w:t>
            </w:r>
            <w:r>
              <w:rPr>
                <w:rFonts w:cs="Arial"/>
                <w:color w:val="000000" w:themeColor="text1"/>
                <w:sz w:val="18"/>
                <w:szCs w:val="18"/>
              </w:rPr>
              <w:t xml:space="preserve"> has received a </w:t>
            </w:r>
            <w:r w:rsidRPr="00D27A15">
              <w:rPr>
                <w:rFonts w:cs="Arial"/>
                <w:color w:val="000000" w:themeColor="text1"/>
                <w:sz w:val="18"/>
                <w:szCs w:val="18"/>
              </w:rPr>
              <w:t xml:space="preserve">status advice related to the </w:t>
            </w:r>
            <w:r>
              <w:rPr>
                <w:rFonts w:cs="Arial"/>
                <w:color w:val="000000" w:themeColor="text1"/>
                <w:sz w:val="18"/>
                <w:szCs w:val="18"/>
              </w:rPr>
              <w:t>internalised settlement</w:t>
            </w:r>
            <w:r w:rsidRPr="00D27A15">
              <w:rPr>
                <w:rFonts w:cs="Arial"/>
                <w:color w:val="000000" w:themeColor="text1"/>
                <w:sz w:val="18"/>
                <w:szCs w:val="18"/>
              </w:rPr>
              <w:t xml:space="preserve"> report message.</w:t>
            </w:r>
          </w:p>
        </w:tc>
      </w:tr>
      <w:tr w:rsidR="00D42FB9" w:rsidRPr="00880B8A" w14:paraId="77F612DC" w14:textId="77777777" w:rsidTr="00D95D52">
        <w:tc>
          <w:tcPr>
            <w:tcW w:w="910" w:type="pct"/>
          </w:tcPr>
          <w:p w14:paraId="3048F0D6"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Role</w:t>
            </w:r>
          </w:p>
        </w:tc>
        <w:tc>
          <w:tcPr>
            <w:tcW w:w="4090" w:type="pct"/>
          </w:tcPr>
          <w:p w14:paraId="794C1CB4" w14:textId="4299CC67" w:rsidR="00FB709F" w:rsidRPr="00D95D52" w:rsidRDefault="00E72D0E" w:rsidP="006D146E">
            <w:pPr>
              <w:pStyle w:val="TableText0"/>
              <w:jc w:val="both"/>
              <w:rPr>
                <w:rFonts w:cs="Arial"/>
                <w:color w:val="000000" w:themeColor="text1"/>
                <w:sz w:val="18"/>
                <w:szCs w:val="18"/>
              </w:rPr>
            </w:pPr>
            <w:r>
              <w:rPr>
                <w:rFonts w:cs="Arial"/>
                <w:color w:val="000000" w:themeColor="text1"/>
                <w:sz w:val="18"/>
                <w:szCs w:val="18"/>
              </w:rPr>
              <w:t>Reporting Entity</w:t>
            </w:r>
          </w:p>
        </w:tc>
      </w:tr>
    </w:tbl>
    <w:p w14:paraId="012D36E1" w14:textId="77777777" w:rsidR="00DE11E6" w:rsidRDefault="00DE11E6" w:rsidP="000C7199">
      <w:pPr>
        <w:jc w:val="both"/>
      </w:pPr>
      <w:r>
        <w:br w:type="page"/>
      </w:r>
    </w:p>
    <w:p w14:paraId="6B16E6AE" w14:textId="5B91BDDA" w:rsidR="00792E75" w:rsidRPr="00880B8A" w:rsidRDefault="00CD105E" w:rsidP="0033542B">
      <w:pPr>
        <w:pStyle w:val="Heading1"/>
        <w:rPr>
          <w:rFonts w:cs="Arial"/>
        </w:rPr>
      </w:pPr>
      <w:bookmarkStart w:id="31" w:name="_Toc526925927"/>
      <w:r w:rsidRPr="00880B8A">
        <w:rPr>
          <w:rFonts w:cs="Arial"/>
        </w:rPr>
        <w:lastRenderedPageBreak/>
        <w:t xml:space="preserve">Description of </w:t>
      </w:r>
      <w:r w:rsidR="00DC12C7" w:rsidRPr="00880B8A">
        <w:rPr>
          <w:rFonts w:cs="Arial"/>
        </w:rPr>
        <w:t>Business</w:t>
      </w:r>
      <w:r w:rsidR="002470A9">
        <w:rPr>
          <w:rFonts w:cs="Arial"/>
        </w:rPr>
        <w:t xml:space="preserve"> </w:t>
      </w:r>
      <w:r w:rsidRPr="00880B8A">
        <w:rPr>
          <w:rFonts w:cs="Arial"/>
        </w:rPr>
        <w:t>A</w:t>
      </w:r>
      <w:r w:rsidR="00792E75" w:rsidRPr="00880B8A">
        <w:rPr>
          <w:rFonts w:cs="Arial"/>
        </w:rPr>
        <w:t>ctivities</w:t>
      </w:r>
      <w:bookmarkEnd w:id="31"/>
    </w:p>
    <w:p w14:paraId="689C9B6B" w14:textId="77777777" w:rsidR="005B2E5D" w:rsidRPr="00880B8A" w:rsidRDefault="005B2E5D" w:rsidP="005B2E5D">
      <w:pPr>
        <w:spacing w:before="0"/>
        <w:jc w:val="both"/>
        <w:rPr>
          <w:rFonts w:ascii="Arial" w:hAnsi="Arial" w:cs="Arial"/>
          <w:sz w:val="18"/>
        </w:rPr>
      </w:pPr>
      <w:r w:rsidRPr="00880B8A">
        <w:rPr>
          <w:rFonts w:ascii="Arial" w:hAnsi="Arial" w:cs="Arial"/>
          <w:sz w:val="18"/>
        </w:rPr>
        <w:t xml:space="preserve">This </w:t>
      </w:r>
      <w:r w:rsidR="00630324" w:rsidRPr="00880B8A">
        <w:rPr>
          <w:rFonts w:ascii="Arial" w:hAnsi="Arial" w:cs="Arial"/>
          <w:sz w:val="18"/>
        </w:rPr>
        <w:t>section presents the different BusinessA</w:t>
      </w:r>
      <w:r w:rsidRPr="00880B8A">
        <w:rPr>
          <w:rFonts w:ascii="Arial" w:hAnsi="Arial" w:cs="Arial"/>
          <w:sz w:val="18"/>
        </w:rPr>
        <w:t>ctivities</w:t>
      </w:r>
      <w:r w:rsidR="004736BD" w:rsidRPr="00880B8A">
        <w:rPr>
          <w:rFonts w:ascii="Arial" w:hAnsi="Arial" w:cs="Arial"/>
          <w:sz w:val="18"/>
        </w:rPr>
        <w:t xml:space="preserve"> within each Business</w:t>
      </w:r>
      <w:r w:rsidRPr="00880B8A">
        <w:rPr>
          <w:rFonts w:ascii="Arial" w:hAnsi="Arial" w:cs="Arial"/>
          <w:sz w:val="18"/>
        </w:rPr>
        <w:t xml:space="preserve">Process. </w:t>
      </w:r>
      <w:r w:rsidR="00630324" w:rsidRPr="00880B8A">
        <w:rPr>
          <w:rFonts w:ascii="Arial" w:hAnsi="Arial" w:cs="Arial"/>
          <w:sz w:val="18"/>
        </w:rPr>
        <w:t>Business</w:t>
      </w:r>
      <w:r w:rsidRPr="00880B8A">
        <w:rPr>
          <w:rFonts w:ascii="Arial" w:hAnsi="Arial" w:cs="Arial"/>
          <w:sz w:val="18"/>
        </w:rPr>
        <w:t>Activities of a process are described in swim lane diagrams and are referred in this document as activity diagrams.</w:t>
      </w:r>
    </w:p>
    <w:p w14:paraId="5B033B99" w14:textId="77777777" w:rsidR="005B2E5D" w:rsidRPr="00880B8A" w:rsidRDefault="005B2E5D" w:rsidP="005B2E5D">
      <w:pPr>
        <w:spacing w:before="0"/>
        <w:jc w:val="both"/>
        <w:rPr>
          <w:rFonts w:ascii="Arial" w:hAnsi="Arial" w:cs="Arial"/>
          <w:sz w:val="18"/>
        </w:rPr>
      </w:pPr>
      <w:r w:rsidRPr="00880B8A">
        <w:rPr>
          <w:rFonts w:ascii="Arial" w:hAnsi="Arial" w:cs="Arial"/>
          <w:sz w:val="18"/>
        </w:rPr>
        <w:t>The development of an activity diagram is part of the ISO 20022 modelling process and allows capturing the requirements.</w:t>
      </w:r>
    </w:p>
    <w:p w14:paraId="261253B8" w14:textId="6B1880F9" w:rsidR="005B2E5D" w:rsidRPr="00880B8A" w:rsidRDefault="005B2E5D" w:rsidP="005B2E5D">
      <w:pPr>
        <w:spacing w:before="0"/>
        <w:jc w:val="both"/>
        <w:rPr>
          <w:rFonts w:ascii="Arial" w:hAnsi="Arial" w:cs="Arial"/>
          <w:sz w:val="18"/>
        </w:rPr>
      </w:pPr>
      <w:r w:rsidRPr="00880B8A">
        <w:rPr>
          <w:rFonts w:ascii="Arial" w:hAnsi="Arial" w:cs="Arial"/>
          <w:sz w:val="18"/>
        </w:rPr>
        <w:t xml:space="preserve">The activity diagram provides a zoom-in on the </w:t>
      </w:r>
      <w:r w:rsidR="00630324" w:rsidRPr="00880B8A">
        <w:rPr>
          <w:rFonts w:ascii="Arial" w:hAnsi="Arial" w:cs="Arial"/>
          <w:sz w:val="18"/>
        </w:rPr>
        <w:t>BusinessA</w:t>
      </w:r>
      <w:r w:rsidRPr="00880B8A">
        <w:rPr>
          <w:rFonts w:ascii="Arial" w:hAnsi="Arial" w:cs="Arial"/>
          <w:sz w:val="18"/>
        </w:rPr>
        <w:t xml:space="preserve">ctivities taking place during each of the </w:t>
      </w:r>
      <w:r w:rsidR="00630324" w:rsidRPr="00880B8A">
        <w:rPr>
          <w:rFonts w:ascii="Arial" w:hAnsi="Arial" w:cs="Arial"/>
          <w:sz w:val="18"/>
        </w:rPr>
        <w:t xml:space="preserve">BusinessProcesses described in Section </w:t>
      </w:r>
      <w:r w:rsidR="00FF6984" w:rsidRPr="00880B8A">
        <w:rPr>
          <w:rFonts w:ascii="Arial" w:hAnsi="Arial" w:cs="Arial"/>
          <w:sz w:val="18"/>
        </w:rPr>
        <w:fldChar w:fldCharType="begin"/>
      </w:r>
      <w:r w:rsidR="00FF6984" w:rsidRPr="00880B8A">
        <w:rPr>
          <w:rFonts w:ascii="Arial" w:hAnsi="Arial" w:cs="Arial"/>
          <w:sz w:val="18"/>
        </w:rPr>
        <w:instrText xml:space="preserve"> REF _Ref373494120 \r \h </w:instrText>
      </w:r>
      <w:r w:rsidR="006B1B55" w:rsidRPr="00880B8A">
        <w:rPr>
          <w:rFonts w:ascii="Arial" w:hAnsi="Arial" w:cs="Arial"/>
          <w:sz w:val="18"/>
        </w:rPr>
        <w:instrText xml:space="preserve"> \* MERGEFORMAT </w:instrText>
      </w:r>
      <w:r w:rsidR="00FF6984" w:rsidRPr="00880B8A">
        <w:rPr>
          <w:rFonts w:ascii="Arial" w:hAnsi="Arial" w:cs="Arial"/>
          <w:sz w:val="18"/>
        </w:rPr>
      </w:r>
      <w:r w:rsidR="00FF6984" w:rsidRPr="00880B8A">
        <w:rPr>
          <w:rFonts w:ascii="Arial" w:hAnsi="Arial" w:cs="Arial"/>
          <w:sz w:val="18"/>
        </w:rPr>
        <w:fldChar w:fldCharType="separate"/>
      </w:r>
      <w:r w:rsidR="00AF36F6">
        <w:rPr>
          <w:rFonts w:ascii="Arial" w:hAnsi="Arial" w:cs="Arial"/>
          <w:sz w:val="18"/>
        </w:rPr>
        <w:t>4</w:t>
      </w:r>
      <w:r w:rsidR="00FF6984" w:rsidRPr="00880B8A">
        <w:rPr>
          <w:rFonts w:ascii="Arial" w:hAnsi="Arial" w:cs="Arial"/>
          <w:sz w:val="18"/>
        </w:rPr>
        <w:fldChar w:fldCharType="end"/>
      </w:r>
      <w:r w:rsidRPr="00880B8A">
        <w:rPr>
          <w:rFonts w:ascii="Arial" w:hAnsi="Arial" w:cs="Arial"/>
          <w:sz w:val="18"/>
        </w:rPr>
        <w:t xml:space="preserve">. It also shows the </w:t>
      </w:r>
      <w:r w:rsidR="00630324" w:rsidRPr="00880B8A">
        <w:rPr>
          <w:rFonts w:ascii="Arial" w:hAnsi="Arial" w:cs="Arial"/>
          <w:sz w:val="18"/>
        </w:rPr>
        <w:t>BusinessA</w:t>
      </w:r>
      <w:r w:rsidRPr="00880B8A">
        <w:rPr>
          <w:rFonts w:ascii="Arial" w:hAnsi="Arial" w:cs="Arial"/>
          <w:sz w:val="18"/>
        </w:rPr>
        <w:t xml:space="preserve">ctivities that are triggered when another </w:t>
      </w:r>
      <w:r w:rsidR="00630324" w:rsidRPr="00880B8A">
        <w:rPr>
          <w:rFonts w:ascii="Arial" w:hAnsi="Arial" w:cs="Arial"/>
          <w:sz w:val="18"/>
        </w:rPr>
        <w:t>BusinessA</w:t>
      </w:r>
      <w:r w:rsidR="00FF6984" w:rsidRPr="00880B8A">
        <w:rPr>
          <w:rFonts w:ascii="Arial" w:hAnsi="Arial" w:cs="Arial"/>
          <w:sz w:val="18"/>
        </w:rPr>
        <w:t>c</w:t>
      </w:r>
      <w:r w:rsidRPr="00880B8A">
        <w:rPr>
          <w:rFonts w:ascii="Arial" w:hAnsi="Arial" w:cs="Arial"/>
          <w:sz w:val="18"/>
        </w:rPr>
        <w:t>tivity has a negative result.</w:t>
      </w:r>
    </w:p>
    <w:p w14:paraId="28228C57" w14:textId="77777777" w:rsidR="005B2E5D" w:rsidRPr="00880B8A" w:rsidRDefault="005B2E5D" w:rsidP="005B2E5D">
      <w:pPr>
        <w:spacing w:before="0"/>
        <w:jc w:val="both"/>
        <w:rPr>
          <w:rFonts w:ascii="Arial" w:hAnsi="Arial" w:cs="Arial"/>
          <w:sz w:val="18"/>
        </w:rPr>
      </w:pPr>
      <w:r w:rsidRPr="00880B8A">
        <w:rPr>
          <w:rFonts w:ascii="Arial" w:hAnsi="Arial" w:cs="Arial"/>
          <w:sz w:val="18"/>
        </w:rPr>
        <w:t>What is the activity diagram about?</w:t>
      </w:r>
    </w:p>
    <w:p w14:paraId="506EBEEB"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It is a diagram representing the ‘common lifecycle’ of a </w:t>
      </w:r>
      <w:r w:rsidR="00630324" w:rsidRPr="00880B8A">
        <w:rPr>
          <w:rFonts w:ascii="Arial" w:hAnsi="Arial" w:cs="Arial"/>
          <w:sz w:val="18"/>
        </w:rPr>
        <w:t>B</w:t>
      </w:r>
      <w:r w:rsidRPr="00880B8A">
        <w:rPr>
          <w:rFonts w:ascii="Arial" w:hAnsi="Arial" w:cs="Arial"/>
          <w:sz w:val="18"/>
        </w:rPr>
        <w:t>usiness</w:t>
      </w:r>
      <w:r w:rsidR="00630324" w:rsidRPr="00880B8A">
        <w:rPr>
          <w:rFonts w:ascii="Arial" w:hAnsi="Arial" w:cs="Arial"/>
          <w:sz w:val="18"/>
        </w:rPr>
        <w:t>P</w:t>
      </w:r>
      <w:r w:rsidRPr="00880B8A">
        <w:rPr>
          <w:rFonts w:ascii="Arial" w:hAnsi="Arial" w:cs="Arial"/>
          <w:sz w:val="18"/>
        </w:rPr>
        <w:t>rocess</w:t>
      </w:r>
    </w:p>
    <w:p w14:paraId="439F2AFE"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start point </w:t>
      </w:r>
      <w:r w:rsidRPr="00880B8A">
        <w:rPr>
          <w:rFonts w:ascii="Arial" w:hAnsi="Arial" w:cs="Arial"/>
          <w:sz w:val="18"/>
        </w:rPr>
        <w:sym w:font="Wingdings" w:char="F06C"/>
      </w:r>
      <w:r w:rsidRPr="00880B8A">
        <w:rPr>
          <w:rFonts w:ascii="Arial" w:hAnsi="Arial" w:cs="Arial"/>
          <w:sz w:val="18"/>
        </w:rPr>
        <w:t xml:space="preserve"> shows where the lifecycle of the </w:t>
      </w:r>
      <w:r w:rsidR="00FF6984" w:rsidRPr="00880B8A">
        <w:rPr>
          <w:rFonts w:ascii="Arial" w:hAnsi="Arial" w:cs="Arial"/>
          <w:sz w:val="18"/>
        </w:rPr>
        <w:t>B</w:t>
      </w:r>
      <w:r w:rsidRPr="00880B8A">
        <w:rPr>
          <w:rFonts w:ascii="Arial" w:hAnsi="Arial" w:cs="Arial"/>
          <w:sz w:val="18"/>
        </w:rPr>
        <w:t>usiness</w:t>
      </w:r>
      <w:r w:rsidR="00FF6984" w:rsidRPr="00880B8A">
        <w:rPr>
          <w:rFonts w:ascii="Arial" w:hAnsi="Arial" w:cs="Arial"/>
          <w:sz w:val="18"/>
        </w:rPr>
        <w:t>P</w:t>
      </w:r>
      <w:r w:rsidRPr="00880B8A">
        <w:rPr>
          <w:rFonts w:ascii="Arial" w:hAnsi="Arial" w:cs="Arial"/>
          <w:sz w:val="18"/>
        </w:rPr>
        <w:t xml:space="preserve">rocess commences and the end points show </w:t>
      </w:r>
      <w:r w:rsidRPr="00880B8A">
        <w:rPr>
          <w:rFonts w:ascii="Arial" w:hAnsi="Arial" w:cs="Arial"/>
          <w:noProof/>
          <w:sz w:val="18"/>
          <w:lang w:eastAsia="en-GB"/>
        </w:rPr>
        <w:drawing>
          <wp:inline distT="0" distB="0" distL="0" distR="0" wp14:anchorId="6548B381" wp14:editId="311B4B95">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80B8A">
        <w:rPr>
          <w:rFonts w:ascii="Arial" w:hAnsi="Arial" w:cs="Arial"/>
          <w:sz w:val="18"/>
        </w:rPr>
        <w:t xml:space="preserve"> where the lifecycle may possibly end</w:t>
      </w:r>
    </w:p>
    <w:p w14:paraId="4C412226" w14:textId="77777777" w:rsidR="005B2E5D" w:rsidRPr="00880B8A" w:rsidRDefault="00113646" w:rsidP="005B2E5D">
      <w:pPr>
        <w:numPr>
          <w:ilvl w:val="0"/>
          <w:numId w:val="6"/>
        </w:numPr>
        <w:jc w:val="both"/>
        <w:rPr>
          <w:rFonts w:ascii="Arial" w:hAnsi="Arial" w:cs="Arial"/>
          <w:sz w:val="18"/>
        </w:rPr>
      </w:pPr>
      <w:r w:rsidRPr="00880B8A">
        <w:rPr>
          <w:rFonts w:ascii="Arial" w:hAnsi="Arial" w:cs="Arial"/>
          <w:noProof/>
          <w:sz w:val="18"/>
          <w:lang w:eastAsia="en-GB"/>
        </w:rPr>
        <mc:AlternateContent>
          <mc:Choice Requires="wps">
            <w:drawing>
              <wp:anchor distT="0" distB="0" distL="114300" distR="114300" simplePos="0" relativeHeight="251655168" behindDoc="0" locked="0" layoutInCell="1" allowOverlap="1" wp14:anchorId="7F2F664C" wp14:editId="5874634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F500F85"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880B8A">
        <w:rPr>
          <w:rFonts w:ascii="Arial" w:hAnsi="Arial" w:cs="Arial"/>
          <w:sz w:val="18"/>
        </w:rPr>
        <w:t>A lozenge</w:t>
      </w:r>
      <w:r w:rsidR="005B2E5D" w:rsidRPr="00880B8A">
        <w:rPr>
          <w:rFonts w:ascii="Arial" w:hAnsi="Arial" w:cs="Arial"/>
          <w:noProof/>
          <w:sz w:val="22"/>
          <w:lang w:eastAsia="en-GB"/>
        </w:rPr>
        <w:t xml:space="preserve">      </w:t>
      </w:r>
      <w:r w:rsidR="005B2E5D" w:rsidRPr="00880B8A">
        <w:rPr>
          <w:rFonts w:ascii="Arial" w:hAnsi="Arial" w:cs="Arial"/>
          <w:sz w:val="18"/>
        </w:rPr>
        <w:t>means that a choice between several actions can be made</w:t>
      </w:r>
    </w:p>
    <w:p w14:paraId="79C7D767"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bar </w:t>
      </w:r>
      <w:r w:rsidRPr="00880B8A">
        <w:rPr>
          <w:rFonts w:ascii="Arial" w:hAnsi="Arial" w:cs="Arial"/>
          <w:noProof/>
          <w:sz w:val="22"/>
          <w:lang w:eastAsia="en-GB"/>
        </w:rPr>
        <w:drawing>
          <wp:inline distT="0" distB="0" distL="0" distR="0" wp14:anchorId="04116367" wp14:editId="2A1F1A45">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80B8A">
        <w:rPr>
          <w:rFonts w:ascii="Arial" w:hAnsi="Arial" w:cs="Arial"/>
          <w:sz w:val="18"/>
        </w:rPr>
        <w:t>means that several actions are initiated in parallel</w:t>
      </w:r>
    </w:p>
    <w:p w14:paraId="029F9530"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The flow of activities between the involved </w:t>
      </w:r>
      <w:r w:rsidR="00630324" w:rsidRPr="00880B8A">
        <w:rPr>
          <w:rFonts w:ascii="Arial" w:hAnsi="Arial" w:cs="Arial"/>
          <w:sz w:val="18"/>
        </w:rPr>
        <w:t>Participants</w:t>
      </w:r>
      <w:r w:rsidRPr="00880B8A">
        <w:rPr>
          <w:rFonts w:ascii="Arial" w:hAnsi="Arial" w:cs="Arial"/>
          <w:sz w:val="18"/>
        </w:rPr>
        <w:t xml:space="preserve"> (parties)</w:t>
      </w:r>
    </w:p>
    <w:p w14:paraId="3F2B1533" w14:textId="06348CE8" w:rsidR="005B2E5D" w:rsidRPr="00880B8A" w:rsidRDefault="00116790" w:rsidP="005B2E5D">
      <w:pPr>
        <w:numPr>
          <w:ilvl w:val="0"/>
          <w:numId w:val="6"/>
        </w:numPr>
        <w:jc w:val="both"/>
        <w:rPr>
          <w:rFonts w:ascii="Arial" w:hAnsi="Arial" w:cs="Arial"/>
          <w:sz w:val="18"/>
        </w:rPr>
      </w:pPr>
      <w:r w:rsidRPr="00880B8A">
        <w:rPr>
          <w:rFonts w:ascii="Arial" w:hAnsi="Arial" w:cs="Arial"/>
          <w:sz w:val="18"/>
        </w:rPr>
        <w:t>Business</w:t>
      </w:r>
      <w:r w:rsidR="005B2E5D" w:rsidRPr="00880B8A">
        <w:rPr>
          <w:rFonts w:ascii="Arial" w:hAnsi="Arial" w:cs="Arial"/>
          <w:sz w:val="18"/>
        </w:rPr>
        <w:t>Activities may result in different actions, that is, information is conveyed from one party to another party.</w:t>
      </w:r>
    </w:p>
    <w:p w14:paraId="72D9194C" w14:textId="3D42C369" w:rsidR="005B2E5D" w:rsidRPr="00880B8A" w:rsidRDefault="005B2E5D" w:rsidP="005B2E5D">
      <w:pPr>
        <w:jc w:val="both"/>
        <w:rPr>
          <w:rFonts w:ascii="Arial" w:hAnsi="Arial" w:cs="Arial"/>
          <w:sz w:val="18"/>
        </w:rPr>
      </w:pPr>
      <w:r w:rsidRPr="00880B8A">
        <w:rPr>
          <w:rFonts w:ascii="Arial" w:hAnsi="Arial" w:cs="Arial"/>
          <w:sz w:val="18"/>
        </w:rPr>
        <w:t>Both in</w:t>
      </w:r>
      <w:r w:rsidR="00FF6984" w:rsidRPr="00880B8A">
        <w:rPr>
          <w:rFonts w:ascii="Arial" w:hAnsi="Arial" w:cs="Arial"/>
          <w:sz w:val="18"/>
        </w:rPr>
        <w:t>-</w:t>
      </w:r>
      <w:r w:rsidRPr="00880B8A">
        <w:rPr>
          <w:rFonts w:ascii="Arial" w:hAnsi="Arial" w:cs="Arial"/>
          <w:sz w:val="18"/>
        </w:rPr>
        <w:t>scope and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are included, with a different level of details. There are no information requirements for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except that they should be clearly identified in the diagram.</w:t>
      </w:r>
    </w:p>
    <w:p w14:paraId="0DAC6C4D" w14:textId="1020CFBD" w:rsidR="005B2E5D" w:rsidRDefault="005B2E5D" w:rsidP="005B2E5D">
      <w:pPr>
        <w:jc w:val="both"/>
        <w:rPr>
          <w:rFonts w:ascii="Arial" w:hAnsi="Arial" w:cs="Arial"/>
          <w:sz w:val="18"/>
        </w:rPr>
      </w:pPr>
      <w:r w:rsidRPr="00880B8A">
        <w:rPr>
          <w:rFonts w:ascii="Arial" w:hAnsi="Arial" w:cs="Arial"/>
          <w:sz w:val="18"/>
        </w:rPr>
        <w:t>Activity diagrams are always accompan</w:t>
      </w:r>
      <w:r w:rsidR="004736BD" w:rsidRPr="00880B8A">
        <w:rPr>
          <w:rFonts w:ascii="Arial" w:hAnsi="Arial" w:cs="Arial"/>
          <w:sz w:val="18"/>
        </w:rPr>
        <w:t>ied with a text describing the BusinessA</w:t>
      </w:r>
      <w:r w:rsidRPr="00880B8A">
        <w:rPr>
          <w:rFonts w:ascii="Arial" w:hAnsi="Arial" w:cs="Arial"/>
          <w:sz w:val="18"/>
        </w:rPr>
        <w:t>ctivities and their interactions.</w:t>
      </w:r>
    </w:p>
    <w:p w14:paraId="65210B57" w14:textId="5DEB5629" w:rsidR="00E114BE" w:rsidRPr="00880B8A" w:rsidRDefault="00E114BE" w:rsidP="008115AE">
      <w:pPr>
        <w:pStyle w:val="Heading2"/>
      </w:pPr>
      <w:bookmarkStart w:id="32" w:name="_Toc526925928"/>
      <w:r>
        <w:t>Internalised Settlement Reporting</w:t>
      </w:r>
      <w:bookmarkEnd w:id="32"/>
    </w:p>
    <w:p w14:paraId="03AA6AEE" w14:textId="422B66F8" w:rsidR="00E0466E" w:rsidRPr="00880B8A" w:rsidRDefault="0085306F" w:rsidP="00F476A1">
      <w:pPr>
        <w:jc w:val="center"/>
        <w:rPr>
          <w:rFonts w:ascii="Arial" w:hAnsi="Arial" w:cs="Arial"/>
        </w:rPr>
      </w:pPr>
      <w:r w:rsidRPr="0085306F">
        <w:rPr>
          <w:noProof/>
          <w:lang w:eastAsia="en-GB"/>
        </w:rPr>
        <w:t xml:space="preserve"> </w:t>
      </w:r>
      <w:r w:rsidR="004E162A" w:rsidRPr="004E162A">
        <w:rPr>
          <w:noProof/>
          <w:lang w:eastAsia="en-GB"/>
        </w:rPr>
        <w:drawing>
          <wp:inline distT="0" distB="0" distL="0" distR="0" wp14:anchorId="4EBB9157" wp14:editId="439C1718">
            <wp:extent cx="5904865" cy="3648639"/>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04865" cy="3648639"/>
                    </a:xfrm>
                    <a:prstGeom prst="rect">
                      <a:avLst/>
                    </a:prstGeom>
                    <a:noFill/>
                    <a:ln>
                      <a:noFill/>
                    </a:ln>
                  </pic:spPr>
                </pic:pic>
              </a:graphicData>
            </a:graphic>
          </wp:inline>
        </w:drawing>
      </w:r>
    </w:p>
    <w:p w14:paraId="4E91FE99" w14:textId="49838E0B" w:rsidR="00C44399" w:rsidRDefault="00C44399">
      <w:pPr>
        <w:spacing w:before="0"/>
        <w:rPr>
          <w:rFonts w:ascii="Arial" w:hAnsi="Arial" w:cs="Arial"/>
          <w:sz w:val="20"/>
        </w:rPr>
      </w:pPr>
      <w:r>
        <w:rPr>
          <w:rFonts w:ascii="Arial" w:hAnsi="Arial" w:cs="Arial"/>
          <w:sz w:val="20"/>
        </w:rPr>
        <w:br w:type="page"/>
      </w:r>
    </w:p>
    <w:p w14:paraId="56ED1562" w14:textId="77777777" w:rsidR="00802976" w:rsidRPr="00880B8A" w:rsidRDefault="00802976" w:rsidP="005B2E5D">
      <w:pPr>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0"/>
        <w:gridCol w:w="2365"/>
      </w:tblGrid>
      <w:tr w:rsidR="005B2E5D" w:rsidRPr="00880B8A" w14:paraId="5D5A7AC3" w14:textId="77777777" w:rsidTr="004E162A">
        <w:trPr>
          <w:tblHeader/>
        </w:trPr>
        <w:tc>
          <w:tcPr>
            <w:tcW w:w="5000" w:type="pct"/>
            <w:gridSpan w:val="2"/>
            <w:shd w:val="clear" w:color="auto" w:fill="E0E0E0"/>
          </w:tcPr>
          <w:p w14:paraId="616AE831" w14:textId="77777777" w:rsidR="005B2E5D" w:rsidRPr="00880B8A" w:rsidRDefault="00116790" w:rsidP="006B1B55">
            <w:pPr>
              <w:spacing w:before="60"/>
              <w:jc w:val="center"/>
              <w:rPr>
                <w:rFonts w:ascii="Arial" w:hAnsi="Arial" w:cs="Arial"/>
                <w:b/>
                <w:bCs/>
                <w:sz w:val="18"/>
              </w:rPr>
            </w:pPr>
            <w:r w:rsidRPr="00880B8A">
              <w:rPr>
                <w:rFonts w:ascii="Arial" w:hAnsi="Arial" w:cs="Arial"/>
                <w:b/>
                <w:bCs/>
                <w:sz w:val="18"/>
              </w:rPr>
              <w:t>Description of the BusinessA</w:t>
            </w:r>
            <w:r w:rsidR="005B2E5D" w:rsidRPr="00880B8A">
              <w:rPr>
                <w:rFonts w:ascii="Arial" w:hAnsi="Arial" w:cs="Arial"/>
                <w:b/>
                <w:bCs/>
                <w:sz w:val="18"/>
              </w:rPr>
              <w:t>ctivities</w:t>
            </w:r>
          </w:p>
        </w:tc>
      </w:tr>
      <w:tr w:rsidR="005B2E5D" w:rsidRPr="00880B8A" w14:paraId="7B9E6ED7" w14:textId="77777777" w:rsidTr="004E162A">
        <w:trPr>
          <w:tblHeader/>
        </w:trPr>
        <w:tc>
          <w:tcPr>
            <w:tcW w:w="3757" w:type="pct"/>
            <w:tcBorders>
              <w:right w:val="double" w:sz="4" w:space="0" w:color="auto"/>
            </w:tcBorders>
            <w:shd w:val="clear" w:color="auto" w:fill="E0E0E0"/>
          </w:tcPr>
          <w:p w14:paraId="7324784F" w14:textId="77777777" w:rsidR="005B2E5D" w:rsidRPr="00880B8A" w:rsidRDefault="005B2E5D" w:rsidP="007A40BB">
            <w:pPr>
              <w:spacing w:before="60"/>
              <w:jc w:val="center"/>
              <w:rPr>
                <w:rFonts w:ascii="Arial" w:hAnsi="Arial" w:cs="Arial"/>
                <w:b/>
                <w:bCs/>
                <w:sz w:val="18"/>
              </w:rPr>
            </w:pPr>
          </w:p>
        </w:tc>
        <w:tc>
          <w:tcPr>
            <w:tcW w:w="1243" w:type="pct"/>
            <w:tcBorders>
              <w:left w:val="double" w:sz="4" w:space="0" w:color="auto"/>
            </w:tcBorders>
            <w:shd w:val="clear" w:color="auto" w:fill="E0E0E0"/>
          </w:tcPr>
          <w:p w14:paraId="59285700" w14:textId="77777777" w:rsidR="005B2E5D" w:rsidRPr="00880B8A" w:rsidRDefault="005B2E5D" w:rsidP="007A40BB">
            <w:pPr>
              <w:spacing w:before="60"/>
              <w:jc w:val="center"/>
              <w:rPr>
                <w:rFonts w:ascii="Arial" w:hAnsi="Arial" w:cs="Arial"/>
                <w:b/>
                <w:bCs/>
                <w:sz w:val="18"/>
              </w:rPr>
            </w:pPr>
            <w:r w:rsidRPr="00880B8A">
              <w:rPr>
                <w:rFonts w:ascii="Arial" w:hAnsi="Arial" w:cs="Arial"/>
                <w:b/>
                <w:bCs/>
                <w:sz w:val="18"/>
              </w:rPr>
              <w:t>Initiator</w:t>
            </w:r>
          </w:p>
        </w:tc>
      </w:tr>
      <w:tr w:rsidR="00E863E5" w:rsidRPr="00880B8A" w14:paraId="537955CF" w14:textId="77777777" w:rsidTr="004E162A">
        <w:tc>
          <w:tcPr>
            <w:tcW w:w="3757" w:type="pct"/>
            <w:tcBorders>
              <w:right w:val="double" w:sz="4" w:space="0" w:color="auto"/>
            </w:tcBorders>
          </w:tcPr>
          <w:p w14:paraId="58E5461F" w14:textId="0456BF4A" w:rsidR="00E863E5" w:rsidRPr="00EF34EF" w:rsidRDefault="00E863E5" w:rsidP="00C44399">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w:t>
            </w:r>
            <w:r w:rsidRPr="00E863E5">
              <w:rPr>
                <w:rFonts w:ascii="Arial" w:hAnsi="Arial" w:cs="Arial"/>
                <w:sz w:val="18"/>
                <w:szCs w:val="18"/>
              </w:rPr>
              <w:t xml:space="preserve">generates </w:t>
            </w:r>
            <w:r w:rsidR="00C44399">
              <w:rPr>
                <w:rFonts w:ascii="Arial" w:hAnsi="Arial" w:cs="Arial"/>
                <w:sz w:val="18"/>
                <w:szCs w:val="18"/>
              </w:rPr>
              <w:t xml:space="preserve">the Internalised Settlement </w:t>
            </w:r>
            <w:r w:rsidRPr="00E863E5">
              <w:rPr>
                <w:rFonts w:ascii="Arial" w:hAnsi="Arial" w:cs="Arial"/>
                <w:sz w:val="18"/>
                <w:szCs w:val="18"/>
              </w:rPr>
              <w:t>report and submits it to the CA</w:t>
            </w:r>
          </w:p>
        </w:tc>
        <w:tc>
          <w:tcPr>
            <w:tcW w:w="1243" w:type="pct"/>
            <w:tcBorders>
              <w:left w:val="double" w:sz="4" w:space="0" w:color="auto"/>
            </w:tcBorders>
          </w:tcPr>
          <w:p w14:paraId="6EBFE9CD" w14:textId="6060D854" w:rsidR="00E863E5" w:rsidRPr="00EF34EF"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14:paraId="06EB215B" w14:textId="77777777" w:rsidTr="004E162A">
        <w:tc>
          <w:tcPr>
            <w:tcW w:w="3757" w:type="pct"/>
            <w:tcBorders>
              <w:right w:val="double" w:sz="4" w:space="0" w:color="auto"/>
            </w:tcBorders>
          </w:tcPr>
          <w:p w14:paraId="468C3D38" w14:textId="1F1B84D4" w:rsidR="00E863E5" w:rsidRDefault="00E863E5" w:rsidP="00E863E5">
            <w:pPr>
              <w:spacing w:before="60"/>
              <w:jc w:val="both"/>
              <w:rPr>
                <w:rFonts w:ascii="Arial" w:hAnsi="Arial" w:cs="Arial"/>
                <w:sz w:val="18"/>
                <w:szCs w:val="18"/>
              </w:rPr>
            </w:pPr>
            <w:r w:rsidRPr="00E863E5">
              <w:rPr>
                <w:rFonts w:ascii="Arial" w:hAnsi="Arial" w:cs="Arial"/>
                <w:sz w:val="18"/>
                <w:szCs w:val="18"/>
              </w:rPr>
              <w:t>C</w:t>
            </w:r>
            <w:r w:rsidR="00A01D21">
              <w:rPr>
                <w:rFonts w:ascii="Arial" w:hAnsi="Arial" w:cs="Arial"/>
                <w:sz w:val="18"/>
                <w:szCs w:val="18"/>
              </w:rPr>
              <w:t xml:space="preserve">ompetent </w:t>
            </w:r>
            <w:r w:rsidRPr="00E863E5">
              <w:rPr>
                <w:rFonts w:ascii="Arial" w:hAnsi="Arial" w:cs="Arial"/>
                <w:sz w:val="18"/>
                <w:szCs w:val="18"/>
              </w:rPr>
              <w:t>A</w:t>
            </w:r>
            <w:r w:rsidR="00A01D21">
              <w:rPr>
                <w:rFonts w:ascii="Arial" w:hAnsi="Arial" w:cs="Arial"/>
                <w:sz w:val="18"/>
                <w:szCs w:val="18"/>
              </w:rPr>
              <w:t>utho</w:t>
            </w:r>
            <w:r w:rsidR="00123208">
              <w:rPr>
                <w:rFonts w:ascii="Arial" w:hAnsi="Arial" w:cs="Arial"/>
                <w:sz w:val="18"/>
                <w:szCs w:val="18"/>
              </w:rPr>
              <w:t>r</w:t>
            </w:r>
            <w:r w:rsidR="00A01D21">
              <w:rPr>
                <w:rFonts w:ascii="Arial" w:hAnsi="Arial" w:cs="Arial"/>
                <w:sz w:val="18"/>
                <w:szCs w:val="18"/>
              </w:rPr>
              <w:t>ity</w:t>
            </w:r>
            <w:r w:rsidRPr="00E863E5">
              <w:rPr>
                <w:rFonts w:ascii="Arial" w:hAnsi="Arial" w:cs="Arial"/>
                <w:sz w:val="18"/>
                <w:szCs w:val="18"/>
              </w:rPr>
              <w:t xml:space="preserve"> receives the </w:t>
            </w:r>
            <w:r w:rsidR="00C44399">
              <w:rPr>
                <w:rFonts w:ascii="Arial" w:hAnsi="Arial" w:cs="Arial"/>
                <w:sz w:val="18"/>
                <w:szCs w:val="18"/>
              </w:rPr>
              <w:t xml:space="preserve">Internalised Settlement </w:t>
            </w:r>
            <w:r w:rsidR="00C44399" w:rsidRPr="00E863E5">
              <w:rPr>
                <w:rFonts w:ascii="Arial" w:hAnsi="Arial" w:cs="Arial"/>
                <w:sz w:val="18"/>
                <w:szCs w:val="18"/>
              </w:rPr>
              <w:t>report</w:t>
            </w:r>
            <w:r>
              <w:rPr>
                <w:rFonts w:ascii="Arial" w:hAnsi="Arial" w:cs="Arial"/>
                <w:sz w:val="18"/>
                <w:szCs w:val="18"/>
              </w:rPr>
              <w:t>.</w:t>
            </w:r>
          </w:p>
        </w:tc>
        <w:tc>
          <w:tcPr>
            <w:tcW w:w="1243" w:type="pct"/>
            <w:tcBorders>
              <w:left w:val="double" w:sz="4" w:space="0" w:color="auto"/>
            </w:tcBorders>
          </w:tcPr>
          <w:p w14:paraId="0D15585A" w14:textId="63B4A5D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33C8804B" w14:textId="77777777" w:rsidTr="004E162A">
        <w:tc>
          <w:tcPr>
            <w:tcW w:w="3757" w:type="pct"/>
            <w:tcBorders>
              <w:right w:val="double" w:sz="4" w:space="0" w:color="auto"/>
            </w:tcBorders>
          </w:tcPr>
          <w:p w14:paraId="61AFC181" w14:textId="23DD5AD3"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submits </w:t>
            </w:r>
            <w:r w:rsidR="00C44399">
              <w:rPr>
                <w:rFonts w:ascii="Arial" w:hAnsi="Arial" w:cs="Arial"/>
                <w:sz w:val="18"/>
                <w:szCs w:val="18"/>
              </w:rPr>
              <w:t xml:space="preserve">the Internalised Settlement </w:t>
            </w:r>
            <w:r w:rsidR="00C44399" w:rsidRPr="00E863E5">
              <w:rPr>
                <w:rFonts w:ascii="Arial" w:hAnsi="Arial" w:cs="Arial"/>
                <w:sz w:val="18"/>
                <w:szCs w:val="18"/>
              </w:rPr>
              <w:t>report</w:t>
            </w:r>
            <w:r>
              <w:rPr>
                <w:rFonts w:ascii="Arial" w:hAnsi="Arial" w:cs="Arial"/>
                <w:sz w:val="18"/>
                <w:szCs w:val="18"/>
              </w:rPr>
              <w:t xml:space="preserve"> to SA.</w:t>
            </w:r>
          </w:p>
        </w:tc>
        <w:tc>
          <w:tcPr>
            <w:tcW w:w="1243" w:type="pct"/>
            <w:tcBorders>
              <w:left w:val="double" w:sz="4" w:space="0" w:color="auto"/>
            </w:tcBorders>
          </w:tcPr>
          <w:p w14:paraId="2E9F63E8" w14:textId="06176B92"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36961EB7" w14:textId="77777777" w:rsidTr="004E162A">
        <w:tc>
          <w:tcPr>
            <w:tcW w:w="3757" w:type="pct"/>
            <w:tcBorders>
              <w:right w:val="double" w:sz="4" w:space="0" w:color="auto"/>
            </w:tcBorders>
          </w:tcPr>
          <w:p w14:paraId="7E161326" w14:textId="01886DB2" w:rsidR="0098313A" w:rsidRDefault="00C44399" w:rsidP="00E863E5">
            <w:pPr>
              <w:spacing w:before="60"/>
              <w:jc w:val="both"/>
              <w:rPr>
                <w:rFonts w:ascii="Arial" w:hAnsi="Arial" w:cs="Arial"/>
                <w:sz w:val="18"/>
                <w:szCs w:val="18"/>
              </w:rPr>
            </w:pPr>
            <w:r>
              <w:rPr>
                <w:rFonts w:ascii="Arial" w:hAnsi="Arial" w:cs="Arial"/>
                <w:sz w:val="18"/>
                <w:szCs w:val="18"/>
              </w:rPr>
              <w:t>S</w:t>
            </w:r>
            <w:r w:rsidR="00A01D21">
              <w:rPr>
                <w:rFonts w:ascii="Arial" w:hAnsi="Arial" w:cs="Arial"/>
                <w:sz w:val="18"/>
                <w:szCs w:val="18"/>
              </w:rPr>
              <w:t xml:space="preserve">upervisory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validates the Internalised Settlement </w:t>
            </w:r>
            <w:r w:rsidRPr="00E863E5">
              <w:rPr>
                <w:rFonts w:ascii="Arial" w:hAnsi="Arial" w:cs="Arial"/>
                <w:sz w:val="18"/>
                <w:szCs w:val="18"/>
              </w:rPr>
              <w:t xml:space="preserve">report </w:t>
            </w:r>
            <w:r w:rsidR="0098313A">
              <w:rPr>
                <w:rFonts w:ascii="Arial" w:hAnsi="Arial" w:cs="Arial"/>
                <w:sz w:val="18"/>
                <w:szCs w:val="18"/>
              </w:rPr>
              <w:t>and generate</w:t>
            </w:r>
            <w:r>
              <w:rPr>
                <w:rFonts w:ascii="Arial" w:hAnsi="Arial" w:cs="Arial"/>
                <w:sz w:val="18"/>
                <w:szCs w:val="18"/>
              </w:rPr>
              <w:t>s</w:t>
            </w:r>
            <w:r w:rsidR="0098313A">
              <w:rPr>
                <w:rFonts w:ascii="Arial" w:hAnsi="Arial" w:cs="Arial"/>
                <w:sz w:val="18"/>
                <w:szCs w:val="18"/>
              </w:rPr>
              <w:t xml:space="preserve"> </w:t>
            </w:r>
            <w:r>
              <w:rPr>
                <w:rFonts w:ascii="Arial" w:hAnsi="Arial" w:cs="Arial"/>
                <w:sz w:val="18"/>
                <w:szCs w:val="18"/>
              </w:rPr>
              <w:t xml:space="preserve">a </w:t>
            </w:r>
            <w:r w:rsidR="0098313A">
              <w:rPr>
                <w:rFonts w:ascii="Arial" w:hAnsi="Arial" w:cs="Arial"/>
                <w:sz w:val="18"/>
                <w:szCs w:val="18"/>
              </w:rPr>
              <w:t xml:space="preserve">Status Advice: </w:t>
            </w:r>
            <w:r w:rsidR="00E863E5" w:rsidRPr="00E863E5">
              <w:rPr>
                <w:rFonts w:ascii="Arial" w:hAnsi="Arial" w:cs="Arial"/>
                <w:sz w:val="18"/>
                <w:szCs w:val="18"/>
              </w:rPr>
              <w:t xml:space="preserve">Each received </w:t>
            </w:r>
            <w:r>
              <w:rPr>
                <w:rFonts w:ascii="Arial" w:hAnsi="Arial" w:cs="Arial"/>
                <w:sz w:val="18"/>
                <w:szCs w:val="18"/>
              </w:rPr>
              <w:t xml:space="preserve">Internalised Settlement </w:t>
            </w:r>
            <w:r w:rsidRPr="00E863E5">
              <w:rPr>
                <w:rFonts w:ascii="Arial" w:hAnsi="Arial" w:cs="Arial"/>
                <w:sz w:val="18"/>
                <w:szCs w:val="18"/>
              </w:rPr>
              <w:t>report</w:t>
            </w:r>
            <w:r w:rsidR="00E863E5" w:rsidRPr="00E863E5">
              <w:rPr>
                <w:rFonts w:ascii="Arial" w:hAnsi="Arial" w:cs="Arial"/>
                <w:sz w:val="18"/>
                <w:szCs w:val="18"/>
              </w:rPr>
              <w:t xml:space="preserve"> is </w:t>
            </w:r>
            <w:r>
              <w:rPr>
                <w:rFonts w:ascii="Arial" w:hAnsi="Arial" w:cs="Arial"/>
                <w:sz w:val="18"/>
                <w:szCs w:val="18"/>
              </w:rPr>
              <w:t>validated against</w:t>
            </w:r>
            <w:r w:rsidR="0098313A">
              <w:rPr>
                <w:rFonts w:ascii="Arial" w:hAnsi="Arial" w:cs="Arial"/>
                <w:sz w:val="18"/>
                <w:szCs w:val="18"/>
              </w:rPr>
              <w:t>:</w:t>
            </w:r>
            <w:r w:rsidR="00E863E5" w:rsidRPr="00E863E5">
              <w:rPr>
                <w:rFonts w:ascii="Arial" w:hAnsi="Arial" w:cs="Arial"/>
                <w:sz w:val="18"/>
                <w:szCs w:val="18"/>
              </w:rPr>
              <w:t xml:space="preserve"> </w:t>
            </w:r>
          </w:p>
          <w:p w14:paraId="47A7BA80" w14:textId="7E685DC5" w:rsidR="0098313A" w:rsidRPr="0098313A" w:rsidRDefault="0098313A" w:rsidP="0098313A">
            <w:pPr>
              <w:pStyle w:val="TableBullet"/>
              <w:jc w:val="both"/>
              <w:rPr>
                <w:rFonts w:cs="Arial"/>
                <w:sz w:val="18"/>
                <w:szCs w:val="18"/>
              </w:rPr>
            </w:pPr>
            <w:r>
              <w:rPr>
                <w:rFonts w:cs="Arial"/>
                <w:sz w:val="18"/>
                <w:szCs w:val="18"/>
              </w:rPr>
              <w:t>c</w:t>
            </w:r>
            <w:r w:rsidR="00E863E5" w:rsidRPr="0098313A">
              <w:rPr>
                <w:rFonts w:cs="Arial"/>
                <w:sz w:val="18"/>
                <w:szCs w:val="18"/>
              </w:rPr>
              <w:t xml:space="preserve">ompleteness and </w:t>
            </w:r>
            <w:r w:rsidR="00C44399">
              <w:rPr>
                <w:rFonts w:cs="Arial"/>
                <w:sz w:val="18"/>
                <w:szCs w:val="18"/>
              </w:rPr>
              <w:t>soundness</w:t>
            </w:r>
            <w:r w:rsidR="00E863E5" w:rsidRPr="0098313A">
              <w:rPr>
                <w:rFonts w:cs="Arial"/>
                <w:sz w:val="18"/>
                <w:szCs w:val="18"/>
              </w:rPr>
              <w:t xml:space="preserve"> of message</w:t>
            </w:r>
          </w:p>
          <w:p w14:paraId="14D5C2EF" w14:textId="04E25764" w:rsidR="0098313A" w:rsidRPr="0098313A" w:rsidRDefault="0098313A" w:rsidP="0098313A">
            <w:pPr>
              <w:pStyle w:val="TableBullet"/>
              <w:jc w:val="both"/>
              <w:rPr>
                <w:rFonts w:cs="Arial"/>
                <w:sz w:val="18"/>
                <w:szCs w:val="18"/>
              </w:rPr>
            </w:pPr>
            <w:r w:rsidRPr="0098313A">
              <w:rPr>
                <w:rFonts w:cs="Arial"/>
                <w:sz w:val="18"/>
                <w:szCs w:val="18"/>
              </w:rPr>
              <w:t>previously submitted data</w:t>
            </w:r>
          </w:p>
          <w:p w14:paraId="554644D6" w14:textId="41C54BC5" w:rsidR="00E863E5" w:rsidRPr="00E863E5" w:rsidRDefault="00C44399" w:rsidP="00C44399">
            <w:pPr>
              <w:spacing w:before="60"/>
              <w:jc w:val="both"/>
              <w:rPr>
                <w:rFonts w:ascii="Arial" w:hAnsi="Arial" w:cs="Arial"/>
                <w:sz w:val="18"/>
                <w:szCs w:val="18"/>
              </w:rPr>
            </w:pPr>
            <w:r>
              <w:rPr>
                <w:rFonts w:ascii="Arial" w:hAnsi="Arial" w:cs="Arial"/>
                <w:sz w:val="18"/>
              </w:rPr>
              <w:t>O</w:t>
            </w:r>
            <w:r w:rsidR="00E863E5" w:rsidRPr="00E863E5">
              <w:rPr>
                <w:rFonts w:ascii="Arial" w:hAnsi="Arial" w:cs="Arial"/>
                <w:sz w:val="18"/>
                <w:szCs w:val="18"/>
              </w:rPr>
              <w:t xml:space="preserve">nce </w:t>
            </w:r>
            <w:r>
              <w:rPr>
                <w:rFonts w:ascii="Arial" w:hAnsi="Arial" w:cs="Arial"/>
                <w:sz w:val="18"/>
                <w:szCs w:val="18"/>
              </w:rPr>
              <w:t xml:space="preserve">validation checks are </w:t>
            </w:r>
            <w:r w:rsidR="00E863E5" w:rsidRPr="00E863E5">
              <w:rPr>
                <w:rFonts w:ascii="Arial" w:hAnsi="Arial" w:cs="Arial"/>
                <w:sz w:val="18"/>
                <w:szCs w:val="18"/>
              </w:rPr>
              <w:t xml:space="preserve">complete, </w:t>
            </w:r>
            <w:r w:rsidR="00E863E5">
              <w:rPr>
                <w:rFonts w:ascii="Arial" w:hAnsi="Arial" w:cs="Arial"/>
                <w:sz w:val="18"/>
                <w:szCs w:val="18"/>
              </w:rPr>
              <w:t xml:space="preserve">SA </w:t>
            </w:r>
            <w:r w:rsidR="00E863E5" w:rsidRPr="00E863E5">
              <w:rPr>
                <w:rFonts w:ascii="Arial" w:hAnsi="Arial" w:cs="Arial"/>
                <w:sz w:val="18"/>
                <w:szCs w:val="18"/>
              </w:rPr>
              <w:t>generate</w:t>
            </w:r>
            <w:r w:rsidR="00E863E5">
              <w:rPr>
                <w:rFonts w:ascii="Arial" w:hAnsi="Arial" w:cs="Arial"/>
                <w:sz w:val="18"/>
                <w:szCs w:val="18"/>
              </w:rPr>
              <w:t>s</w:t>
            </w:r>
            <w:r w:rsidR="00E863E5" w:rsidRPr="00E863E5">
              <w:rPr>
                <w:rFonts w:ascii="Arial" w:hAnsi="Arial" w:cs="Arial"/>
                <w:sz w:val="18"/>
                <w:szCs w:val="18"/>
              </w:rPr>
              <w:t xml:space="preserve"> the status advice file </w:t>
            </w:r>
            <w:r>
              <w:rPr>
                <w:rFonts w:ascii="Arial" w:hAnsi="Arial" w:cs="Arial"/>
                <w:sz w:val="18"/>
                <w:szCs w:val="18"/>
              </w:rPr>
              <w:t>as a response to the respective CA</w:t>
            </w:r>
            <w:r w:rsidR="00E863E5">
              <w:rPr>
                <w:rFonts w:ascii="Arial" w:hAnsi="Arial" w:cs="Arial"/>
                <w:sz w:val="18"/>
                <w:szCs w:val="18"/>
              </w:rPr>
              <w:t>.</w:t>
            </w:r>
          </w:p>
        </w:tc>
        <w:tc>
          <w:tcPr>
            <w:tcW w:w="1243" w:type="pct"/>
            <w:tcBorders>
              <w:left w:val="double" w:sz="4" w:space="0" w:color="auto"/>
            </w:tcBorders>
          </w:tcPr>
          <w:p w14:paraId="03CBA56E" w14:textId="0282C42D"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S</w:t>
            </w:r>
            <w:r w:rsidR="00A01D21">
              <w:rPr>
                <w:rFonts w:ascii="Arial" w:hAnsi="Arial" w:cs="Arial"/>
                <w:b/>
                <w:bCs/>
                <w:color w:val="000000" w:themeColor="text1"/>
                <w:sz w:val="18"/>
                <w:szCs w:val="18"/>
              </w:rPr>
              <w:t xml:space="preserve">upervisory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211A50D9" w14:textId="77777777" w:rsidTr="004E162A">
        <w:tc>
          <w:tcPr>
            <w:tcW w:w="3757" w:type="pct"/>
            <w:tcBorders>
              <w:right w:val="double" w:sz="4" w:space="0" w:color="auto"/>
            </w:tcBorders>
          </w:tcPr>
          <w:p w14:paraId="60E8291F" w14:textId="1289B0FC"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sidRPr="00E863E5">
              <w:rPr>
                <w:rFonts w:ascii="Arial" w:hAnsi="Arial" w:cs="Arial"/>
                <w:sz w:val="18"/>
                <w:szCs w:val="18"/>
              </w:rPr>
              <w:t xml:space="preserve"> </w:t>
            </w:r>
            <w:r>
              <w:rPr>
                <w:rFonts w:ascii="Arial" w:hAnsi="Arial" w:cs="Arial"/>
                <w:sz w:val="18"/>
                <w:szCs w:val="18"/>
              </w:rPr>
              <w:t>receives status advice message.</w:t>
            </w:r>
          </w:p>
        </w:tc>
        <w:tc>
          <w:tcPr>
            <w:tcW w:w="1243" w:type="pct"/>
            <w:tcBorders>
              <w:left w:val="double" w:sz="4" w:space="0" w:color="auto"/>
            </w:tcBorders>
          </w:tcPr>
          <w:p w14:paraId="457E80A7" w14:textId="156D89C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59B57BBB" w14:textId="77777777" w:rsidTr="004E162A">
        <w:tc>
          <w:tcPr>
            <w:tcW w:w="3757" w:type="pct"/>
            <w:tcBorders>
              <w:right w:val="double" w:sz="4" w:space="0" w:color="auto"/>
            </w:tcBorders>
          </w:tcPr>
          <w:p w14:paraId="64318F9E" w14:textId="7F62DF7C" w:rsidR="00E863E5" w:rsidRPr="00E863E5" w:rsidRDefault="00E863E5" w:rsidP="00E863E5">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transfers status advice to RE.</w:t>
            </w:r>
          </w:p>
        </w:tc>
        <w:tc>
          <w:tcPr>
            <w:tcW w:w="1243" w:type="pct"/>
            <w:tcBorders>
              <w:left w:val="double" w:sz="4" w:space="0" w:color="auto"/>
            </w:tcBorders>
          </w:tcPr>
          <w:p w14:paraId="5C5F93C9" w14:textId="48B8ADC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558A119B" w14:textId="77777777" w:rsidTr="004E162A">
        <w:tc>
          <w:tcPr>
            <w:tcW w:w="3757" w:type="pct"/>
            <w:tcBorders>
              <w:right w:val="double" w:sz="4" w:space="0" w:color="auto"/>
            </w:tcBorders>
          </w:tcPr>
          <w:p w14:paraId="52410CDC" w14:textId="0B111411" w:rsidR="00E863E5" w:rsidRDefault="00E863E5" w:rsidP="0098313A">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receives status advice message</w:t>
            </w:r>
            <w:r w:rsidR="00C44399">
              <w:rPr>
                <w:rFonts w:ascii="Arial" w:hAnsi="Arial" w:cs="Arial"/>
                <w:sz w:val="18"/>
                <w:szCs w:val="18"/>
              </w:rPr>
              <w:t>.</w:t>
            </w:r>
          </w:p>
        </w:tc>
        <w:tc>
          <w:tcPr>
            <w:tcW w:w="1243" w:type="pct"/>
            <w:tcBorders>
              <w:left w:val="double" w:sz="4" w:space="0" w:color="auto"/>
            </w:tcBorders>
          </w:tcPr>
          <w:p w14:paraId="24972599" w14:textId="68E67CC4" w:rsidR="00E863E5" w:rsidRDefault="0098313A"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14:paraId="5052AF96" w14:textId="77777777" w:rsidTr="004E162A">
        <w:tc>
          <w:tcPr>
            <w:tcW w:w="3757" w:type="pct"/>
            <w:tcBorders>
              <w:right w:val="double" w:sz="4" w:space="0" w:color="auto"/>
            </w:tcBorders>
          </w:tcPr>
          <w:p w14:paraId="1327168E" w14:textId="6DABF304" w:rsidR="00E863E5" w:rsidRPr="00E863E5" w:rsidRDefault="0098313A" w:rsidP="00A777E3">
            <w:pPr>
              <w:spacing w:before="60"/>
              <w:jc w:val="both"/>
              <w:rPr>
                <w:rFonts w:ascii="Arial" w:hAnsi="Arial" w:cs="Arial"/>
                <w:sz w:val="18"/>
                <w:szCs w:val="18"/>
              </w:rPr>
            </w:pPr>
            <w:r>
              <w:rPr>
                <w:rFonts w:ascii="Arial" w:hAnsi="Arial" w:cs="Arial"/>
                <w:sz w:val="18"/>
                <w:szCs w:val="18"/>
              </w:rPr>
              <w:t xml:space="preserve">Corrective action: </w:t>
            </w:r>
            <w:r w:rsidRPr="0098313A">
              <w:rPr>
                <w:rFonts w:ascii="Arial" w:hAnsi="Arial" w:cs="Arial"/>
                <w:sz w:val="18"/>
                <w:szCs w:val="18"/>
              </w:rPr>
              <w:t>whe</w:t>
            </w:r>
            <w:r w:rsidR="00A777E3">
              <w:rPr>
                <w:rFonts w:ascii="Arial" w:hAnsi="Arial" w:cs="Arial"/>
                <w:sz w:val="18"/>
                <w:szCs w:val="18"/>
              </w:rPr>
              <w:t>n</w:t>
            </w:r>
            <w:r w:rsidRPr="0098313A">
              <w:rPr>
                <w:rFonts w:ascii="Arial" w:hAnsi="Arial" w:cs="Arial"/>
                <w:sz w:val="18"/>
                <w:szCs w:val="18"/>
              </w:rPr>
              <w:t xml:space="preserve"> </w:t>
            </w:r>
            <w:r w:rsidR="00C44399">
              <w:rPr>
                <w:rFonts w:ascii="Arial" w:hAnsi="Arial" w:cs="Arial"/>
                <w:sz w:val="18"/>
                <w:szCs w:val="18"/>
              </w:rPr>
              <w:t xml:space="preserve">one or more </w:t>
            </w:r>
            <w:r w:rsidRPr="0098313A">
              <w:rPr>
                <w:rFonts w:ascii="Arial" w:hAnsi="Arial" w:cs="Arial"/>
                <w:sz w:val="18"/>
                <w:szCs w:val="18"/>
              </w:rPr>
              <w:t>issue</w:t>
            </w:r>
            <w:r w:rsidR="00C44399">
              <w:rPr>
                <w:rFonts w:ascii="Arial" w:hAnsi="Arial" w:cs="Arial"/>
                <w:sz w:val="18"/>
                <w:szCs w:val="18"/>
              </w:rPr>
              <w:t>s have</w:t>
            </w:r>
            <w:r w:rsidRPr="0098313A">
              <w:rPr>
                <w:rFonts w:ascii="Arial" w:hAnsi="Arial" w:cs="Arial"/>
                <w:sz w:val="18"/>
                <w:szCs w:val="18"/>
              </w:rPr>
              <w:t xml:space="preserve"> been identified, the </w:t>
            </w:r>
            <w:r w:rsidR="00A777E3">
              <w:rPr>
                <w:rFonts w:ascii="Arial" w:hAnsi="Arial" w:cs="Arial"/>
                <w:sz w:val="18"/>
                <w:szCs w:val="18"/>
              </w:rPr>
              <w:t>respective data violating the S</w:t>
            </w:r>
            <w:r w:rsidR="00A01D21">
              <w:rPr>
                <w:rFonts w:ascii="Arial" w:hAnsi="Arial" w:cs="Arial"/>
                <w:sz w:val="18"/>
                <w:szCs w:val="18"/>
              </w:rPr>
              <w:t xml:space="preserve">upervisory </w:t>
            </w:r>
            <w:r w:rsidR="00A777E3">
              <w:rPr>
                <w:rFonts w:ascii="Arial" w:hAnsi="Arial" w:cs="Arial"/>
                <w:sz w:val="18"/>
                <w:szCs w:val="18"/>
              </w:rPr>
              <w:t>A</w:t>
            </w:r>
            <w:r w:rsidR="00A01D21">
              <w:rPr>
                <w:rFonts w:ascii="Arial" w:hAnsi="Arial" w:cs="Arial"/>
                <w:sz w:val="18"/>
                <w:szCs w:val="18"/>
              </w:rPr>
              <w:t>uthority</w:t>
            </w:r>
            <w:r w:rsidR="00A777E3">
              <w:rPr>
                <w:rFonts w:ascii="Arial" w:hAnsi="Arial" w:cs="Arial"/>
                <w:sz w:val="18"/>
                <w:szCs w:val="18"/>
              </w:rPr>
              <w:t xml:space="preserve"> validation rules </w:t>
            </w:r>
            <w:r w:rsidRPr="0098313A">
              <w:rPr>
                <w:rFonts w:ascii="Arial" w:hAnsi="Arial" w:cs="Arial"/>
                <w:sz w:val="18"/>
                <w:szCs w:val="18"/>
              </w:rPr>
              <w:t xml:space="preserve">must be </w:t>
            </w:r>
            <w:r w:rsidR="00A777E3">
              <w:rPr>
                <w:rFonts w:ascii="Arial" w:hAnsi="Arial" w:cs="Arial"/>
                <w:sz w:val="18"/>
                <w:szCs w:val="18"/>
              </w:rPr>
              <w:t>rectified</w:t>
            </w:r>
            <w:r w:rsidRPr="0098313A">
              <w:rPr>
                <w:rFonts w:ascii="Arial" w:hAnsi="Arial" w:cs="Arial"/>
                <w:sz w:val="18"/>
                <w:szCs w:val="18"/>
              </w:rPr>
              <w:t xml:space="preserve"> and </w:t>
            </w:r>
            <w:r w:rsidR="00A777E3">
              <w:rPr>
                <w:rFonts w:ascii="Arial" w:hAnsi="Arial" w:cs="Arial"/>
                <w:sz w:val="18"/>
                <w:szCs w:val="18"/>
              </w:rPr>
              <w:t xml:space="preserve">an </w:t>
            </w:r>
            <w:r w:rsidRPr="0098313A">
              <w:rPr>
                <w:rFonts w:ascii="Arial" w:hAnsi="Arial" w:cs="Arial"/>
                <w:sz w:val="18"/>
                <w:szCs w:val="18"/>
              </w:rPr>
              <w:t xml:space="preserve">updated </w:t>
            </w:r>
            <w:r w:rsidR="00A777E3">
              <w:rPr>
                <w:rFonts w:ascii="Arial" w:hAnsi="Arial" w:cs="Arial"/>
                <w:sz w:val="18"/>
                <w:szCs w:val="18"/>
              </w:rPr>
              <w:t xml:space="preserve">Internalised Settlement </w:t>
            </w:r>
            <w:r w:rsidR="00A777E3" w:rsidRPr="00E863E5">
              <w:rPr>
                <w:rFonts w:ascii="Arial" w:hAnsi="Arial" w:cs="Arial"/>
                <w:sz w:val="18"/>
                <w:szCs w:val="18"/>
              </w:rPr>
              <w:t xml:space="preserve">report </w:t>
            </w:r>
            <w:r w:rsidR="00A777E3">
              <w:rPr>
                <w:rFonts w:ascii="Arial" w:hAnsi="Arial" w:cs="Arial"/>
                <w:sz w:val="18"/>
                <w:szCs w:val="18"/>
              </w:rPr>
              <w:t xml:space="preserve">must be </w:t>
            </w:r>
            <w:r w:rsidRPr="0098313A">
              <w:rPr>
                <w:rFonts w:ascii="Arial" w:hAnsi="Arial" w:cs="Arial"/>
                <w:sz w:val="18"/>
                <w:szCs w:val="18"/>
              </w:rPr>
              <w:t>re-submitted</w:t>
            </w:r>
            <w:r>
              <w:rPr>
                <w:rFonts w:ascii="Arial" w:hAnsi="Arial" w:cs="Arial"/>
                <w:sz w:val="18"/>
                <w:szCs w:val="18"/>
              </w:rPr>
              <w:t>.</w:t>
            </w:r>
          </w:p>
        </w:tc>
        <w:tc>
          <w:tcPr>
            <w:tcW w:w="1243" w:type="pct"/>
            <w:tcBorders>
              <w:left w:val="double" w:sz="4" w:space="0" w:color="auto"/>
            </w:tcBorders>
          </w:tcPr>
          <w:p w14:paraId="5D98F743" w14:textId="4CF353E7"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bl>
    <w:p w14:paraId="2F585491" w14:textId="283C729F" w:rsidR="00E114BE" w:rsidRDefault="00E114BE" w:rsidP="00E114BE">
      <w:pPr>
        <w:pStyle w:val="Heading2"/>
      </w:pPr>
      <w:bookmarkStart w:id="33" w:name="_Toc526925929"/>
      <w:r>
        <w:t>Settlement Fails Reporting</w:t>
      </w:r>
      <w:bookmarkEnd w:id="33"/>
    </w:p>
    <w:p w14:paraId="48855208" w14:textId="143FCCA9" w:rsidR="008115AE" w:rsidRPr="00E114BE" w:rsidRDefault="008115AE" w:rsidP="00E114BE">
      <w:pPr>
        <w:rPr>
          <w:rFonts w:ascii="Arial" w:hAnsi="Arial" w:cs="Arial"/>
          <w:sz w:val="18"/>
        </w:rPr>
      </w:pPr>
      <w:r>
        <w:rPr>
          <w:rFonts w:ascii="Arial" w:hAnsi="Arial" w:cs="Arial"/>
          <w:sz w:val="18"/>
        </w:rPr>
        <w:t>The Business Activities for Settlement Fails reporting are under analysis and will be included in a second phase.</w:t>
      </w:r>
    </w:p>
    <w:p w14:paraId="50F05622" w14:textId="77777777" w:rsidR="00E114BE" w:rsidRDefault="00E114BE">
      <w:pPr>
        <w:spacing w:before="0"/>
        <w:rPr>
          <w:rFonts w:ascii="Arial" w:hAnsi="Arial" w:cs="Arial"/>
          <w:b/>
          <w:sz w:val="32"/>
        </w:rPr>
      </w:pPr>
      <w:r>
        <w:rPr>
          <w:rFonts w:cs="Arial"/>
        </w:rPr>
        <w:br w:type="page"/>
      </w:r>
    </w:p>
    <w:p w14:paraId="23BEFAF4" w14:textId="01205883" w:rsidR="00721AE7" w:rsidRPr="00880B8A" w:rsidRDefault="00911DFF" w:rsidP="00746347">
      <w:pPr>
        <w:pStyle w:val="Heading1"/>
        <w:rPr>
          <w:rFonts w:cs="Arial"/>
        </w:rPr>
      </w:pPr>
      <w:bookmarkStart w:id="34" w:name="_Toc526925930"/>
      <w:r w:rsidRPr="00880B8A">
        <w:rPr>
          <w:rFonts w:cs="Arial"/>
        </w:rPr>
        <w:lastRenderedPageBreak/>
        <w:t>BusinessTransactions</w:t>
      </w:r>
      <w:bookmarkEnd w:id="34"/>
    </w:p>
    <w:p w14:paraId="70AE16DD" w14:textId="77777777" w:rsidR="005B2E5D" w:rsidRDefault="005B2E5D" w:rsidP="005B2E5D">
      <w:pPr>
        <w:jc w:val="both"/>
        <w:rPr>
          <w:rFonts w:ascii="Arial" w:hAnsi="Arial" w:cs="Arial"/>
          <w:sz w:val="18"/>
        </w:rPr>
      </w:pPr>
      <w:bookmarkStart w:id="35" w:name="_Toc447529651"/>
      <w:bookmarkStart w:id="36" w:name="_Toc447530826"/>
      <w:bookmarkStart w:id="37" w:name="_Toc447531267"/>
      <w:bookmarkStart w:id="38" w:name="_Toc449841187"/>
      <w:bookmarkStart w:id="39" w:name="_Toc449841430"/>
      <w:bookmarkStart w:id="40" w:name="_Toc450819670"/>
      <w:bookmarkStart w:id="41" w:name="_Toc450974818"/>
      <w:bookmarkStart w:id="42" w:name="_Toc450979706"/>
      <w:bookmarkStart w:id="43" w:name="_Toc450980147"/>
      <w:bookmarkStart w:id="44" w:name="_Toc451158661"/>
      <w:r w:rsidRPr="00880B8A">
        <w:rPr>
          <w:rFonts w:ascii="Arial" w:hAnsi="Arial" w:cs="Arial"/>
          <w:sz w:val="18"/>
        </w:rPr>
        <w:t xml:space="preserve">This section describes the message flows based on the activity diagrams documented above. It shows the typical exchanges of information in the context of a </w:t>
      </w:r>
      <w:r w:rsidR="00911DFF" w:rsidRPr="00880B8A">
        <w:rPr>
          <w:rFonts w:ascii="Arial" w:hAnsi="Arial" w:cs="Arial"/>
          <w:sz w:val="18"/>
        </w:rPr>
        <w:t>BusinessT</w:t>
      </w:r>
      <w:r w:rsidRPr="00880B8A">
        <w:rPr>
          <w:rFonts w:ascii="Arial" w:hAnsi="Arial" w:cs="Arial"/>
          <w:sz w:val="18"/>
        </w:rPr>
        <w:t>ransaction.</w:t>
      </w:r>
    </w:p>
    <w:p w14:paraId="0769374F" w14:textId="27A1DE48" w:rsidR="00802976" w:rsidRDefault="00961AC8" w:rsidP="005B2E5D">
      <w:pPr>
        <w:jc w:val="both"/>
        <w:rPr>
          <w:rFonts w:ascii="Arial" w:hAnsi="Arial" w:cs="Arial"/>
          <w:sz w:val="18"/>
        </w:rPr>
      </w:pPr>
      <w:r>
        <w:rPr>
          <w:rFonts w:ascii="Arial" w:hAnsi="Arial" w:cs="Arial"/>
          <w:sz w:val="18"/>
        </w:rPr>
        <w:t>For Internalised Settlement data reporting</w:t>
      </w:r>
      <w:r w:rsidR="00A777E3">
        <w:rPr>
          <w:rFonts w:ascii="Arial" w:hAnsi="Arial" w:cs="Arial"/>
          <w:sz w:val="18"/>
        </w:rPr>
        <w:t>,</w:t>
      </w:r>
      <w:r>
        <w:rPr>
          <w:rFonts w:ascii="Arial" w:hAnsi="Arial" w:cs="Arial"/>
          <w:sz w:val="18"/>
        </w:rPr>
        <w:t xml:space="preserve"> the</w:t>
      </w:r>
      <w:r w:rsidRPr="00961AC8">
        <w:rPr>
          <w:rFonts w:ascii="Arial" w:hAnsi="Arial" w:cs="Arial"/>
          <w:sz w:val="18"/>
        </w:rPr>
        <w:t xml:space="preserve"> </w:t>
      </w:r>
      <w:r w:rsidR="0048247A">
        <w:rPr>
          <w:rFonts w:ascii="Arial" w:hAnsi="Arial" w:cs="Arial"/>
          <w:sz w:val="18"/>
        </w:rPr>
        <w:t>R</w:t>
      </w:r>
      <w:r w:rsidRPr="00961AC8">
        <w:rPr>
          <w:rFonts w:ascii="Arial" w:hAnsi="Arial" w:cs="Arial"/>
          <w:sz w:val="18"/>
        </w:rPr>
        <w:t xml:space="preserve">eporting </w:t>
      </w:r>
      <w:r w:rsidR="0048247A">
        <w:rPr>
          <w:rFonts w:ascii="Arial" w:hAnsi="Arial" w:cs="Arial"/>
          <w:sz w:val="18"/>
        </w:rPr>
        <w:t>E</w:t>
      </w:r>
      <w:r w:rsidRPr="00961AC8">
        <w:rPr>
          <w:rFonts w:ascii="Arial" w:hAnsi="Arial" w:cs="Arial"/>
          <w:sz w:val="18"/>
        </w:rPr>
        <w:t>ntity has to work with their C</w:t>
      </w:r>
      <w:r w:rsidR="0048247A">
        <w:rPr>
          <w:rFonts w:ascii="Arial" w:hAnsi="Arial" w:cs="Arial"/>
          <w:sz w:val="18"/>
        </w:rPr>
        <w:t xml:space="preserve">ompetent </w:t>
      </w:r>
      <w:r w:rsidRPr="00961AC8">
        <w:rPr>
          <w:rFonts w:ascii="Arial" w:hAnsi="Arial" w:cs="Arial"/>
          <w:sz w:val="18"/>
        </w:rPr>
        <w:t>A</w:t>
      </w:r>
      <w:r w:rsidR="0048247A">
        <w:rPr>
          <w:rFonts w:ascii="Arial" w:hAnsi="Arial" w:cs="Arial"/>
          <w:sz w:val="18"/>
        </w:rPr>
        <w:t>uthority</w:t>
      </w:r>
      <w:r w:rsidRPr="00961AC8">
        <w:rPr>
          <w:rFonts w:ascii="Arial" w:hAnsi="Arial" w:cs="Arial"/>
          <w:sz w:val="18"/>
        </w:rPr>
        <w:t xml:space="preserve"> to route data to the S</w:t>
      </w:r>
      <w:r w:rsidR="0048247A">
        <w:rPr>
          <w:rFonts w:ascii="Arial" w:hAnsi="Arial" w:cs="Arial"/>
          <w:sz w:val="18"/>
        </w:rPr>
        <w:t>upervisory Authority</w:t>
      </w:r>
      <w:r w:rsidRPr="00961AC8">
        <w:rPr>
          <w:rFonts w:ascii="Arial" w:hAnsi="Arial" w:cs="Arial"/>
          <w:sz w:val="18"/>
        </w:rPr>
        <w:t xml:space="preserve">. In </w:t>
      </w:r>
      <w:r>
        <w:rPr>
          <w:rFonts w:ascii="Arial" w:hAnsi="Arial" w:cs="Arial"/>
          <w:sz w:val="18"/>
        </w:rPr>
        <w:t xml:space="preserve">this context, </w:t>
      </w:r>
      <w:r w:rsidRPr="00961AC8">
        <w:rPr>
          <w:rFonts w:ascii="Arial" w:hAnsi="Arial" w:cs="Arial"/>
          <w:sz w:val="18"/>
        </w:rPr>
        <w:t>the CA acts as a routing mechanism</w:t>
      </w:r>
      <w:r w:rsidR="0048247A">
        <w:rPr>
          <w:rFonts w:ascii="Arial" w:hAnsi="Arial" w:cs="Arial"/>
          <w:sz w:val="18"/>
        </w:rPr>
        <w:t xml:space="preserve"> (proxy)</w:t>
      </w:r>
      <w:r w:rsidRPr="00961AC8">
        <w:rPr>
          <w:rFonts w:ascii="Arial" w:hAnsi="Arial" w:cs="Arial"/>
          <w:sz w:val="18"/>
        </w:rPr>
        <w:t xml:space="preserve"> between the RE and the SA</w:t>
      </w:r>
      <w:r>
        <w:rPr>
          <w:rFonts w:ascii="Arial" w:hAnsi="Arial" w:cs="Arial"/>
          <w:sz w:val="18"/>
        </w:rPr>
        <w:t>.</w:t>
      </w:r>
    </w:p>
    <w:p w14:paraId="5D460A13" w14:textId="66FF0170" w:rsidR="00453E4B" w:rsidRDefault="0048247A" w:rsidP="00453E4B">
      <w:pPr>
        <w:jc w:val="both"/>
        <w:rPr>
          <w:rFonts w:ascii="Arial" w:hAnsi="Arial" w:cs="Arial"/>
          <w:sz w:val="18"/>
        </w:rPr>
      </w:pPr>
      <w:r w:rsidRPr="0048247A">
        <w:rPr>
          <w:rFonts w:ascii="Arial" w:hAnsi="Arial" w:cs="Arial"/>
          <w:sz w:val="18"/>
        </w:rPr>
        <w:t>Th</w:t>
      </w:r>
      <w:r>
        <w:rPr>
          <w:rFonts w:ascii="Arial" w:hAnsi="Arial" w:cs="Arial"/>
          <w:sz w:val="18"/>
        </w:rPr>
        <w:t>e</w:t>
      </w:r>
      <w:r w:rsidRPr="0048247A">
        <w:rPr>
          <w:rFonts w:ascii="Arial" w:hAnsi="Arial" w:cs="Arial"/>
          <w:sz w:val="18"/>
        </w:rPr>
        <w:t xml:space="preserve"> flow </w:t>
      </w:r>
      <w:r>
        <w:rPr>
          <w:rFonts w:ascii="Arial" w:hAnsi="Arial" w:cs="Arial"/>
          <w:sz w:val="18"/>
        </w:rPr>
        <w:t xml:space="preserve">below </w:t>
      </w:r>
      <w:r w:rsidRPr="0048247A">
        <w:rPr>
          <w:rFonts w:ascii="Arial" w:hAnsi="Arial" w:cs="Arial"/>
          <w:sz w:val="18"/>
        </w:rPr>
        <w:t xml:space="preserve">describes an RE submitting </w:t>
      </w:r>
      <w:r>
        <w:rPr>
          <w:rFonts w:ascii="Arial" w:hAnsi="Arial" w:cs="Arial"/>
          <w:sz w:val="18"/>
        </w:rPr>
        <w:t>Internalised Settlement</w:t>
      </w:r>
      <w:r w:rsidRPr="0048247A">
        <w:rPr>
          <w:rFonts w:ascii="Arial" w:hAnsi="Arial" w:cs="Arial"/>
          <w:sz w:val="18"/>
        </w:rPr>
        <w:t xml:space="preserve"> Data Reporting to the SA via a CA.</w:t>
      </w:r>
      <w:r>
        <w:rPr>
          <w:rFonts w:ascii="Arial" w:hAnsi="Arial" w:cs="Arial"/>
          <w:sz w:val="18"/>
        </w:rPr>
        <w:t xml:space="preserve"> T</w:t>
      </w:r>
      <w:r w:rsidRPr="0048247A">
        <w:rPr>
          <w:rFonts w:ascii="Arial" w:hAnsi="Arial" w:cs="Arial"/>
          <w:sz w:val="18"/>
        </w:rPr>
        <w:t xml:space="preserve">he CA </w:t>
      </w:r>
      <w:r w:rsidR="00453E4B">
        <w:rPr>
          <w:rFonts w:ascii="Arial" w:hAnsi="Arial" w:cs="Arial"/>
          <w:sz w:val="18"/>
        </w:rPr>
        <w:t xml:space="preserve">receives the report from the RE and </w:t>
      </w:r>
      <w:r>
        <w:rPr>
          <w:rFonts w:ascii="Arial" w:hAnsi="Arial" w:cs="Arial"/>
          <w:sz w:val="18"/>
        </w:rPr>
        <w:t xml:space="preserve">transfers </w:t>
      </w:r>
      <w:r w:rsidR="00453E4B">
        <w:rPr>
          <w:rFonts w:ascii="Arial" w:hAnsi="Arial" w:cs="Arial"/>
          <w:sz w:val="18"/>
        </w:rPr>
        <w:t>it to t</w:t>
      </w:r>
      <w:r>
        <w:rPr>
          <w:rFonts w:ascii="Arial" w:hAnsi="Arial" w:cs="Arial"/>
          <w:sz w:val="18"/>
        </w:rPr>
        <w:t xml:space="preserve">he SA. </w:t>
      </w:r>
      <w:r w:rsidR="00453E4B">
        <w:rPr>
          <w:rFonts w:ascii="Arial" w:hAnsi="Arial" w:cs="Arial"/>
          <w:sz w:val="18"/>
        </w:rPr>
        <w:t xml:space="preserve">The SA is expected to </w:t>
      </w:r>
      <w:r w:rsidR="00A777E3">
        <w:rPr>
          <w:rFonts w:ascii="Arial" w:hAnsi="Arial" w:cs="Arial"/>
          <w:sz w:val="18"/>
        </w:rPr>
        <w:t>complete validation checks</w:t>
      </w:r>
      <w:r w:rsidR="00453E4B">
        <w:rPr>
          <w:rFonts w:ascii="Arial" w:hAnsi="Arial" w:cs="Arial"/>
          <w:sz w:val="18"/>
        </w:rPr>
        <w:t xml:space="preserve">. </w:t>
      </w:r>
      <w:r w:rsidR="00A777E3">
        <w:rPr>
          <w:rFonts w:ascii="Arial" w:hAnsi="Arial" w:cs="Arial"/>
          <w:sz w:val="18"/>
        </w:rPr>
        <w:t xml:space="preserve">For all submissions, the respective </w:t>
      </w:r>
      <w:r w:rsidRPr="0048247A">
        <w:rPr>
          <w:rFonts w:ascii="Arial" w:hAnsi="Arial" w:cs="Arial"/>
          <w:sz w:val="18"/>
        </w:rPr>
        <w:t xml:space="preserve">CA shall </w:t>
      </w:r>
      <w:r w:rsidR="00A777E3">
        <w:rPr>
          <w:rFonts w:ascii="Arial" w:hAnsi="Arial" w:cs="Arial"/>
          <w:sz w:val="18"/>
        </w:rPr>
        <w:t xml:space="preserve">receive </w:t>
      </w:r>
      <w:r w:rsidRPr="0048247A">
        <w:rPr>
          <w:rFonts w:ascii="Arial" w:hAnsi="Arial" w:cs="Arial"/>
          <w:sz w:val="18"/>
        </w:rPr>
        <w:t xml:space="preserve">a Status Advice detailing the results from the </w:t>
      </w:r>
      <w:r w:rsidR="00A777E3">
        <w:rPr>
          <w:rFonts w:ascii="Arial" w:hAnsi="Arial" w:cs="Arial"/>
          <w:sz w:val="18"/>
        </w:rPr>
        <w:t>validation checks performed by the SA, including detailed information in case that validation checks fail</w:t>
      </w:r>
      <w:r w:rsidRPr="0048247A">
        <w:rPr>
          <w:rFonts w:ascii="Arial" w:hAnsi="Arial" w:cs="Arial"/>
          <w:sz w:val="18"/>
        </w:rPr>
        <w:t xml:space="preserve">. </w:t>
      </w:r>
    </w:p>
    <w:p w14:paraId="363D4B27" w14:textId="235B926E" w:rsidR="0048247A" w:rsidRDefault="00A01D21" w:rsidP="005B2E5D">
      <w:pPr>
        <w:jc w:val="both"/>
        <w:rPr>
          <w:rFonts w:ascii="Arial" w:hAnsi="Arial" w:cs="Arial"/>
          <w:sz w:val="18"/>
        </w:rPr>
      </w:pPr>
      <w:r w:rsidRPr="00A01D21">
        <w:rPr>
          <w:noProof/>
          <w:lang w:eastAsia="en-GB"/>
        </w:rPr>
        <w:drawing>
          <wp:inline distT="0" distB="0" distL="0" distR="0" wp14:anchorId="16BB0959" wp14:editId="0DDDBB41">
            <wp:extent cx="5904865" cy="2898534"/>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04865" cy="2898534"/>
                    </a:xfrm>
                    <a:prstGeom prst="rect">
                      <a:avLst/>
                    </a:prstGeom>
                    <a:noFill/>
                    <a:ln>
                      <a:noFill/>
                    </a:ln>
                  </pic:spPr>
                </pic:pic>
              </a:graphicData>
            </a:graphic>
          </wp:inline>
        </w:drawing>
      </w:r>
    </w:p>
    <w:p w14:paraId="72435CB9" w14:textId="7BE16628" w:rsidR="00961AC8" w:rsidRPr="00880B8A" w:rsidRDefault="00961AC8" w:rsidP="005B2E5D">
      <w:pPr>
        <w:jc w:val="both"/>
        <w:rPr>
          <w:rFonts w:ascii="Arial" w:hAnsi="Arial" w:cs="Arial"/>
          <w:sz w:val="18"/>
        </w:rPr>
      </w:pPr>
    </w:p>
    <w:p w14:paraId="38DD5EE8" w14:textId="77777777" w:rsidR="00453E4B" w:rsidRDefault="00453E4B">
      <w:pPr>
        <w:spacing w:before="0"/>
        <w:rPr>
          <w:rFonts w:ascii="Arial" w:hAnsi="Arial" w:cs="Arial"/>
          <w:b/>
          <w:sz w:val="32"/>
        </w:rPr>
      </w:pPr>
      <w:bookmarkStart w:id="45" w:name="_Toc259630496"/>
      <w:bookmarkStart w:id="46" w:name="_Toc373227232"/>
      <w:bookmarkStart w:id="47" w:name="_Toc373486623"/>
      <w:r>
        <w:rPr>
          <w:rFonts w:cs="Arial"/>
        </w:rPr>
        <w:br w:type="page"/>
      </w:r>
    </w:p>
    <w:p w14:paraId="51DD6744" w14:textId="21619D54" w:rsidR="000579F3" w:rsidRPr="00880B8A" w:rsidRDefault="000579F3" w:rsidP="000579F3">
      <w:pPr>
        <w:pStyle w:val="Heading1"/>
        <w:widowControl w:val="0"/>
        <w:rPr>
          <w:rFonts w:cs="Arial"/>
        </w:rPr>
      </w:pPr>
      <w:bookmarkStart w:id="48" w:name="_Toc526925931"/>
      <w:r w:rsidRPr="00880B8A">
        <w:rPr>
          <w:rFonts w:cs="Arial"/>
        </w:rPr>
        <w:lastRenderedPageBreak/>
        <w:t>Examples</w:t>
      </w:r>
      <w:bookmarkEnd w:id="45"/>
      <w:bookmarkEnd w:id="46"/>
      <w:bookmarkEnd w:id="47"/>
      <w:bookmarkEnd w:id="48"/>
    </w:p>
    <w:p w14:paraId="35CF8461" w14:textId="11190279" w:rsidR="000579F3" w:rsidRDefault="000579F3" w:rsidP="000579F3">
      <w:pPr>
        <w:spacing w:before="0"/>
        <w:rPr>
          <w:rFonts w:ascii="Arial" w:hAnsi="Arial" w:cs="Arial"/>
          <w:sz w:val="18"/>
          <w:szCs w:val="18"/>
        </w:rPr>
      </w:pPr>
      <w:r w:rsidRPr="005E6487">
        <w:rPr>
          <w:rFonts w:ascii="Arial" w:hAnsi="Arial" w:cs="Arial"/>
          <w:sz w:val="18"/>
          <w:szCs w:val="18"/>
        </w:rPr>
        <w:t xml:space="preserve">This section describes </w:t>
      </w:r>
      <w:r w:rsidR="00A777E3">
        <w:rPr>
          <w:rFonts w:ascii="Arial" w:hAnsi="Arial" w:cs="Arial"/>
          <w:sz w:val="18"/>
          <w:szCs w:val="18"/>
        </w:rPr>
        <w:t xml:space="preserve">a </w:t>
      </w:r>
      <w:r w:rsidRPr="005E6487">
        <w:rPr>
          <w:rFonts w:ascii="Arial" w:hAnsi="Arial" w:cs="Arial"/>
          <w:sz w:val="18"/>
          <w:szCs w:val="18"/>
        </w:rPr>
        <w:t>business example</w:t>
      </w:r>
      <w:r w:rsidR="003C68B6">
        <w:rPr>
          <w:rFonts w:ascii="Arial" w:hAnsi="Arial" w:cs="Arial"/>
          <w:sz w:val="18"/>
          <w:szCs w:val="18"/>
          <w:lang w:val="en-US"/>
        </w:rPr>
        <w:t>s</w:t>
      </w:r>
      <w:r w:rsidRPr="005E6487">
        <w:rPr>
          <w:rFonts w:ascii="Arial" w:hAnsi="Arial" w:cs="Arial"/>
          <w:sz w:val="18"/>
          <w:szCs w:val="18"/>
        </w:rPr>
        <w:t xml:space="preserve"> of the </w:t>
      </w:r>
      <w:r w:rsidR="003C68B6">
        <w:rPr>
          <w:rFonts w:ascii="Arial" w:hAnsi="Arial" w:cs="Arial"/>
          <w:sz w:val="18"/>
          <w:szCs w:val="18"/>
        </w:rPr>
        <w:t>various</w:t>
      </w:r>
      <w:r w:rsidR="00A777E3">
        <w:rPr>
          <w:rFonts w:ascii="Arial" w:hAnsi="Arial" w:cs="Arial"/>
          <w:sz w:val="18"/>
          <w:szCs w:val="18"/>
        </w:rPr>
        <w:t xml:space="preserve"> </w:t>
      </w:r>
      <w:r w:rsidR="009708C3" w:rsidRPr="005E6487">
        <w:rPr>
          <w:rFonts w:ascii="Arial" w:hAnsi="Arial" w:cs="Arial"/>
          <w:sz w:val="18"/>
          <w:szCs w:val="18"/>
        </w:rPr>
        <w:t>M</w:t>
      </w:r>
      <w:r w:rsidRPr="005E6487">
        <w:rPr>
          <w:rFonts w:ascii="Arial" w:hAnsi="Arial" w:cs="Arial"/>
          <w:sz w:val="18"/>
          <w:szCs w:val="18"/>
        </w:rPr>
        <w:t>essage</w:t>
      </w:r>
      <w:r w:rsidR="009708C3" w:rsidRPr="005E6487">
        <w:rPr>
          <w:rFonts w:ascii="Arial" w:hAnsi="Arial" w:cs="Arial"/>
          <w:sz w:val="18"/>
          <w:szCs w:val="18"/>
        </w:rPr>
        <w:t>D</w:t>
      </w:r>
      <w:r w:rsidRPr="005E6487">
        <w:rPr>
          <w:rFonts w:ascii="Arial" w:hAnsi="Arial" w:cs="Arial"/>
          <w:sz w:val="18"/>
          <w:szCs w:val="18"/>
        </w:rPr>
        <w:t>efinition</w:t>
      </w:r>
      <w:r w:rsidR="003C68B6">
        <w:rPr>
          <w:rFonts w:ascii="Arial" w:hAnsi="Arial" w:cs="Arial"/>
          <w:sz w:val="18"/>
          <w:szCs w:val="18"/>
        </w:rPr>
        <w:t>s</w:t>
      </w:r>
      <w:r w:rsidRPr="005E6487">
        <w:rPr>
          <w:rFonts w:ascii="Arial" w:hAnsi="Arial" w:cs="Arial"/>
          <w:sz w:val="18"/>
          <w:szCs w:val="18"/>
        </w:rPr>
        <w:t xml:space="preserve">. </w:t>
      </w:r>
    </w:p>
    <w:p w14:paraId="120E9BE0" w14:textId="557EA768" w:rsidR="003C68B6" w:rsidRPr="005E6487" w:rsidRDefault="003C68B6" w:rsidP="000B1387">
      <w:pPr>
        <w:pStyle w:val="Heading2"/>
      </w:pPr>
      <w:bookmarkStart w:id="49" w:name="_Toc526925932"/>
      <w:r>
        <w:t>Internalised Settlement Data</w:t>
      </w:r>
      <w:bookmarkEnd w:id="49"/>
    </w:p>
    <w:p w14:paraId="417B3E4B" w14:textId="72E8428B" w:rsidR="00386AD7" w:rsidRPr="004815C6" w:rsidRDefault="000579F3" w:rsidP="000579F3">
      <w:pPr>
        <w:pStyle w:val="StyleBlockLabelLeft0"/>
        <w:rPr>
          <w:rFonts w:cs="Arial"/>
          <w:sz w:val="18"/>
          <w:szCs w:val="18"/>
        </w:rPr>
      </w:pPr>
      <w:r w:rsidRPr="004815C6">
        <w:rPr>
          <w:rFonts w:cs="Arial"/>
          <w:sz w:val="18"/>
          <w:szCs w:val="18"/>
        </w:rPr>
        <w:t>Description</w:t>
      </w:r>
    </w:p>
    <w:p w14:paraId="1822D84D" w14:textId="69816D34" w:rsidR="005E6487" w:rsidRDefault="002A1025" w:rsidP="00F216F8">
      <w:pPr>
        <w:spacing w:before="0"/>
        <w:jc w:val="both"/>
        <w:rPr>
          <w:rFonts w:ascii="Arial" w:hAnsi="Arial" w:cs="Arial"/>
          <w:sz w:val="18"/>
          <w:szCs w:val="18"/>
        </w:rPr>
      </w:pPr>
      <w:r>
        <w:rPr>
          <w:rFonts w:ascii="Arial" w:hAnsi="Arial" w:cs="Arial"/>
          <w:sz w:val="18"/>
          <w:szCs w:val="18"/>
        </w:rPr>
        <w:t>T</w:t>
      </w:r>
      <w:r w:rsidRPr="002A1025">
        <w:rPr>
          <w:rFonts w:ascii="Arial" w:hAnsi="Arial" w:cs="Arial"/>
          <w:sz w:val="18"/>
          <w:szCs w:val="18"/>
        </w:rPr>
        <w:t>his section describes a business example of the auth.072.001.01 MessageDefinition</w:t>
      </w:r>
      <w:r>
        <w:rPr>
          <w:rFonts w:ascii="Arial" w:hAnsi="Arial" w:cs="Arial"/>
          <w:sz w:val="18"/>
          <w:szCs w:val="18"/>
        </w:rPr>
        <w:t xml:space="preserve">. </w:t>
      </w:r>
      <w:r w:rsidR="000579F3" w:rsidRPr="00EF34EF">
        <w:rPr>
          <w:rFonts w:ascii="Arial" w:hAnsi="Arial" w:cs="Arial"/>
          <w:sz w:val="18"/>
          <w:szCs w:val="18"/>
        </w:rPr>
        <w:t>This example des</w:t>
      </w:r>
      <w:r w:rsidR="004815C6">
        <w:rPr>
          <w:rFonts w:ascii="Arial" w:hAnsi="Arial" w:cs="Arial"/>
          <w:sz w:val="18"/>
          <w:szCs w:val="18"/>
        </w:rPr>
        <w:t xml:space="preserve">cribes an Internalised Settlement Report </w:t>
      </w:r>
      <w:r w:rsidR="007E7B08" w:rsidRPr="00EF34EF">
        <w:rPr>
          <w:rFonts w:ascii="Arial" w:hAnsi="Arial" w:cs="Arial"/>
          <w:sz w:val="18"/>
          <w:szCs w:val="18"/>
        </w:rPr>
        <w:t>sent by a</w:t>
      </w:r>
      <w:r w:rsidR="00050BF0" w:rsidRPr="00EF34EF">
        <w:rPr>
          <w:rFonts w:ascii="Arial" w:hAnsi="Arial" w:cs="Arial"/>
          <w:sz w:val="18"/>
          <w:szCs w:val="18"/>
        </w:rPr>
        <w:t xml:space="preserve"> </w:t>
      </w:r>
      <w:r w:rsidR="004815C6">
        <w:rPr>
          <w:rFonts w:ascii="Arial" w:hAnsi="Arial" w:cs="Arial"/>
          <w:sz w:val="18"/>
          <w:szCs w:val="18"/>
        </w:rPr>
        <w:t>Settlement Internaliser</w:t>
      </w:r>
      <w:r w:rsidR="00050BF0" w:rsidRPr="00EF34EF">
        <w:rPr>
          <w:rFonts w:ascii="Arial" w:hAnsi="Arial" w:cs="Arial"/>
          <w:sz w:val="18"/>
          <w:szCs w:val="18"/>
        </w:rPr>
        <w:t xml:space="preserve"> </w:t>
      </w:r>
      <w:r w:rsidR="004815C6">
        <w:rPr>
          <w:rFonts w:ascii="Arial" w:hAnsi="Arial" w:cs="Arial"/>
          <w:sz w:val="18"/>
          <w:szCs w:val="18"/>
        </w:rPr>
        <w:t xml:space="preserve">submitted by </w:t>
      </w:r>
      <w:r w:rsidR="00F216F8">
        <w:rPr>
          <w:rFonts w:ascii="Arial" w:hAnsi="Arial" w:cs="Arial"/>
          <w:sz w:val="18"/>
          <w:szCs w:val="18"/>
        </w:rPr>
        <w:t xml:space="preserve">the FR NCA for internalised settlement data of </w:t>
      </w:r>
      <w:r w:rsidR="00B73288">
        <w:rPr>
          <w:rFonts w:ascii="Arial" w:hAnsi="Arial" w:cs="Arial"/>
          <w:sz w:val="18"/>
          <w:szCs w:val="18"/>
        </w:rPr>
        <w:t xml:space="preserve">a </w:t>
      </w:r>
      <w:r w:rsidR="00F216F8">
        <w:rPr>
          <w:rFonts w:ascii="Arial" w:hAnsi="Arial" w:cs="Arial"/>
          <w:sz w:val="18"/>
          <w:szCs w:val="18"/>
        </w:rPr>
        <w:t>Settlement Internaliser</w:t>
      </w:r>
      <w:r w:rsidR="00B73288">
        <w:rPr>
          <w:rFonts w:ascii="Arial" w:hAnsi="Arial" w:cs="Arial"/>
          <w:sz w:val="18"/>
          <w:szCs w:val="18"/>
        </w:rPr>
        <w:t xml:space="preserve"> established in France reporting internalised settlement data for its own operation</w:t>
      </w:r>
      <w:r w:rsidR="00F216F8">
        <w:rPr>
          <w:rFonts w:ascii="Arial" w:hAnsi="Arial" w:cs="Arial"/>
          <w:sz w:val="18"/>
          <w:szCs w:val="18"/>
        </w:rPr>
        <w:t>.</w:t>
      </w:r>
      <w:r w:rsidR="00FE4685">
        <w:rPr>
          <w:rFonts w:ascii="Arial" w:hAnsi="Arial" w:cs="Arial"/>
          <w:sz w:val="18"/>
          <w:szCs w:val="18"/>
        </w:rPr>
        <w:t xml:space="preserve"> In particular:</w:t>
      </w:r>
    </w:p>
    <w:p w14:paraId="00658A08" w14:textId="0EE35AEB" w:rsid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 xml:space="preserve">Reporting entity </w:t>
      </w:r>
      <w:r>
        <w:rPr>
          <w:rFonts w:ascii="Arial" w:hAnsi="Arial" w:cs="Arial"/>
          <w:sz w:val="18"/>
          <w:szCs w:val="18"/>
        </w:rPr>
        <w:t xml:space="preserve">LEI: </w:t>
      </w:r>
      <w:r w:rsidR="0079309A" w:rsidRPr="000B1387">
        <w:rPr>
          <w:rFonts w:ascii="Arial" w:hAnsi="Arial" w:cs="Arial"/>
          <w:sz w:val="18"/>
          <w:szCs w:val="18"/>
        </w:rPr>
        <w:t>O2RNE8IBXP4R0TD8XM41</w:t>
      </w:r>
    </w:p>
    <w:p w14:paraId="3F738378" w14:textId="60913E4A" w:rsidR="00FE4685" w:rsidRPr="00FE4685" w:rsidRDefault="00FE4685" w:rsidP="000B1387">
      <w:pPr>
        <w:pStyle w:val="BodyText"/>
        <w:numPr>
          <w:ilvl w:val="0"/>
          <w:numId w:val="24"/>
        </w:numPr>
        <w:spacing w:before="120"/>
        <w:jc w:val="both"/>
        <w:rPr>
          <w:rFonts w:ascii="Arial" w:hAnsi="Arial" w:cs="Arial"/>
          <w:sz w:val="18"/>
          <w:szCs w:val="18"/>
        </w:rPr>
      </w:pPr>
      <w:r>
        <w:rPr>
          <w:rFonts w:ascii="Arial" w:hAnsi="Arial" w:cs="Arial"/>
          <w:sz w:val="18"/>
          <w:szCs w:val="18"/>
        </w:rPr>
        <w:t xml:space="preserve">Responsible Competent Authority: </w:t>
      </w:r>
      <w:r w:rsidR="0079309A">
        <w:rPr>
          <w:rFonts w:ascii="Arial" w:hAnsi="Arial" w:cs="Arial"/>
          <w:sz w:val="18"/>
          <w:szCs w:val="18"/>
        </w:rPr>
        <w:t>FR NCA</w:t>
      </w:r>
    </w:p>
    <w:p w14:paraId="526CFE31" w14:textId="75B8A370" w:rsidR="00FE4685" w:rsidRP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Settlement Internaliser place of establishment</w:t>
      </w:r>
      <w:r w:rsidR="00AF6B19">
        <w:rPr>
          <w:rFonts w:ascii="Arial" w:hAnsi="Arial" w:cs="Arial"/>
          <w:sz w:val="18"/>
          <w:szCs w:val="18"/>
        </w:rPr>
        <w:t xml:space="preserve"> (Country Code)</w:t>
      </w:r>
      <w:r w:rsidRPr="00FE4685">
        <w:rPr>
          <w:rFonts w:ascii="Arial" w:hAnsi="Arial" w:cs="Arial"/>
          <w:sz w:val="18"/>
          <w:szCs w:val="18"/>
        </w:rPr>
        <w:t xml:space="preserve">: </w:t>
      </w:r>
      <w:r>
        <w:rPr>
          <w:rFonts w:ascii="Arial" w:hAnsi="Arial" w:cs="Arial"/>
          <w:sz w:val="18"/>
          <w:szCs w:val="18"/>
        </w:rPr>
        <w:t>FR</w:t>
      </w:r>
    </w:p>
    <w:p w14:paraId="471301AB" w14:textId="77777777" w:rsidR="000579F3" w:rsidRDefault="000579F3" w:rsidP="002B29E3">
      <w:pPr>
        <w:pStyle w:val="StyleBlockLabelLeft0"/>
        <w:jc w:val="both"/>
        <w:rPr>
          <w:rFonts w:cs="Arial"/>
        </w:rPr>
      </w:pPr>
      <w:r w:rsidRPr="005E6487">
        <w:rPr>
          <w:rFonts w:cs="Arial"/>
        </w:rPr>
        <w:t>Message Instance</w:t>
      </w:r>
    </w:p>
    <w:p w14:paraId="230449F6" w14:textId="7EE6D0D6" w:rsidR="0079309A" w:rsidRDefault="0079309A" w:rsidP="00B25FC7">
      <w:pPr>
        <w:spacing w:before="0"/>
        <w:rPr>
          <w:rFonts w:ascii="Arial" w:hAnsi="Arial" w:cs="Arial"/>
          <w:color w:val="000096"/>
          <w:sz w:val="18"/>
          <w:szCs w:val="18"/>
          <w:lang w:val="en-US" w:eastAsia="en-GB"/>
        </w:rPr>
      </w:pPr>
    </w:p>
    <w:p w14:paraId="245F52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p w14:paraId="77FDF55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14:paraId="64B8F16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&lt;CreDtTm&gt;2006-07-04T18:13:51.0&lt;/CreDtTm&gt;</w:t>
      </w:r>
    </w:p>
    <w:p w14:paraId="2610DEB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&lt;RptgDt&gt;2018-06-30&lt;/RptgDt&gt;</w:t>
      </w:r>
    </w:p>
    <w:p w14:paraId="703C1E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&lt;Ccy&gt;EUR&lt;/Ccy&gt;</w:t>
      </w:r>
    </w:p>
    <w:p w14:paraId="4D7BD9F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&lt;RptSts&gt;NEWT&lt;/RptSts&gt;</w:t>
      </w:r>
    </w:p>
    <w:p w14:paraId="2364DD0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14:paraId="6F800D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14:paraId="1E8AAF1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496CE6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&lt;LEI&gt;O2RNE8IBXP4R0TD8XM41&lt;/LEI&gt;</w:t>
      </w:r>
    </w:p>
    <w:p w14:paraId="71D90C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14:paraId="2EB30C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&lt;Nm&gt;John Smith&lt;/Nm&gt;</w:t>
      </w:r>
    </w:p>
    <w:p w14:paraId="25FB30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&lt;PhneNb&gt;+33-140978989&lt;/PhneNb&gt;</w:t>
      </w:r>
    </w:p>
    <w:p w14:paraId="308379C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&lt;EmailAdr&gt;john.smith@abc.com&lt;/EmailAdr&gt;</w:t>
      </w:r>
    </w:p>
    <w:p w14:paraId="3EE3A33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&lt;Fctn&gt;Senior Analyst&lt;/Fctn&gt;</w:t>
      </w:r>
    </w:p>
    <w:p w14:paraId="3DF9E3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14:paraId="3695BF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&lt;Ctry&gt;FR&lt;/Ctry&gt;</w:t>
      </w:r>
    </w:p>
    <w:p w14:paraId="29E0B6F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2CD717C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52B86A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7E868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0CCD0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&lt;Vol&gt;16517&lt;/Vol&gt;</w:t>
      </w:r>
    </w:p>
    <w:p w14:paraId="5822ED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14:paraId="4EF08FA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DC443D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D6AD2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&lt;Vol&gt;3618&lt;/Vol&gt;</w:t>
      </w:r>
    </w:p>
    <w:p w14:paraId="3608A2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04406D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6A3A9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FB2BB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&lt;Vol&gt;20135&lt;/Vol&gt;</w:t>
      </w:r>
    </w:p>
    <w:p w14:paraId="46C49F0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14:paraId="00164B1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24B0F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49284D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4003DC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&lt;VolPctg&gt;17.968710000&lt;/VolPctg&gt;</w:t>
      </w:r>
    </w:p>
    <w:p w14:paraId="584F8C5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EC76ED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3F3553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6919F52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23DFAE6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573213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72352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12562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&lt;Vol&gt;818&lt;/Vol&gt;</w:t>
      </w:r>
    </w:p>
    <w:p w14:paraId="7250C4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&lt;Val&gt;26183&lt;/Val&gt;</w:t>
      </w:r>
    </w:p>
    <w:p w14:paraId="1F87FC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F0069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DE4977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&lt;Vol&gt;192&lt;/Vol&gt;</w:t>
      </w:r>
    </w:p>
    <w:p w14:paraId="15930E4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4597FBD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2A5EBA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24D6EFB"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&lt;Vol&gt;1010&lt;/Vol&gt;</w:t>
      </w:r>
    </w:p>
    <w:p w14:paraId="4FA777D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&lt;Val&gt;26183&lt;/Val&gt;</w:t>
      </w:r>
    </w:p>
    <w:p w14:paraId="66AC3E3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8DC24D6"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307E29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31ADF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&lt;VolPctg&gt;19.009900000&lt;/VolPctg&gt;</w:t>
      </w:r>
    </w:p>
    <w:p w14:paraId="6905EE1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38BA4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F27FD9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7C377BD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7797C5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47F73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88EEAC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&lt;Vol&gt;723&lt;/Vol&gt;</w:t>
      </w:r>
    </w:p>
    <w:p w14:paraId="1DD2413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&lt;Val&gt;12933&lt;/Val&gt;</w:t>
      </w:r>
    </w:p>
    <w:p w14:paraId="261CC2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85716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00E041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&lt;Vol&gt;182&lt;/Vol&gt;</w:t>
      </w:r>
    </w:p>
    <w:p w14:paraId="34BF383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26DBDA9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B5CAC3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D47950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&lt;Vol&gt;905&lt;/Vol&gt;</w:t>
      </w:r>
    </w:p>
    <w:p w14:paraId="0E2CAEE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&lt;Val&gt;12933&lt;/Val&gt;</w:t>
      </w:r>
    </w:p>
    <w:p w14:paraId="633E4501"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6EA31F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18AF1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A4E34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&lt;VolPctg&gt;20.110500000&lt;/VolPctg&gt;</w:t>
      </w:r>
    </w:p>
    <w:p w14:paraId="75511A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367EA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498484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6118F9D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1634D21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36BBB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70FA6D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&lt;Vol&gt;942&lt;/Vol&gt;</w:t>
      </w:r>
    </w:p>
    <w:p w14:paraId="0E7FA4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&lt;Val&gt;14206&lt;/Val&gt;</w:t>
      </w:r>
    </w:p>
    <w:p w14:paraId="51E3FB8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234B2E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ABFE10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14:paraId="1E2850E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0BB3E6A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FA4C53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F2E0D4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&lt;Vol&gt;1110&lt;/Vol&gt;</w:t>
      </w:r>
    </w:p>
    <w:p w14:paraId="64BFDE7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&lt;Val&gt;14206&lt;/Val&gt;</w:t>
      </w:r>
    </w:p>
    <w:p w14:paraId="2FC56EB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43632C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E461E1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FDE5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&lt;VolPctg&gt;15.135130000&lt;/VolPctg&gt;</w:t>
      </w:r>
    </w:p>
    <w:p w14:paraId="315FE44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6C4480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30B6FF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18D3E8A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1491C4F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73DC6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80300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&lt;Vol&gt;1829&lt;/Vol&gt;</w:t>
      </w:r>
    </w:p>
    <w:p w14:paraId="063CBD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&lt;Val&gt;23314&lt;/Val&gt;</w:t>
      </w:r>
    </w:p>
    <w:p w14:paraId="633F49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DEBA20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3B2DF7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&lt;Vol&gt;231&lt;/Vol&gt;</w:t>
      </w:r>
    </w:p>
    <w:p w14:paraId="2033058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6067380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2DE0CC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B9E42F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&lt;Vol&gt;2060&lt;/Vol&gt;</w:t>
      </w:r>
    </w:p>
    <w:p w14:paraId="117C72A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&lt;Val&gt;23314&lt;/Val&gt;</w:t>
      </w:r>
    </w:p>
    <w:p w14:paraId="6E480201"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B81D2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&lt;/Aggt&gt;</w:t>
      </w:r>
    </w:p>
    <w:p w14:paraId="1E6905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FB60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&lt;VolPctg&gt;11.213590000&lt;/VolPctg&gt;</w:t>
      </w:r>
    </w:p>
    <w:p w14:paraId="6FB529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1401C56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30000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5222EB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20B767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FFAB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95D9E0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&lt;Vol&gt;1060&lt;/Vol&gt;</w:t>
      </w:r>
    </w:p>
    <w:p w14:paraId="678314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&lt;Val&gt;13590&lt;/Val&gt;</w:t>
      </w:r>
    </w:p>
    <w:p w14:paraId="2ABA576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9B7BC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8D1ADCE"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&lt;Vol&gt;173&lt;/Vol&gt;</w:t>
      </w:r>
    </w:p>
    <w:p w14:paraId="0F05825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6165260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070DB2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493026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&lt;Vol&gt;1233&lt;/Vol&gt;</w:t>
      </w:r>
    </w:p>
    <w:p w14:paraId="16D0614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&lt;Val&gt;13590&lt;/Val&gt;</w:t>
      </w:r>
    </w:p>
    <w:p w14:paraId="533155D7"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6B700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5A04F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228C6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&lt;VolPctg&gt;14.030820000&lt;/VolPctg&gt;</w:t>
      </w:r>
    </w:p>
    <w:p w14:paraId="714EE5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AD4D70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249270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5B6B97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4994874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2174D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306AC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&lt;Vol&gt;1612&lt;/Vol&gt;</w:t>
      </w:r>
    </w:p>
    <w:p w14:paraId="221A76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&lt;Val&gt;16328&lt;/Val&gt;</w:t>
      </w:r>
    </w:p>
    <w:p w14:paraId="6C49CB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615EEA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27241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&lt;Vol&gt;201&lt;/Vol&gt;</w:t>
      </w:r>
    </w:p>
    <w:p w14:paraId="243B75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1824F4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CCA76F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5E41F84E"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&lt;Vol&gt;1813&lt;/Vol&gt;</w:t>
      </w:r>
    </w:p>
    <w:p w14:paraId="23DFB2B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&lt;Val&gt;16328&lt;/Val&gt;</w:t>
      </w:r>
    </w:p>
    <w:p w14:paraId="57D8AD7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E82850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6036CB4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3121BCF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&lt;VolPctg&gt;11.086600000&lt;/VolPctg&gt;</w:t>
      </w:r>
    </w:p>
    <w:p w14:paraId="765BE6F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&lt;Val&gt;0.0000000000&lt;/Val&gt;</w:t>
      </w:r>
    </w:p>
    <w:p w14:paraId="3EB950C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665CA64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0B62DBC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6A96957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2DF1FD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785EC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&lt;Vol&gt;936&lt;/Vol&gt;</w:t>
      </w:r>
    </w:p>
    <w:p w14:paraId="27D6C7C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&lt;Val&gt;14582&lt;/Val&gt;</w:t>
      </w:r>
    </w:p>
    <w:p w14:paraId="75BBDA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2B8DC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8F5A8D7"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&lt;Vol&gt;200&lt;/Vol&gt;</w:t>
      </w:r>
    </w:p>
    <w:p w14:paraId="135B267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2ADF34F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000A99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4781F3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&lt;Vol&gt;1136&lt;/Vol&gt;</w:t>
      </w:r>
    </w:p>
    <w:p w14:paraId="4F5159E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&lt;Val&gt;14582&lt;/Val&gt;</w:t>
      </w:r>
    </w:p>
    <w:p w14:paraId="7EF2576A"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2108AA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FA4CA6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FF62D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&lt;VolPctg&gt;17.605630000&lt;/VolPctg&gt;</w:t>
      </w:r>
    </w:p>
    <w:p w14:paraId="124A13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ED0B51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7C135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7A2709B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46AD83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&lt;Aggt&gt;</w:t>
      </w:r>
    </w:p>
    <w:p w14:paraId="0988AE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BADD4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&lt;Vol&gt;1133&lt;/Vol&gt;</w:t>
      </w:r>
    </w:p>
    <w:p w14:paraId="36C42C7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&lt;Val&gt;16446&lt;/Val&gt;</w:t>
      </w:r>
    </w:p>
    <w:p w14:paraId="1EE9A4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46207F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FD904CC"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&lt;Vol&gt;204&lt;/Vol&gt;</w:t>
      </w:r>
    </w:p>
    <w:p w14:paraId="0399CD1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E5CDF8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BF88D3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94E803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&lt;Vol&gt;1337&lt;/Vol&gt;</w:t>
      </w:r>
    </w:p>
    <w:p w14:paraId="339AE81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&lt;Val&gt;16446&lt;/Val&gt;</w:t>
      </w:r>
    </w:p>
    <w:p w14:paraId="58C6E08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0A130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2BD50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3CE6F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&lt;VolPctg&gt;15.258040000&lt;/VolPctg&gt;</w:t>
      </w:r>
    </w:p>
    <w:p w14:paraId="318CAE8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D1030F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132FE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4C5B14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D20DBE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0A229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81B3C7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&lt;Vol&gt;854&lt;/Vol&gt;</w:t>
      </w:r>
    </w:p>
    <w:p w14:paraId="47EC931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&lt;Val&gt;14528&lt;/Val&gt;</w:t>
      </w:r>
    </w:p>
    <w:p w14:paraId="59D32F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5E2396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2C178B1"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14:paraId="733FE85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75C0CA0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013AE4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E11F97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&lt;Vol&gt;1022&lt;/Vol&gt;</w:t>
      </w:r>
    </w:p>
    <w:p w14:paraId="629C26F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&lt;Val&gt;14528&lt;/Val&gt;</w:t>
      </w:r>
    </w:p>
    <w:p w14:paraId="1B90C0D3"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B422B2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47E627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F944D4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&lt;VolPctg&gt;16.438360000&lt;/VolPctg&gt;</w:t>
      </w:r>
    </w:p>
    <w:p w14:paraId="476501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09095FE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7B0444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03951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41E7756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6790D3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3A148D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1882D6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0436D1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&lt;Vol&gt;1349&lt;/Vol&gt;</w:t>
      </w:r>
    </w:p>
    <w:p w14:paraId="55BCD1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&lt;Val&gt;16337&lt;/Val&gt;</w:t>
      </w:r>
    </w:p>
    <w:p w14:paraId="47C062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A980BC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608B07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&lt;Vol&gt;257&lt;/Vol&gt;</w:t>
      </w:r>
    </w:p>
    <w:p w14:paraId="46661FD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56E062E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93E418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464D88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&lt;Vol&gt;1606&lt;/Vol&gt;</w:t>
      </w:r>
    </w:p>
    <w:p w14:paraId="0BD43A1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&lt;Val&gt;16337&lt;/Val&gt;</w:t>
      </w:r>
    </w:p>
    <w:p w14:paraId="67C660C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07B578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6D9E0C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F924E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&lt;VolPctg&gt;16.002490000&lt;/VolPctg&gt;</w:t>
      </w:r>
    </w:p>
    <w:p w14:paraId="2AD399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12C4CF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35BEF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190F3E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78ED9A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E501E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2ADC1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&lt;Vol&gt;381&lt;/Vol&gt;</w:t>
      </w:r>
    </w:p>
    <w:p w14:paraId="0EE258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&lt;Val&gt;13285&lt;/Val&gt;</w:t>
      </w:r>
    </w:p>
    <w:p w14:paraId="1C6FC16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5C6C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&lt;Faild&gt;</w:t>
      </w:r>
    </w:p>
    <w:p w14:paraId="22C41E9F"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&lt;Vol&gt;198&lt;/Vol&gt;</w:t>
      </w:r>
    </w:p>
    <w:p w14:paraId="58D787B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5F7D412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33A5E2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13B9D5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&lt;Vol&gt;579&lt;/Vol&gt;</w:t>
      </w:r>
    </w:p>
    <w:p w14:paraId="771101C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&lt;Val&gt;13285&lt;/Val&gt;</w:t>
      </w:r>
    </w:p>
    <w:p w14:paraId="627D2473"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5EC39C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27248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546387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&lt;VolPctg&gt;34.196890000&lt;/VolPctg&gt;</w:t>
      </w:r>
    </w:p>
    <w:p w14:paraId="21F0E73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1E37D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F48F0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2C44AF1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61FE451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ADA2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A51407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&lt;Vol&gt;1325&lt;/Vol&gt;</w:t>
      </w:r>
    </w:p>
    <w:p w14:paraId="6A21BB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&lt;Val&gt;15112&lt;/Val&gt;</w:t>
      </w:r>
    </w:p>
    <w:p w14:paraId="2B1FAA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8D228F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179966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&lt;Vol&gt;690&lt;/Vol&gt;</w:t>
      </w:r>
    </w:p>
    <w:p w14:paraId="208B697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1F59229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98FDA9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EC1720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&lt;Vol&gt;2015&lt;/Vol&gt;</w:t>
      </w:r>
    </w:p>
    <w:p w14:paraId="3E403F9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&lt;Val&gt;15112&lt;/Val&gt;</w:t>
      </w:r>
    </w:p>
    <w:p w14:paraId="41D4AE3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72D5C5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23B301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3B0EA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&lt;VolPctg&gt;34.243180000&lt;/VolPctg&gt;</w:t>
      </w:r>
    </w:p>
    <w:p w14:paraId="650FCCB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A2C5F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353746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33A5C3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793B7A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9D52D6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23B6E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&lt;Vol&gt;776&lt;/Vol&gt;</w:t>
      </w:r>
    </w:p>
    <w:p w14:paraId="3D12E8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14:paraId="1975F7C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DAFEC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1084F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&lt;Vol&gt;195&lt;/Vol&gt;</w:t>
      </w:r>
    </w:p>
    <w:p w14:paraId="76D3A8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30EB87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6BD26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170B4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&lt;Vol&gt;971&lt;/Vol&gt;</w:t>
      </w:r>
    </w:p>
    <w:p w14:paraId="4BB9F6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14:paraId="3842C5C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4A946E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D127B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92B71D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&lt;VolPctg&gt;20.082390000&lt;/VolPctg&gt;</w:t>
      </w:r>
    </w:p>
    <w:p w14:paraId="42BB82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E9C6E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58B6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606E250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7C8F0D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7143B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E2DBC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&lt;Vol&gt;774&lt;/Vol&gt;</w:t>
      </w:r>
    </w:p>
    <w:p w14:paraId="3B9809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&lt;Val&gt;13565&lt;/Val&gt;</w:t>
      </w:r>
    </w:p>
    <w:p w14:paraId="52B0309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C45BFB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AD8B0A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&lt;Vol&gt;178&lt;/Vol&gt;</w:t>
      </w:r>
    </w:p>
    <w:p w14:paraId="55FE33C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1415918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A7D4E1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428FAC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&lt;Vol&gt;952&lt;/Vol&gt;</w:t>
      </w:r>
    </w:p>
    <w:p w14:paraId="432A8AC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&lt;Val&gt;13565&lt;/Val&gt;</w:t>
      </w:r>
    </w:p>
    <w:p w14:paraId="5219C06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lastRenderedPageBreak/>
        <w:t xml:space="preserve">                    </w:t>
      </w:r>
      <w:r w:rsidRPr="0079309A">
        <w:rPr>
          <w:rFonts w:ascii="Arial" w:hAnsi="Arial" w:cs="Arial"/>
          <w:color w:val="000096"/>
          <w:sz w:val="18"/>
          <w:szCs w:val="18"/>
          <w:lang w:val="en-US" w:eastAsia="en-GB"/>
        </w:rPr>
        <w:t>&lt;/Ttl&gt;</w:t>
      </w:r>
    </w:p>
    <w:p w14:paraId="40F691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E3C69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E9BF8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&lt;VolPctg&gt;18.697480000&lt;/VolPctg&gt;</w:t>
      </w:r>
    </w:p>
    <w:p w14:paraId="4091A61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E9CE3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3CB7D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09642E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5F91DF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7A4493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33CEB9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B23E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D10D4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&lt;Vol&gt;889&lt;/Vol&gt;</w:t>
      </w:r>
    </w:p>
    <w:p w14:paraId="09C37EF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14:paraId="2BEA07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C3136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71694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&lt;Vol&gt;200&lt;/Vol&gt;</w:t>
      </w:r>
    </w:p>
    <w:p w14:paraId="583E374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65DC08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54477F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EBADF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&lt;Vol&gt;1089&lt;/Vol&gt;</w:t>
      </w:r>
    </w:p>
    <w:p w14:paraId="122D4C7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14:paraId="6EDBEC5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605AC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2C6EC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479B7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&lt;VolPctg&gt;18.365470000&lt;/VolPctg&gt;</w:t>
      </w:r>
    </w:p>
    <w:p w14:paraId="0C701C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3F8BB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846F82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5AA0C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37A367F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2D8E56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5E52C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&lt;Vol&gt;1116&lt;/Vol&gt;</w:t>
      </w:r>
    </w:p>
    <w:p w14:paraId="63D70EA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&lt;Val&gt;16681&lt;/Val&gt;</w:t>
      </w:r>
    </w:p>
    <w:p w14:paraId="4C5A6ED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45B1B3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62F5F5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&lt;Vol&gt;181&lt;/Vol&gt;</w:t>
      </w:r>
    </w:p>
    <w:p w14:paraId="1269C1C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7E3BF79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D961ED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32A06E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&lt;Vol&gt;1297&lt;/Vol&gt;</w:t>
      </w:r>
    </w:p>
    <w:p w14:paraId="5E58B6B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&lt;Val&gt;16681&lt;/Val&gt;</w:t>
      </w:r>
    </w:p>
    <w:p w14:paraId="0C669E0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7C8CB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425B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5AC7D5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&lt;VolPctg&gt;13.955280000&lt;/VolPctg&gt;</w:t>
      </w:r>
    </w:p>
    <w:p w14:paraId="4550FD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F244A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E596B3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0771D4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35023C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31D106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AFDFD3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CE75F8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&lt;Vol&gt;1744&lt;/Vol&gt;</w:t>
      </w:r>
    </w:p>
    <w:p w14:paraId="134780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&lt;Val&gt;14909&lt;/Val&gt;</w:t>
      </w:r>
    </w:p>
    <w:p w14:paraId="3915AD2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FA0CB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69E2EB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14:paraId="1D723DD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2BBB03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563BD3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E5DD5C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&lt;Vol&gt;1919&lt;/Vol&gt;</w:t>
      </w:r>
    </w:p>
    <w:p w14:paraId="00DEBFA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&lt;Val&gt;14909&lt;/Val&gt;</w:t>
      </w:r>
    </w:p>
    <w:p w14:paraId="7C6B68B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F9E43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595273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60E5DD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&lt;VolPctg&gt;9.1193330000&lt;/VolPctg&gt;</w:t>
      </w:r>
    </w:p>
    <w:p w14:paraId="6033F5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&lt;Val&gt;0.0000000000&lt;/Val&gt;</w:t>
      </w:r>
    </w:p>
    <w:p w14:paraId="445560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A5BB2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4AEB0E5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14:paraId="369262A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&lt;IssrCSD&gt;</w:t>
      </w:r>
    </w:p>
    <w:p w14:paraId="28DF268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14:paraId="13D54FE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&lt;LEI&gt;O2RNE8IBXP4R0TA8XM41&lt;/LEI&gt;</w:t>
      </w:r>
    </w:p>
    <w:p w14:paraId="7966078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&lt;FrstTwoCharsISIN&gt;FR&lt;/FrstTwoCharsISIN&gt;</w:t>
      </w:r>
    </w:p>
    <w:p w14:paraId="5A3AFCD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&lt;Ctry&gt;FR&lt;/Ctry&gt;</w:t>
      </w:r>
    </w:p>
    <w:p w14:paraId="24028C4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10CBBD1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73229B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1BB71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EFD14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&lt;Vol&gt;1801&lt;/Vol&gt;</w:t>
      </w:r>
    </w:p>
    <w:p w14:paraId="2DFC38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&lt;Val&gt;17945&lt;/Val&gt;</w:t>
      </w:r>
    </w:p>
    <w:p w14:paraId="4001F0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57166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A72715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14:paraId="6372A3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&lt;Val&gt;3510&lt;/Val&gt;</w:t>
      </w:r>
    </w:p>
    <w:p w14:paraId="3FFCBBA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DB786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4ADDD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&lt;Vol&gt;2154&lt;/Vol&gt;</w:t>
      </w:r>
    </w:p>
    <w:p w14:paraId="7D2A28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&lt;Val&gt;21455&lt;/Val&gt;</w:t>
      </w:r>
    </w:p>
    <w:p w14:paraId="556263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A8DC5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BD096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C287F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&lt;VolPctg&gt;16.388110000&lt;/VolPctg&gt;</w:t>
      </w:r>
    </w:p>
    <w:p w14:paraId="78A609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&lt;Val&gt;16.359820000&lt;/Val&gt;</w:t>
      </w:r>
    </w:p>
    <w:p w14:paraId="14C077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6B6C0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1C06A04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453F3A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25C28BF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80BF2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D32F4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14:paraId="56DB5D9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&lt;Val&gt;6000&lt;/Val&gt;</w:t>
      </w:r>
    </w:p>
    <w:p w14:paraId="38A365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F74A15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85F3A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14:paraId="2864CE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3E4179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0DC26F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8D069F6"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&lt;Vol&gt;17&lt;/Vol&gt;</w:t>
      </w:r>
    </w:p>
    <w:p w14:paraId="7E7DE91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&lt;Val&gt;6200&lt;/Val&gt;</w:t>
      </w:r>
    </w:p>
    <w:p w14:paraId="3F6418A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E13B8D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55A6934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26BF05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14:paraId="31F112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&lt;Val&gt;3.2258060000&lt;/Val&gt;</w:t>
      </w:r>
    </w:p>
    <w:p w14:paraId="085136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EAAAD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64CE61C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5C8B346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365B3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F9B613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14:paraId="16EC69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069FA3C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55B32D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6BAD76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48E7183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6499930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2A98C1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D6F47E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&lt;Vol&gt;2&lt;/Vol&gt;</w:t>
      </w:r>
    </w:p>
    <w:p w14:paraId="61277B0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&lt;Val&gt;200&lt;/Val&gt;</w:t>
      </w:r>
    </w:p>
    <w:p w14:paraId="42A8C331"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F55195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EBA50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CABA7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&lt;VolPctg&gt;0.0000000000&lt;/VolPctg&gt;</w:t>
      </w:r>
    </w:p>
    <w:p w14:paraId="503C640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7D5F3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5F9AC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766D82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623C20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7BFC08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24AEA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&lt;Vol&gt;19&lt;/Vol&gt;</w:t>
      </w:r>
    </w:p>
    <w:p w14:paraId="1F18745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&lt;Val&gt;300&lt;/Val&gt;</w:t>
      </w:r>
    </w:p>
    <w:p w14:paraId="0834E50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4253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B90AE1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14:paraId="3872D88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14:paraId="28EAAEA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E3A37A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A768B8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&lt;Vol&gt;20&lt;/Vol&gt;</w:t>
      </w:r>
    </w:p>
    <w:p w14:paraId="20D30C1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14:paraId="5B84811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55A01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8F5FF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05B8F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13A042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&lt;Val&gt;14.285710000&lt;/Val&gt;</w:t>
      </w:r>
    </w:p>
    <w:p w14:paraId="062E01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DFA144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6DE8EBE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1BAE6C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D88798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7AC05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&lt;Vol&gt;600&lt;/Vol&gt;</w:t>
      </w:r>
    </w:p>
    <w:p w14:paraId="2D69E1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&lt;Val&gt;5000&lt;/Val&gt;</w:t>
      </w:r>
    </w:p>
    <w:p w14:paraId="520A379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D0496E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41E8C2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14:paraId="02F301B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14:paraId="3F96A67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17E332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17C2D1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&lt;Vol&gt;615&lt;/Vol&gt;</w:t>
      </w:r>
    </w:p>
    <w:p w14:paraId="03D9A1D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&lt;Val&gt;5020&lt;/Val&gt;</w:t>
      </w:r>
    </w:p>
    <w:p w14:paraId="4F23A06F"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4CE93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3FF37C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10C9A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&lt;VolPctg&gt;2.4390240000&lt;/VolPctg&gt;</w:t>
      </w:r>
    </w:p>
    <w:p w14:paraId="2B8D111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&lt;Val&gt;0.3984064000&lt;/Val&gt;</w:t>
      </w:r>
    </w:p>
    <w:p w14:paraId="5DD5F38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3ED51A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726216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380944D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6A2EF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3DA5E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2B5B44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&lt;Val&gt;125&lt;/Val&gt;</w:t>
      </w:r>
    </w:p>
    <w:p w14:paraId="67659A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FF365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79949A6"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14:paraId="4EAB536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&lt;Val&gt;10&lt;/Val&gt;</w:t>
      </w:r>
    </w:p>
    <w:p w14:paraId="1DAA5D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BC9004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91C5FF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&lt;Vol&gt;11&lt;/Vol&gt;</w:t>
      </w:r>
    </w:p>
    <w:p w14:paraId="309A34B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26E5FE5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05C2F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B95E7D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0EBBD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14:paraId="7EBFAFE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14:paraId="1ACBFC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E94FF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551590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3755E9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5F918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1F6BD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&lt;Vol&gt;500&lt;/Vol&gt;</w:t>
      </w:r>
    </w:p>
    <w:p w14:paraId="0079572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14:paraId="4A11154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C6977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51ECA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494201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04535A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CB3347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51F171FB"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&lt;Vol&gt;510&lt;/Vol&gt;</w:t>
      </w:r>
    </w:p>
    <w:p w14:paraId="36AE8A7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&lt;Val&gt;1200&lt;/Val&gt;</w:t>
      </w:r>
    </w:p>
    <w:p w14:paraId="6102E0B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674362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734F712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49B4DB5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&lt;VolPctg&gt;1.9607840000&lt;/VolPctg&gt;</w:t>
      </w:r>
    </w:p>
    <w:p w14:paraId="3A4F109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&lt;Val&gt;16.666670000&lt;/Val&gt;</w:t>
      </w:r>
    </w:p>
    <w:p w14:paraId="063C39F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4F895D2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63C85F0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18F1E3D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12BF4C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FEF8B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&lt;Vol&gt;40&lt;/Vol&gt;</w:t>
      </w:r>
    </w:p>
    <w:p w14:paraId="33CD91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&lt;Val&gt;250&lt;/Val&gt;</w:t>
      </w:r>
    </w:p>
    <w:p w14:paraId="70479A2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F1C17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6975F9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14:paraId="183A5B7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14:paraId="11D41F5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1C2A25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2DAF91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&lt;Vol&gt;45&lt;/Vol&gt;</w:t>
      </w:r>
    </w:p>
    <w:p w14:paraId="5592A92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&lt;Val&gt;270&lt;/Val&gt;</w:t>
      </w:r>
    </w:p>
    <w:p w14:paraId="766FB67F"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6B91F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70C546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F0F793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&lt;VolPctg&gt;11.111110000&lt;/VolPctg&gt;</w:t>
      </w:r>
    </w:p>
    <w:p w14:paraId="7FAA25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14:paraId="3D807A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4E8A3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6BC88F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0838C3E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4C07C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773AB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&lt;Vol&gt;1&lt;/Vol&gt;</w:t>
      </w:r>
    </w:p>
    <w:p w14:paraId="5B7DEE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&lt;Val&gt;1500&lt;/Val&gt;</w:t>
      </w:r>
    </w:p>
    <w:p w14:paraId="0933711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585D8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AC2C38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&lt;Vol&gt;9&lt;/Vol&gt;</w:t>
      </w:r>
    </w:p>
    <w:p w14:paraId="2CD4376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&lt;Val&gt;2000&lt;/Val&gt;</w:t>
      </w:r>
    </w:p>
    <w:p w14:paraId="645E8C6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A3D8D1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65B336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&lt;Vol&gt;10&lt;/Vol&gt;</w:t>
      </w:r>
    </w:p>
    <w:p w14:paraId="33CFD42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&lt;Val&gt;3500&lt;/Val&gt;</w:t>
      </w:r>
    </w:p>
    <w:p w14:paraId="470ABEE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24B4D0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DD6276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BB3A1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&lt;VolPctg&gt;90.000000000&lt;/VolPctg&gt;</w:t>
      </w:r>
    </w:p>
    <w:p w14:paraId="7551E83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&lt;Val&gt;57.142860000&lt;/Val&gt;</w:t>
      </w:r>
    </w:p>
    <w:p w14:paraId="62477F0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BE0BD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27C949A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701C04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DD46C3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9497A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72F6740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73CD58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7C076D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D9B978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7511013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286784E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6624C2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&lt;Ttl&gt;</w:t>
      </w:r>
    </w:p>
    <w:p w14:paraId="240FB9B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14:paraId="0A54D45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7362B0D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C2650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4E5E5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954CE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04B33EA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6B77BA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B4BE9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A3C2DC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51B5C0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44AAB7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644C990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996C0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76712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&lt;Vol&gt;300&lt;/Vol&gt;</w:t>
      </w:r>
    </w:p>
    <w:p w14:paraId="2844956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&lt;Val&gt;1200&lt;/Val&gt;</w:t>
      </w:r>
    </w:p>
    <w:p w14:paraId="6A242B0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9324C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FF798F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&lt;Vol&gt;40&lt;/Vol&gt;</w:t>
      </w:r>
    </w:p>
    <w:p w14:paraId="28B473C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14:paraId="2DC9912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8D2371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397865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&lt;Vol&gt;340&lt;/Vol&gt;</w:t>
      </w:r>
    </w:p>
    <w:p w14:paraId="070927B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&lt;Val&gt;1250&lt;/Val&gt;</w:t>
      </w:r>
    </w:p>
    <w:p w14:paraId="0545AA9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CAD45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E5614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765DD1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14:paraId="29E08E8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&lt;Val&gt;4.0000000000&lt;/Val&gt;</w:t>
      </w:r>
    </w:p>
    <w:p w14:paraId="26C9C2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5352F4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0462D86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5F14068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E4B94E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49D3C2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2F19D8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0D9728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E80C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32B06C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14B0198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2CFEE9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E01DB1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83E19C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14:paraId="3170CCA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F66F95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C77F8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17B05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7810C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3CD3C1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2B22BF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84DFAA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529685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37B4B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C0BFF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5DA1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&lt;Vol&gt;250&lt;/Vol&gt;</w:t>
      </w:r>
    </w:p>
    <w:p w14:paraId="4A1C3B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&lt;Val&gt;750&lt;/Val&gt;</w:t>
      </w:r>
    </w:p>
    <w:p w14:paraId="3826805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816992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5FEE15C"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&lt;Vol&gt;250&lt;/Vol&gt;</w:t>
      </w:r>
    </w:p>
    <w:p w14:paraId="2E185EF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&lt;Val&gt;750&lt;/Val&gt;</w:t>
      </w:r>
    </w:p>
    <w:p w14:paraId="7800DE3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459905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B03217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14:paraId="12278D2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&lt;Val&gt;1500&lt;/Val&gt;</w:t>
      </w:r>
    </w:p>
    <w:p w14:paraId="125DD5A0"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4D91C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81A44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&lt;FaildRate&gt;</w:t>
      </w:r>
    </w:p>
    <w:p w14:paraId="72B793F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07B5895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&lt;Val&gt;50.000000000&lt;/Val&gt;</w:t>
      </w:r>
    </w:p>
    <w:p w14:paraId="5A6176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803BF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2D6DB2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37A179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8B834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DB77A9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62E5F8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14:paraId="2B69C95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45EC8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34F2BA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&lt;Vol&gt;5&lt;/Vol&gt;</w:t>
      </w:r>
    </w:p>
    <w:p w14:paraId="5F4978C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14:paraId="20AC755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31D6F4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B42E2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14:paraId="7FEE2A2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&lt;Val&gt;30&lt;/Val&gt;</w:t>
      </w:r>
    </w:p>
    <w:p w14:paraId="6ED32A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6105E5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D00CE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FF17F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&lt;VolPctg&gt;33.333330000&lt;/VolPctg&gt;</w:t>
      </w:r>
    </w:p>
    <w:p w14:paraId="5F46FD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&lt;Val&gt;33.333330000&lt;/Val&gt;</w:t>
      </w:r>
    </w:p>
    <w:p w14:paraId="4184701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0CD773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3563C77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FE8AA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BE5A5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40BB5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&lt;Vol&gt;4&lt;/Vol&gt;</w:t>
      </w:r>
    </w:p>
    <w:p w14:paraId="703B4B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2DD2C6C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A1F6F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2FE5FC6"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23AD179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26F65B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69DA6C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913C17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&lt;Vol&gt;4&lt;/Vol&gt;</w:t>
      </w:r>
    </w:p>
    <w:p w14:paraId="75F29DC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14:paraId="779C563A"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3A4D5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58E0F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5F332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6DF75AE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566AD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F2A3F1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62C292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5D8190F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4EA46F8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557C00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26D82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E3B66B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67E1417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479966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2F073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D8082F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062CCE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7FFB6BC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B638D1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5294B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7C51C9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68BCE10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11229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0C9510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636C3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&lt;VolPctg&gt;100.00000000&lt;/VolPctg&gt;</w:t>
      </w:r>
    </w:p>
    <w:p w14:paraId="5DF027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&lt;Val&gt;100.00000000&lt;/Val&gt;</w:t>
      </w:r>
    </w:p>
    <w:p w14:paraId="611757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7837B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6A23B0F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&lt;Rtl&gt;</w:t>
      </w:r>
    </w:p>
    <w:p w14:paraId="764994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E433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9B6D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&lt;Vol&gt;50&lt;/Vol&gt;</w:t>
      </w:r>
    </w:p>
    <w:p w14:paraId="15C9DAF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&lt;Val&gt;1500&lt;/Val&gt;</w:t>
      </w:r>
    </w:p>
    <w:p w14:paraId="7BE1D3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1808D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BB4A820"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14:paraId="3CA2B6F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14:paraId="49528F7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F57226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CD060A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&lt;Vol&gt;55&lt;/Vol&gt;</w:t>
      </w:r>
    </w:p>
    <w:p w14:paraId="7119A5C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&lt;Val&gt;1600&lt;/Val&gt;</w:t>
      </w:r>
    </w:p>
    <w:p w14:paraId="7FFA0128"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50B668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168FA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35BCF9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14:paraId="74386D5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&lt;Val&gt;6.2500000000&lt;/Val&gt;</w:t>
      </w:r>
    </w:p>
    <w:p w14:paraId="33C84C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62C6B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113616C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6313BC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074305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135A9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2BD3C4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&lt;Vol&gt;500&lt;/Vol&gt;</w:t>
      </w:r>
    </w:p>
    <w:p w14:paraId="60BF60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14:paraId="28DAFCC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41FBC6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08C778B"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27D2D02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5D88855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9714FA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B08F25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14:paraId="5145AA1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&lt;Val&gt;1000&lt;/Val&gt;</w:t>
      </w:r>
    </w:p>
    <w:p w14:paraId="789A9D33"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E8DA8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B93D92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1FEE0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59F92F0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78D12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A0F84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105EB5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1C68B9F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78B42D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3336D4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&lt;LEI&gt;O2RNV8IBXP4R0TD8XM41&lt;/LEI&gt;</w:t>
      </w:r>
    </w:p>
    <w:p w14:paraId="5992273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&lt;FrstTwoCharsISIN&gt;DE&lt;/FrstTwoCharsISIN&gt;</w:t>
      </w:r>
    </w:p>
    <w:p w14:paraId="56F8250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14:paraId="08B15D8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&lt;OvrllTtl&gt;</w:t>
      </w:r>
    </w:p>
    <w:p w14:paraId="175DD1A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05416DD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&lt;Sttld&gt;</w:t>
      </w:r>
    </w:p>
    <w:p w14:paraId="3A2031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&lt;Vol&gt;3961&lt;/Vol&gt;</w:t>
      </w:r>
    </w:p>
    <w:p w14:paraId="000A0F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&lt;Val&gt;17310&lt;/Val&gt;</w:t>
      </w:r>
    </w:p>
    <w:p w14:paraId="1D1341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B3BD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87907C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&lt;Vol&gt;2513&lt;/Vol&gt;</w:t>
      </w:r>
    </w:p>
    <w:p w14:paraId="162C2CF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&lt;Val&gt;4870&lt;/Val&gt;</w:t>
      </w:r>
    </w:p>
    <w:p w14:paraId="37C4F69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A35AF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89843B1"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&lt;Vol&gt;6474&lt;/Vol&gt;</w:t>
      </w:r>
    </w:p>
    <w:p w14:paraId="246995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&lt;Val&gt;22180&lt;/Val&gt;</w:t>
      </w:r>
    </w:p>
    <w:p w14:paraId="01906C3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C93F590"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734053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5D617C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&lt;VolPctg&gt;38.816810000&lt;/VolPctg&gt;</w:t>
      </w:r>
    </w:p>
    <w:p w14:paraId="015C0BE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&lt;Val&gt;21.956720000&lt;/Val&gt;</w:t>
      </w:r>
    </w:p>
    <w:p w14:paraId="4340B2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41EB41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48EF3C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&lt;FinInstrm&gt;</w:t>
      </w:r>
    </w:p>
    <w:p w14:paraId="1CEB47C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092D53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ADC631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3D2A5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14:paraId="2312BD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&lt;Val&gt;5935&lt;/Val&gt;</w:t>
      </w:r>
    </w:p>
    <w:p w14:paraId="210D6E5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B4EC4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7D1006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&lt;Vol&gt;137&lt;/Vol&gt;</w:t>
      </w:r>
    </w:p>
    <w:p w14:paraId="680A361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&lt;Val&gt;285&lt;/Val&gt;</w:t>
      </w:r>
    </w:p>
    <w:p w14:paraId="6ACA81D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5E44C1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2478AF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&lt;Vol&gt;287&lt;/Vol&gt;</w:t>
      </w:r>
    </w:p>
    <w:p w14:paraId="1DABB8C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&lt;Val&gt;6220&lt;/Val&gt;</w:t>
      </w:r>
    </w:p>
    <w:p w14:paraId="5FDD160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FA282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86ABEB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225B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&lt;VolPctg&gt;47.735190000&lt;/VolPctg&gt;</w:t>
      </w:r>
    </w:p>
    <w:p w14:paraId="4B0BD7E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&lt;Val&gt;4.5819940000&lt;/Val&gt;</w:t>
      </w:r>
    </w:p>
    <w:p w14:paraId="20661B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32FC4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2705AB7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1F9046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CE12AE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37B1B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&lt;Vol&gt;137&lt;/Vol&gt;</w:t>
      </w:r>
    </w:p>
    <w:p w14:paraId="24AA86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&lt;Val&gt;135&lt;/Val&gt;</w:t>
      </w:r>
    </w:p>
    <w:p w14:paraId="3D095D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B63E6B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295FF9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3F7B6E9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7D4F7BA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D48018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E703B2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&lt;Vol&gt;272&lt;/Vol&gt;</w:t>
      </w:r>
    </w:p>
    <w:p w14:paraId="3299A17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&lt;Val&gt;220&lt;/Val&gt;</w:t>
      </w:r>
    </w:p>
    <w:p w14:paraId="4AD4B796"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D93CF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A88A1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6A5818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&lt;VolPctg&gt;49.632350000&lt;/VolPctg&gt;</w:t>
      </w:r>
    </w:p>
    <w:p w14:paraId="066600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&lt;Val&gt;38.636360000&lt;/Val&gt;</w:t>
      </w:r>
    </w:p>
    <w:p w14:paraId="122C9D7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4A195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55F517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369B17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6D9C6A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BA7D5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&lt;Vol&gt;154&lt;/Vol&gt;</w:t>
      </w:r>
    </w:p>
    <w:p w14:paraId="10BC5CC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&lt;Val&gt;235&lt;/Val&gt;</w:t>
      </w:r>
    </w:p>
    <w:p w14:paraId="25403A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C1D86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3B01CF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14:paraId="1653522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1583344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57A462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EE28B1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&lt;Vol&gt;290&lt;/Vol&gt;</w:t>
      </w:r>
    </w:p>
    <w:p w14:paraId="73FE659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&lt;Val&gt;370&lt;/Val&gt;</w:t>
      </w:r>
    </w:p>
    <w:p w14:paraId="018C3E3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C3B1D8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2E930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6F1677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&lt;VolPctg&gt;46.896550000&lt;/VolPctg&gt;</w:t>
      </w:r>
    </w:p>
    <w:p w14:paraId="361BB1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&lt;Val&gt;36.486490000&lt;/Val&gt;</w:t>
      </w:r>
    </w:p>
    <w:p w14:paraId="5F7B27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AA901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346794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04BBEF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8D14DA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09DE8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&lt;Vol&gt;735&lt;/Vol&gt;</w:t>
      </w:r>
    </w:p>
    <w:p w14:paraId="54F6CDB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&lt;Val&gt;4935&lt;/Val&gt;</w:t>
      </w:r>
    </w:p>
    <w:p w14:paraId="1B3FAA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46F292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&lt;Faild&gt;</w:t>
      </w:r>
    </w:p>
    <w:p w14:paraId="678AA39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&lt;Vol&gt;150&lt;/Vol&gt;</w:t>
      </w:r>
    </w:p>
    <w:p w14:paraId="4CB2E3B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14:paraId="05D7F4F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8DCCA9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9550B8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&lt;Vol&gt;885&lt;/Vol&gt;</w:t>
      </w:r>
    </w:p>
    <w:p w14:paraId="2EA7F98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&lt;Val&gt;5040&lt;/Val&gt;</w:t>
      </w:r>
    </w:p>
    <w:p w14:paraId="7D1BC44B"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D4669C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155E7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7A7363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&lt;VolPctg&gt;16.949150000&lt;/VolPctg&gt;</w:t>
      </w:r>
    </w:p>
    <w:p w14:paraId="44D6C0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&lt;Val&gt;2.0833330000&lt;/Val&gt;</w:t>
      </w:r>
    </w:p>
    <w:p w14:paraId="7D92BE9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1A76B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0ED789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7DB181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DC5DA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A4A487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1ECBA64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&lt;Val&gt;60&lt;/Val&gt;</w:t>
      </w:r>
    </w:p>
    <w:p w14:paraId="05B599A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2D367B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33DBF9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14:paraId="12EC49A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14:paraId="0DD2ECF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FDA141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C41144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&lt;Vol&gt;281&lt;/Vol&gt;</w:t>
      </w:r>
    </w:p>
    <w:p w14:paraId="07B335D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&lt;Val&gt;155&lt;/Val&gt;</w:t>
      </w:r>
    </w:p>
    <w:p w14:paraId="012466DA"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C8A571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23BF9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1DBC6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&lt;VolPctg&gt;48.398570000&lt;/VolPctg&gt;</w:t>
      </w:r>
    </w:p>
    <w:p w14:paraId="076C2C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&lt;Val&gt;61.290320000&lt;/Val&gt;</w:t>
      </w:r>
    </w:p>
    <w:p w14:paraId="5BF9A40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315DA6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4868C76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76B5E14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A8F4E9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6C781F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14:paraId="4ED21C5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14:paraId="6D967B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11D9E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862C9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70CDFE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14:paraId="299CCAD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1F0A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4E498A4"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&lt;Vol&gt;780&lt;/Vol&gt;</w:t>
      </w:r>
    </w:p>
    <w:p w14:paraId="30C0A81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&lt;Val&gt;1220&lt;/Val&gt;</w:t>
      </w:r>
    </w:p>
    <w:p w14:paraId="69FE46E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AF250F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1D1855F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49A7B15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&lt;VolPctg&gt;18.589740000&lt;/VolPctg&gt;</w:t>
      </w:r>
    </w:p>
    <w:p w14:paraId="414B15B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&lt;Val&gt;23.360650000&lt;/Val&gt;</w:t>
      </w:r>
    </w:p>
    <w:p w14:paraId="788C254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337E156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0708657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68286309"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706C38F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2D16C3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&lt;Vol&gt;175&lt;/Vol&gt;</w:t>
      </w:r>
    </w:p>
    <w:p w14:paraId="37322F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14:paraId="1B49F6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F7A9D9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DFDB8B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14:paraId="29A3801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14:paraId="0075129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6574C2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E1236F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&lt;Vol&gt;315&lt;/Vol&gt;</w:t>
      </w:r>
    </w:p>
    <w:p w14:paraId="1BD34DD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14:paraId="145D80C8"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lastRenderedPageBreak/>
        <w:t xml:space="preserve">                    </w:t>
      </w:r>
      <w:r w:rsidRPr="0079309A">
        <w:rPr>
          <w:rFonts w:ascii="Arial" w:hAnsi="Arial" w:cs="Arial"/>
          <w:color w:val="000096"/>
          <w:sz w:val="18"/>
          <w:szCs w:val="18"/>
          <w:lang w:val="en-US" w:eastAsia="en-GB"/>
        </w:rPr>
        <w:t>&lt;/Ttl&gt;</w:t>
      </w:r>
    </w:p>
    <w:p w14:paraId="622226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31B10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054CC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&lt;VolPctg&gt;44.444440000&lt;/VolPctg&gt;</w:t>
      </w:r>
    </w:p>
    <w:p w14:paraId="603347D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&lt;Val&gt;36.206900000&lt;/Val&gt;</w:t>
      </w:r>
    </w:p>
    <w:p w14:paraId="2A57DF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289D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191E2B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356693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B3280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B6C5EC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&lt;Vol&gt;136&lt;/Vol&gt;</w:t>
      </w:r>
    </w:p>
    <w:p w14:paraId="277C81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&lt;Val&gt;1435&lt;/Val&gt;</w:t>
      </w:r>
    </w:p>
    <w:p w14:paraId="6E789F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48E53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327DBA2"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&lt;Vol&gt;144&lt;/Vol&gt;</w:t>
      </w:r>
    </w:p>
    <w:p w14:paraId="2B218B0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&lt;Val&gt;2085&lt;/Val&gt;</w:t>
      </w:r>
    </w:p>
    <w:p w14:paraId="40E04A3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78BFE5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0A8373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&lt;Vol&gt;280&lt;/Vol&gt;</w:t>
      </w:r>
    </w:p>
    <w:p w14:paraId="605A8E5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&lt;Val&gt;3520&lt;/Val&gt;</w:t>
      </w:r>
    </w:p>
    <w:p w14:paraId="0D13B89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89E0F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B4C33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BB1C5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&lt;VolPctg&gt;51.428570000&lt;/VolPctg&gt;</w:t>
      </w:r>
    </w:p>
    <w:p w14:paraId="0DFC86E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&lt;Val&gt;59.232960000&lt;/Val&gt;</w:t>
      </w:r>
    </w:p>
    <w:p w14:paraId="2BD04D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13BB0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19EE10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CEDE4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D52E90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0C228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13A8EA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14:paraId="522DD2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2F0DA1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CEB14D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518B8BA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7179F9D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F73457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43D9AD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14:paraId="3A6ACAA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14:paraId="2DED559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4FA45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05939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9EEFBD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70406F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&lt;Val&gt;89.473690000&lt;/Val&gt;</w:t>
      </w:r>
    </w:p>
    <w:p w14:paraId="7312A4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D3D8E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2D8CDF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1063786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530E65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6A57C8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4ABD0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E63A2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&lt;Vol&gt;435&lt;/Vol&gt;</w:t>
      </w:r>
    </w:p>
    <w:p w14:paraId="1F6DF60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&lt;Val&gt;1135&lt;/Val&gt;</w:t>
      </w:r>
    </w:p>
    <w:p w14:paraId="588335A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CAEA88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38420DB"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14:paraId="4EED34E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7D14008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364F6C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35B67D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&lt;Vol&gt;610&lt;/Vol&gt;</w:t>
      </w:r>
    </w:p>
    <w:p w14:paraId="74AB642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&lt;Val&gt;1270&lt;/Val&gt;</w:t>
      </w:r>
    </w:p>
    <w:p w14:paraId="6E2DAC6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93B67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6F0E92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32D80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&lt;VolPctg&gt;28.688520000&lt;/VolPctg&gt;</w:t>
      </w:r>
    </w:p>
    <w:p w14:paraId="03B6911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&lt;Val&gt;10.629920000&lt;/Val&gt;</w:t>
      </w:r>
    </w:p>
    <w:p w14:paraId="0DE9905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&lt;/FaildRate&gt;</w:t>
      </w:r>
    </w:p>
    <w:p w14:paraId="5452B6F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044288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078B9D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22DBF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01107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28475C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14:paraId="54B0B27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9BC29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280723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74AA067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39C7BBD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E7DACB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65826F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14:paraId="2EDB07C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14:paraId="23C62C7F"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4A5B7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479341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8D062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0D5E89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14:paraId="7EBCDA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E2174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5484463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185896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AF46E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E461F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&lt;Vol&gt;385&lt;/Vol&gt;</w:t>
      </w:r>
    </w:p>
    <w:p w14:paraId="63274D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&lt;Val&gt;685&lt;/Val&gt;</w:t>
      </w:r>
    </w:p>
    <w:p w14:paraId="75D32CE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16DE0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F56C8E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&lt;Vol&gt;385&lt;/Vol&gt;</w:t>
      </w:r>
    </w:p>
    <w:p w14:paraId="2F66465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&lt;Val&gt;835&lt;/Val&gt;</w:t>
      </w:r>
    </w:p>
    <w:p w14:paraId="01A5848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5DABBE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366C2D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14:paraId="484C989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&lt;Val&gt;1520&lt;/Val&gt;</w:t>
      </w:r>
    </w:p>
    <w:p w14:paraId="3D8638B6"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13A7A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B88DE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D1BE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459833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&lt;Val&gt;54.934210000&lt;/Val&gt;</w:t>
      </w:r>
    </w:p>
    <w:p w14:paraId="7AF4A0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5B200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68B87F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08F6077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1889A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0A6692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1B1D0B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14:paraId="444D5ED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73D62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9084C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&lt;Vol&gt;140&lt;/Vol&gt;</w:t>
      </w:r>
    </w:p>
    <w:p w14:paraId="0E6E8B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&lt;Val&gt;95&lt;/Val&gt;</w:t>
      </w:r>
    </w:p>
    <w:p w14:paraId="41EF6C5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91D13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B8444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&lt;Vol&gt;285&lt;/Vol&gt;</w:t>
      </w:r>
    </w:p>
    <w:p w14:paraId="6C4E072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&lt;Val&gt;115&lt;/Val&gt;</w:t>
      </w:r>
    </w:p>
    <w:p w14:paraId="08759D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325C11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A6E067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9FB056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&lt;VolPctg&gt;49.122810000&lt;/VolPctg&gt;</w:t>
      </w:r>
    </w:p>
    <w:p w14:paraId="5E0A47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&lt;Val&gt;82.608700000&lt;/Val&gt;</w:t>
      </w:r>
    </w:p>
    <w:p w14:paraId="4B6DD3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F4693E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61A5F51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36B949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D4D550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AC306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&lt;Vol&gt;139&lt;/Vol&gt;</w:t>
      </w:r>
    </w:p>
    <w:p w14:paraId="46E398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14:paraId="247073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&lt;/Sttld&gt;</w:t>
      </w:r>
    </w:p>
    <w:p w14:paraId="091B50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7FB0AD9"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74DC26B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3CC6D68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321105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67C0FB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&lt;Vol&gt;274&lt;/Vol&gt;</w:t>
      </w:r>
    </w:p>
    <w:p w14:paraId="307428A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14:paraId="7348D048"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B6B41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CC777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B439ED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&lt;VolPctg&gt;49.270070000&lt;/VolPctg&gt;</w:t>
      </w:r>
    </w:p>
    <w:p w14:paraId="2C3186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14:paraId="031236B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CA1E0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20EE4BE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70E1F2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2713558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2BC3E43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51809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620DC9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45BC748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69CE9A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60F18E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C3B77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105A3BC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14:paraId="70B3E1E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FED9BD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97FF0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&lt;Vol&gt;280&lt;/Vol&gt;</w:t>
      </w:r>
    </w:p>
    <w:p w14:paraId="5C30B81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14:paraId="541339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08AFF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F73874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E1A59C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&lt;VolPctg&gt;51.785710000&lt;/VolPctg&gt;</w:t>
      </w:r>
    </w:p>
    <w:p w14:paraId="13F2431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&lt;Val&gt;64.912280000&lt;/Val&gt;</w:t>
      </w:r>
    </w:p>
    <w:p w14:paraId="50058E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04B8F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6DDA4F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6B1769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C3E3D3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BF03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&lt;Vol&gt;185&lt;/Vol&gt;</w:t>
      </w:r>
    </w:p>
    <w:p w14:paraId="0D0873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&lt;Val&gt;1435&lt;/Val&gt;</w:t>
      </w:r>
    </w:p>
    <w:p w14:paraId="18327C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3DE74D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834529C"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14:paraId="3A521EF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&lt;Val&gt;185&lt;/Val&gt;</w:t>
      </w:r>
    </w:p>
    <w:p w14:paraId="7B7A999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963D22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58141E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&lt;Vol&gt;325&lt;/Vol&gt;</w:t>
      </w:r>
    </w:p>
    <w:p w14:paraId="7AC96BA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&lt;Val&gt;1620&lt;/Val&gt;</w:t>
      </w:r>
    </w:p>
    <w:p w14:paraId="1C336C30"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BCA3F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8FDCD6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BBD91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&lt;VolPctg&gt;43.076920000&lt;/VolPctg&gt;</w:t>
      </w:r>
    </w:p>
    <w:p w14:paraId="128B837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&lt;Val&gt;11.419750000&lt;/Val&gt;</w:t>
      </w:r>
    </w:p>
    <w:p w14:paraId="0D3EC3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BE093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31874D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2EB3E8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46F43C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2C5C4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815F2F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14:paraId="1D15CAD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14:paraId="681351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83AD7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4627586"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204353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51DE63B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&lt;/Faild&gt;</w:t>
      </w:r>
    </w:p>
    <w:p w14:paraId="5BA55C8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1DB34C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14:paraId="0183B32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&lt;Val&gt;1020&lt;/Val&gt;</w:t>
      </w:r>
    </w:p>
    <w:p w14:paraId="347D578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794C1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0D9959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64C91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&lt;VolPctg&gt;17.532470000&lt;/VolPctg&gt;</w:t>
      </w:r>
    </w:p>
    <w:p w14:paraId="62853E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&lt;Val&gt;8.3333330000&lt;/Val&gt;</w:t>
      </w:r>
    </w:p>
    <w:p w14:paraId="2CB305F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F84B8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5275D3A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0D4694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67AA88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143F641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&lt;LEI&gt;O2ANE8IBXP4R0TD8XM41&lt;/LEI&gt;</w:t>
      </w:r>
    </w:p>
    <w:p w14:paraId="5EEF47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&lt;FrstTwoCharsISIN&gt;XS&lt;/FrstTwoCharsISIN&gt;</w:t>
      </w:r>
    </w:p>
    <w:p w14:paraId="1CA4685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&lt;Ctry&gt;LU&lt;/Ctry&gt;</w:t>
      </w:r>
    </w:p>
    <w:p w14:paraId="6A42910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16C30D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53EA55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FDDD8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CCB570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&lt;Vol&gt;5452&lt;/Vol&gt;</w:t>
      </w:r>
    </w:p>
    <w:p w14:paraId="7FD65B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&lt;Val&gt;109581&lt;/Val&gt;</w:t>
      </w:r>
    </w:p>
    <w:p w14:paraId="5D7460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49C88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4308B1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&lt;Vol&gt;366&lt;/Vol&gt;</w:t>
      </w:r>
    </w:p>
    <w:p w14:paraId="25554F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&lt;Val&gt;4617&lt;/Val&gt;</w:t>
      </w:r>
    </w:p>
    <w:p w14:paraId="54D86A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D787C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23B89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&lt;Vol&gt;5818&lt;/Vol&gt;</w:t>
      </w:r>
    </w:p>
    <w:p w14:paraId="211D062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&lt;Val&gt;114198&lt;/Val&gt;</w:t>
      </w:r>
    </w:p>
    <w:p w14:paraId="718257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05310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DBC2C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70EDD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&lt;VolPctg&gt;6.2908220000&lt;/VolPctg&gt;</w:t>
      </w:r>
    </w:p>
    <w:p w14:paraId="505C35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&lt;Val&gt;4.0429780000&lt;/Val&gt;</w:t>
      </w:r>
    </w:p>
    <w:p w14:paraId="7C85292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B87E90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480365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456401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288EB1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5443E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62734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&lt;Vol&gt;504&lt;/Vol&gt;</w:t>
      </w:r>
    </w:p>
    <w:p w14:paraId="4914C3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&lt;Val&gt;7004&lt;/Val&gt;</w:t>
      </w:r>
    </w:p>
    <w:p w14:paraId="3CA477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C80C3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2C77E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&lt;Vol&gt;16&lt;/Vol&gt;</w:t>
      </w:r>
    </w:p>
    <w:p w14:paraId="7A4E9C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&lt;Val&gt;299&lt;/Val&gt;</w:t>
      </w:r>
    </w:p>
    <w:p w14:paraId="34E4F2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E4929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7C30ED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&lt;Vol&gt;520&lt;/Vol&gt;</w:t>
      </w:r>
    </w:p>
    <w:p w14:paraId="411D6F6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&lt;Val&gt;7303&lt;/Val&gt;</w:t>
      </w:r>
    </w:p>
    <w:p w14:paraId="2148853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62B2F9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71CCF4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ED6DF7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&lt;VolPctg&gt;3.0769230000&lt;/VolPctg&gt;</w:t>
      </w:r>
    </w:p>
    <w:p w14:paraId="7446BC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&lt;Val&gt;4.0942080000&lt;/Val&gt;</w:t>
      </w:r>
    </w:p>
    <w:p w14:paraId="58BE55E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8F1955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06FB2D6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6D0AB45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EB576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292C0B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&lt;Vol&gt;204&lt;/Vol&gt;</w:t>
      </w:r>
    </w:p>
    <w:p w14:paraId="72F8FC9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&lt;Val&gt;6206&lt;/Val&gt;</w:t>
      </w:r>
    </w:p>
    <w:p w14:paraId="54FFC0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283AB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0681591"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14:paraId="74102D6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&lt;Val&gt;266&lt;/Val&gt;</w:t>
      </w:r>
    </w:p>
    <w:p w14:paraId="2BAB689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9D8597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BED510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&lt;Vol&gt;224&lt;/Vol&gt;</w:t>
      </w:r>
    </w:p>
    <w:p w14:paraId="4A4A136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&lt;Val&gt;6472&lt;/Val&gt;</w:t>
      </w:r>
    </w:p>
    <w:p w14:paraId="16D6D6B8"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AF8203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BF7DF5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F405A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&lt;VolPctg&gt;8.9285720000&lt;/VolPctg&gt;</w:t>
      </w:r>
    </w:p>
    <w:p w14:paraId="42DFEC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&lt;Val&gt;4.1100130000&lt;/Val&gt;</w:t>
      </w:r>
    </w:p>
    <w:p w14:paraId="2385C8E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E79661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724F4D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67651D8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D2A98C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634419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14:paraId="2DC43CC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&lt;Val&gt;6705&lt;/Val&gt;</w:t>
      </w:r>
    </w:p>
    <w:p w14:paraId="5C5B93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02BED1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0345197"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14:paraId="222B08D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&lt;Val&gt;282&lt;/Val&gt;</w:t>
      </w:r>
    </w:p>
    <w:p w14:paraId="67FDF03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3F6952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5C5B59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&lt;Vol&gt;399&lt;/Vol&gt;</w:t>
      </w:r>
    </w:p>
    <w:p w14:paraId="3CD43E5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&lt;Val&gt;6987&lt;/Val&gt;</w:t>
      </w:r>
    </w:p>
    <w:p w14:paraId="356788F6"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FFE0F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0A740F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B73BB5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&lt;VolPctg&gt;4.0100250000&lt;/VolPctg&gt;</w:t>
      </w:r>
    </w:p>
    <w:p w14:paraId="41E6C5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&lt;Val&gt;4.0360670000&lt;/Val&gt;</w:t>
      </w:r>
    </w:p>
    <w:p w14:paraId="4D2A47D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1325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7B9744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751DEAD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7C6811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552FA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14:paraId="4B5306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&lt;Val&gt;6358&lt;/Val&gt;</w:t>
      </w:r>
    </w:p>
    <w:p w14:paraId="4B1C0BC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DFD5A3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B7BBAC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&lt;Vol&gt;34&lt;/Vol&gt;</w:t>
      </w:r>
    </w:p>
    <w:p w14:paraId="64B9AF0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&lt;Val&gt;263&lt;/Val&gt;</w:t>
      </w:r>
    </w:p>
    <w:p w14:paraId="427D4D2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C04C8C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E9823D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&lt;Vol&gt;316&lt;/Vol&gt;</w:t>
      </w:r>
    </w:p>
    <w:p w14:paraId="6DA3878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&lt;Val&gt;6621&lt;/Val&gt;</w:t>
      </w:r>
    </w:p>
    <w:p w14:paraId="35934E7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F36E2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79897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3ECB30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&lt;VolPctg&gt;10.759490000&lt;/VolPctg&gt;</w:t>
      </w:r>
    </w:p>
    <w:p w14:paraId="4A9CDBE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&lt;Val&gt;3.9722100000&lt;/Val&gt;</w:t>
      </w:r>
    </w:p>
    <w:p w14:paraId="7EADD8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E53E8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24036F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32D084C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483AB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A535CB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&lt;Vol&gt;407&lt;/Vol&gt;</w:t>
      </w:r>
    </w:p>
    <w:p w14:paraId="7B18D1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&lt;Val&gt;6835&lt;/Val&gt;</w:t>
      </w:r>
    </w:p>
    <w:p w14:paraId="022C6F8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DBF95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9E04BA1"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14:paraId="6CC2337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&lt;Val&gt;281&lt;/Val&gt;</w:t>
      </w:r>
    </w:p>
    <w:p w14:paraId="713DE7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EDE505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1BD8A8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&lt;Vol&gt;427&lt;/Vol&gt;</w:t>
      </w:r>
    </w:p>
    <w:p w14:paraId="3F77297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&lt;Val&gt;7116&lt;/Val&gt;</w:t>
      </w:r>
    </w:p>
    <w:p w14:paraId="597D9ED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3430F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EB644D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&lt;FaildRate&gt;</w:t>
      </w:r>
    </w:p>
    <w:p w14:paraId="317CC84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&lt;VolPctg&gt;4.6838410000&lt;/VolPctg&gt;</w:t>
      </w:r>
    </w:p>
    <w:p w14:paraId="1B1CE8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&lt;Val&gt;3.9488480000&lt;/Val&gt;</w:t>
      </w:r>
    </w:p>
    <w:p w14:paraId="3F19B8C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D1CE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03E657C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36C1EAD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85A545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C62E7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14:paraId="094F35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&lt;Val&gt;7168&lt;/Val&gt;</w:t>
      </w:r>
    </w:p>
    <w:p w14:paraId="3EC298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A6ECA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764DC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&lt;Vol&gt;14&lt;/Vol&gt;</w:t>
      </w:r>
    </w:p>
    <w:p w14:paraId="13634F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&lt;Val&gt;313&lt;/Val&gt;</w:t>
      </w:r>
    </w:p>
    <w:p w14:paraId="63FE49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D6536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EEB663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&lt;Vol&gt;296&lt;/Vol&gt;</w:t>
      </w:r>
    </w:p>
    <w:p w14:paraId="47BD2A6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&lt;Val&gt;7481&lt;/Val&gt;</w:t>
      </w:r>
    </w:p>
    <w:p w14:paraId="3F10131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6B8841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4FB0251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338AFEA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&lt;VolPctg&gt;4.7297300000&lt;/VolPctg&gt;</w:t>
      </w:r>
    </w:p>
    <w:p w14:paraId="765821B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&lt;Val&gt;4.1839330000&lt;/Val&gt;</w:t>
      </w:r>
    </w:p>
    <w:p w14:paraId="2E12232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08DC4A1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06133EE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2B6108FF"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44A2F9C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B540FC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14:paraId="22EEBEC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&lt;Val&gt;7320&lt;/Val&gt;</w:t>
      </w:r>
    </w:p>
    <w:p w14:paraId="3C1AB96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8488D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26C075C"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&lt;Vol&gt;28&lt;/Vol&gt;</w:t>
      </w:r>
    </w:p>
    <w:p w14:paraId="45632EC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&lt;Val&gt;256&lt;/Val&gt;</w:t>
      </w:r>
    </w:p>
    <w:p w14:paraId="0906B11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0C53BB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990AC5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&lt;Vol&gt;411&lt;/Vol&gt;</w:t>
      </w:r>
    </w:p>
    <w:p w14:paraId="0E2FEBF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&lt;Val&gt;7576&lt;/Val&gt;</w:t>
      </w:r>
    </w:p>
    <w:p w14:paraId="5F7CD160"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2793D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04760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D48AD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&lt;VolPctg&gt;6.8126520000&lt;/VolPctg&gt;</w:t>
      </w:r>
    </w:p>
    <w:p w14:paraId="08274AB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&lt;Val&gt;3.3790920000&lt;/Val&gt;</w:t>
      </w:r>
    </w:p>
    <w:p w14:paraId="666A4C5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70045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006DB4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0BB8C6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AACE02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1F426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&lt;Vol&gt;488&lt;/Vol&gt;</w:t>
      </w:r>
    </w:p>
    <w:p w14:paraId="7B43DE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&lt;Val&gt;6652&lt;/Val&gt;</w:t>
      </w:r>
    </w:p>
    <w:p w14:paraId="75C4A0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34660E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E001094"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&lt;Vol&gt;21&lt;/Vol&gt;</w:t>
      </w:r>
    </w:p>
    <w:p w14:paraId="3388BA0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&lt;Val&gt;276&lt;/Val&gt;</w:t>
      </w:r>
    </w:p>
    <w:p w14:paraId="1F54BA1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072E1C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24BC98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&lt;Vol&gt;509&lt;/Vol&gt;</w:t>
      </w:r>
    </w:p>
    <w:p w14:paraId="507F627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&lt;Val&gt;6928&lt;/Val&gt;</w:t>
      </w:r>
    </w:p>
    <w:p w14:paraId="41F2277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1E0896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E02E1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F9192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&lt;VolPctg&gt;4.1257370000&lt;/VolPctg&gt;</w:t>
      </w:r>
    </w:p>
    <w:p w14:paraId="3EB83A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&lt;Val&gt;3.9838340000&lt;/Val&gt;</w:t>
      </w:r>
    </w:p>
    <w:p w14:paraId="3CABFD6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D26519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32158F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003607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C6408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&lt;Sttld&gt;</w:t>
      </w:r>
    </w:p>
    <w:p w14:paraId="57A538A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&lt;Vol&gt;345&lt;/Vol&gt;</w:t>
      </w:r>
    </w:p>
    <w:p w14:paraId="787C4CB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&lt;Val&gt;7453&lt;/Val&gt;</w:t>
      </w:r>
    </w:p>
    <w:p w14:paraId="539708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4228D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CABB18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14:paraId="01C6B8F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&lt;Val&gt;252&lt;/Val&gt;</w:t>
      </w:r>
    </w:p>
    <w:p w14:paraId="3FB2167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E15E6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92FD7A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&lt;Vol&gt;359&lt;/Vol&gt;</w:t>
      </w:r>
    </w:p>
    <w:p w14:paraId="5B70314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&lt;Val&gt;7705&lt;/Val&gt;</w:t>
      </w:r>
    </w:p>
    <w:p w14:paraId="7A1F38F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AD8990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274220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C4A10A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&lt;VolPctg&gt;3.8997210000&lt;/VolPctg&gt;</w:t>
      </w:r>
    </w:p>
    <w:p w14:paraId="006DB3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&lt;Val&gt;3.2706030000&lt;/Val&gt;</w:t>
      </w:r>
    </w:p>
    <w:p w14:paraId="0B920E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41F4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66536E9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29C676D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3DC9E3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05325DA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8402F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172EA4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14:paraId="409270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&lt;Val&gt;6802&lt;/Val&gt;</w:t>
      </w:r>
    </w:p>
    <w:p w14:paraId="4CE7162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84A279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FDDBFFF"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14:paraId="691B61F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&lt;Val&gt;327&lt;/Val&gt;</w:t>
      </w:r>
    </w:p>
    <w:p w14:paraId="5A893F4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E4C7F3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7BA7D8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&lt;Vol&gt;459&lt;/Vol&gt;</w:t>
      </w:r>
    </w:p>
    <w:p w14:paraId="086ECEF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&lt;Val&gt;7129&lt;/Val&gt;</w:t>
      </w:r>
    </w:p>
    <w:p w14:paraId="1E064CD8"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2BECB0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7F3C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3D479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&lt;VolPctg&gt;3.9215690000&lt;/VolPctg&gt;</w:t>
      </w:r>
    </w:p>
    <w:p w14:paraId="41F0FFB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&lt;Val&gt;4.5868990000&lt;/Val&gt;</w:t>
      </w:r>
    </w:p>
    <w:p w14:paraId="558FEE3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DB2BE2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1D358F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2AD0BC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4D223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CA836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&lt;Vol&gt;128&lt;/Vol&gt;</w:t>
      </w:r>
    </w:p>
    <w:p w14:paraId="4C320B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&lt;Val&gt;6726&lt;/Val&gt;</w:t>
      </w:r>
    </w:p>
    <w:p w14:paraId="36DFA56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CD84D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110211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14:paraId="72D272D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&lt;Val&gt;297&lt;/Val&gt;</w:t>
      </w:r>
    </w:p>
    <w:p w14:paraId="0E8D0CE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435EA7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371AA0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&lt;Vol&gt;158&lt;/Vol&gt;</w:t>
      </w:r>
    </w:p>
    <w:p w14:paraId="2A95C37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&lt;Val&gt;7023&lt;/Val&gt;</w:t>
      </w:r>
    </w:p>
    <w:p w14:paraId="4E7860A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B21D2B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9EB3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25B94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&lt;VolPctg&gt;18.987340000&lt;/VolPctg&gt;</w:t>
      </w:r>
    </w:p>
    <w:p w14:paraId="3E6CF40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&lt;Val&gt;4.2289620000&lt;/Val&gt;</w:t>
      </w:r>
    </w:p>
    <w:p w14:paraId="74D9B54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F0C93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00732C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5D8F3E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60ED1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0736B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14:paraId="56F6EF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&lt;Val&gt;7457&lt;/Val&gt;</w:t>
      </w:r>
    </w:p>
    <w:p w14:paraId="5A4E83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10D02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B208FC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lastRenderedPageBreak/>
        <w:t xml:space="preserve">                        </w:t>
      </w:r>
      <w:r w:rsidRPr="00C42918">
        <w:rPr>
          <w:rFonts w:ascii="Arial" w:hAnsi="Arial" w:cs="Arial"/>
          <w:color w:val="000096"/>
          <w:sz w:val="18"/>
          <w:szCs w:val="18"/>
          <w:lang w:val="fr-BE" w:eastAsia="en-GB"/>
        </w:rPr>
        <w:t>&lt;Vol&gt;33&lt;/Vol&gt;</w:t>
      </w:r>
    </w:p>
    <w:p w14:paraId="6B380DD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14:paraId="607807C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7CF8EA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0A04DF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&lt;Vol&gt;386&lt;/Vol&gt;</w:t>
      </w:r>
    </w:p>
    <w:p w14:paraId="50DC110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&lt;Val&gt;7807&lt;/Val&gt;</w:t>
      </w:r>
    </w:p>
    <w:p w14:paraId="25858BEA"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F5552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73B448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7BFBDE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&lt;VolPctg&gt;8.5492230000&lt;/VolPctg&gt;</w:t>
      </w:r>
    </w:p>
    <w:p w14:paraId="31E5849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&lt;Val&gt;4.4831560000&lt;/Val&gt;</w:t>
      </w:r>
    </w:p>
    <w:p w14:paraId="4D1B57E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D07758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1235BD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32B2B2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C79DF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A92A8E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14:paraId="276778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&lt;Val&gt;6703&lt;/Val&gt;</w:t>
      </w:r>
    </w:p>
    <w:p w14:paraId="4795B9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5EC6C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A10FC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&lt;Vol&gt;28&lt;/Vol&gt;</w:t>
      </w:r>
    </w:p>
    <w:p w14:paraId="28B6EF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&lt;Val&gt;336&lt;/Val&gt;</w:t>
      </w:r>
    </w:p>
    <w:p w14:paraId="0D21B38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0F0E3C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45E7F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&lt;Vol&gt;178&lt;/Vol&gt;</w:t>
      </w:r>
    </w:p>
    <w:p w14:paraId="08537B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&lt;Val&gt;7039&lt;/Val&gt;</w:t>
      </w:r>
    </w:p>
    <w:p w14:paraId="05AAAF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00DE0D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F76FC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2BA2D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&lt;VolPctg&gt;15.730340000&lt;/VolPctg&gt;</w:t>
      </w:r>
    </w:p>
    <w:p w14:paraId="3B7553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&lt;Val&gt;4.7734050000&lt;/Val&gt;</w:t>
      </w:r>
    </w:p>
    <w:p w14:paraId="1F04CF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69741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43A7542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05536FF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CFB72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5931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&lt;Vol&gt;205&lt;/Vol&gt;</w:t>
      </w:r>
    </w:p>
    <w:p w14:paraId="49C9D1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&lt;Val&gt;7118&lt;/Val&gt;</w:t>
      </w:r>
    </w:p>
    <w:p w14:paraId="5E856FD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01F7EE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354B69F"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&lt;Vol&gt;25&lt;/Vol&gt;</w:t>
      </w:r>
    </w:p>
    <w:p w14:paraId="33EE9C8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&lt;Val&gt;264&lt;/Val&gt;</w:t>
      </w:r>
    </w:p>
    <w:p w14:paraId="63F875D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DCD577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9A0C64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&lt;Vol&gt;230&lt;/Vol&gt;</w:t>
      </w:r>
    </w:p>
    <w:p w14:paraId="07E329B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&lt;Val&gt;7382&lt;/Val&gt;</w:t>
      </w:r>
    </w:p>
    <w:p w14:paraId="30C3695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3ACA9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1E7335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A907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&lt;VolPctg&gt;10.869570000&lt;/VolPctg&gt;</w:t>
      </w:r>
    </w:p>
    <w:p w14:paraId="1887945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&lt;Val&gt;3.5762670000&lt;/Val&gt;</w:t>
      </w:r>
    </w:p>
    <w:p w14:paraId="2451A32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EC935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10DE37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37F9307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6DC620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64E32A7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9E0BA1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D4F30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14:paraId="21F6824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&lt;Val&gt;6357&lt;/Val&gt;</w:t>
      </w:r>
    </w:p>
    <w:p w14:paraId="08F00C2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C0DDB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AAC855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&lt;Vol&gt;25&lt;/Vol&gt;</w:t>
      </w:r>
    </w:p>
    <w:p w14:paraId="078441A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&lt;Val&gt;284&lt;/Val&gt;</w:t>
      </w:r>
    </w:p>
    <w:p w14:paraId="77D6B4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2D0B12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B28759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&lt;Vol&gt;466&lt;/Vol&gt;</w:t>
      </w:r>
    </w:p>
    <w:p w14:paraId="7A33EE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&lt;Val&gt;6641&lt;/Val&gt;</w:t>
      </w:r>
    </w:p>
    <w:p w14:paraId="3554BAF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E95AB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ED61E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76731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&lt;VolPctg&gt;5.3648070000&lt;/VolPctg&gt;</w:t>
      </w:r>
    </w:p>
    <w:p w14:paraId="6CE1DA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&lt;Val&gt;4.2764640000&lt;/Val&gt;</w:t>
      </w:r>
    </w:p>
    <w:p w14:paraId="2F95CC9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0D780C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0673E8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27A47B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C11F6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2B20C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&lt;Vol&gt;456&lt;/Vol&gt;</w:t>
      </w:r>
    </w:p>
    <w:p w14:paraId="7994A79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&lt;Val&gt;6717&lt;/Val&gt;</w:t>
      </w:r>
    </w:p>
    <w:p w14:paraId="56EE220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9C15D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6FE0ABA"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14:paraId="3AEE81E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&lt;Val&gt;271&lt;/Val&gt;</w:t>
      </w:r>
    </w:p>
    <w:p w14:paraId="6AFB1A5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E2E731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70314F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&lt;Vol&gt;480&lt;/Vol&gt;</w:t>
      </w:r>
    </w:p>
    <w:p w14:paraId="6C4779F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&lt;Val&gt;6988&lt;/Val&gt;</w:t>
      </w:r>
    </w:p>
    <w:p w14:paraId="0D1E710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3E2652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4FFD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AC5EA5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55BBEBB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&lt;Val&gt;3.8780770000&lt;/Val&gt;</w:t>
      </w:r>
    </w:p>
    <w:p w14:paraId="254F8D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7E99C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81A17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7C1229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5FD90BA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4A21D8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52AB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14:paraId="50787B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&lt;Val&gt;6249&lt;/Val&gt;</w:t>
      </w:r>
    </w:p>
    <w:p w14:paraId="3936C5C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4D5FB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45DF12F"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14:paraId="22FA5BA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&lt;Val&gt;306&lt;/Val&gt;</w:t>
      </w:r>
    </w:p>
    <w:p w14:paraId="799B361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276E61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66538F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&lt;Vol&gt;226&lt;/Vol&gt;</w:t>
      </w:r>
    </w:p>
    <w:p w14:paraId="6446982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&lt;Val&gt;6555&lt;/Val&gt;</w:t>
      </w:r>
    </w:p>
    <w:p w14:paraId="0347A36E"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E555A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731D7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3D55A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&lt;VolPctg&gt;6.1946900000&lt;/VolPctg&gt;</w:t>
      </w:r>
    </w:p>
    <w:p w14:paraId="4E0B23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&lt;Val&gt;4.6681920000&lt;/Val&gt;</w:t>
      </w:r>
    </w:p>
    <w:p w14:paraId="1C4BDB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52D9F3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6240F64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713546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23DACF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1C4D075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&lt;FrstTwoCharsISIN&gt;EU&lt;/FrstTwoCharsISIN&gt;</w:t>
      </w:r>
    </w:p>
    <w:p w14:paraId="521F66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&lt;Ctry&gt;DE&lt;/Ctry&gt;</w:t>
      </w:r>
    </w:p>
    <w:p w14:paraId="19AF0A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6B38FF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04BC8E8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0B502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B1E5B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&lt;Vol&gt;5303&lt;/Vol&gt;</w:t>
      </w:r>
    </w:p>
    <w:p w14:paraId="669F0B0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&lt;Val&gt;108429&lt;/Val&gt;</w:t>
      </w:r>
    </w:p>
    <w:p w14:paraId="7E77CE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52800B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AB05766"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&lt;Vol&gt;386&lt;/Vol&gt;</w:t>
      </w:r>
    </w:p>
    <w:p w14:paraId="5A15EBF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&lt;Val&gt;4796&lt;/Val&gt;</w:t>
      </w:r>
    </w:p>
    <w:p w14:paraId="160A9C7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021D92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D95598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&lt;Vol&gt;5689&lt;/Vol&gt;</w:t>
      </w:r>
    </w:p>
    <w:p w14:paraId="05997DF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&lt;Val&gt;113225&lt;/Val&gt;</w:t>
      </w:r>
    </w:p>
    <w:p w14:paraId="6C83583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5DBC86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A458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ADE90B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&lt;VolPctg&gt;6.7850240000&lt;/VolPctg&gt;</w:t>
      </w:r>
    </w:p>
    <w:p w14:paraId="5761DD3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&lt;Val&gt;4.2358140000&lt;/Val&gt;</w:t>
      </w:r>
    </w:p>
    <w:p w14:paraId="607198E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1036F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7BD266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51AE0C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1D17D7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B7E4B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7CD7D1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&lt;Vol&gt;149&lt;/Vol&gt;</w:t>
      </w:r>
    </w:p>
    <w:p w14:paraId="3145DCC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&lt;Val&gt;7244&lt;/Val&gt;</w:t>
      </w:r>
    </w:p>
    <w:p w14:paraId="6033F2A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3F085C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D49C57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&lt;Vol&gt;37&lt;/Vol&gt;</w:t>
      </w:r>
    </w:p>
    <w:p w14:paraId="122A393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&lt;Val&gt;324&lt;/Val&gt;</w:t>
      </w:r>
    </w:p>
    <w:p w14:paraId="78E1763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C807B7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80D3E4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&lt;Vol&gt;186&lt;/Vol&gt;</w:t>
      </w:r>
    </w:p>
    <w:p w14:paraId="5F1BE11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&lt;Val&gt;7568&lt;/Val&gt;</w:t>
      </w:r>
    </w:p>
    <w:p w14:paraId="4B98313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8A5B5D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83EF5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24F4A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&lt;VolPctg&gt;19.892470000&lt;/VolPctg&gt;</w:t>
      </w:r>
    </w:p>
    <w:p w14:paraId="56F1D97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&lt;Val&gt;4.2811840000&lt;/Val&gt;</w:t>
      </w:r>
    </w:p>
    <w:p w14:paraId="1731AB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78D9A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3E647FE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308B2F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6A88F5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B8FF5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&lt;Vol&gt;380&lt;/Vol&gt;</w:t>
      </w:r>
    </w:p>
    <w:p w14:paraId="0CD42F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&lt;Val&gt;6392&lt;/Val&gt;</w:t>
      </w:r>
    </w:p>
    <w:p w14:paraId="431CFCA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A16709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9E9E802"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14:paraId="7D76736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&lt;Val&gt;286&lt;/Val&gt;</w:t>
      </w:r>
    </w:p>
    <w:p w14:paraId="443759F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A824CB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3C4E97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&lt;Vol&gt;407&lt;/Vol&gt;</w:t>
      </w:r>
    </w:p>
    <w:p w14:paraId="043E02F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&lt;Val&gt;6678&lt;/Val&gt;</w:t>
      </w:r>
    </w:p>
    <w:p w14:paraId="5A041A5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A7445D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9A729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E4BE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&lt;VolPctg&gt;6.6339070000&lt;/VolPctg&gt;</w:t>
      </w:r>
    </w:p>
    <w:p w14:paraId="1E72014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&lt;Val&gt;4.2827200000&lt;/Val&gt;</w:t>
      </w:r>
    </w:p>
    <w:p w14:paraId="16A8C6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3D433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5EC4EFE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44334F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6D588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0EB127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&lt;Vol&gt;386&lt;/Vol&gt;</w:t>
      </w:r>
    </w:p>
    <w:p w14:paraId="752FE8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&lt;Val&gt;6966&lt;/Val&gt;</w:t>
      </w:r>
    </w:p>
    <w:p w14:paraId="49F544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14C93C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1CF0E84"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14:paraId="0F6CBF2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&lt;Val&gt;313&lt;/Val&gt;</w:t>
      </w:r>
    </w:p>
    <w:p w14:paraId="59ED6BB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44B438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66B1E6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&lt;Vol&gt;401&lt;/Vol&gt;</w:t>
      </w:r>
    </w:p>
    <w:p w14:paraId="667B7A9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14:paraId="2A1ACCC5"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12E7A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F13188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AA09B4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&lt;VolPctg&gt;3.7406480000&lt;/VolPctg&gt;</w:t>
      </w:r>
    </w:p>
    <w:p w14:paraId="6E71E16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&lt;Val&gt;4.3000410000&lt;/Val&gt;</w:t>
      </w:r>
    </w:p>
    <w:p w14:paraId="21E070B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&lt;/FaildRate&gt;</w:t>
      </w:r>
    </w:p>
    <w:p w14:paraId="3A5065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396072C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442100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10C144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77266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14:paraId="4AC853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&lt;Val&gt;7021&lt;/Val&gt;</w:t>
      </w:r>
    </w:p>
    <w:p w14:paraId="02308C7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B895C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AA33C8"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&lt;Vol&gt;32&lt;/Vol&gt;</w:t>
      </w:r>
    </w:p>
    <w:p w14:paraId="3F916D2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&lt;Val&gt;258&lt;/Val&gt;</w:t>
      </w:r>
    </w:p>
    <w:p w14:paraId="49144D0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ADAD3D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7FCB21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&lt;Vol&gt;244&lt;/Vol&gt;</w:t>
      </w:r>
    </w:p>
    <w:p w14:paraId="2449334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14:paraId="27406470"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C59E10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F1A6FD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44111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&lt;VolPctg&gt;13.114750000&lt;/VolPctg&gt;</w:t>
      </w:r>
    </w:p>
    <w:p w14:paraId="0F4279E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&lt;Val&gt;3.5444430000&lt;/Val&gt;</w:t>
      </w:r>
    </w:p>
    <w:p w14:paraId="044BDAE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D19A2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0B6A367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04B8758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81B76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264B6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&lt;Vol&gt;498&lt;/Vol&gt;</w:t>
      </w:r>
    </w:p>
    <w:p w14:paraId="3CCBFA7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&lt;Val&gt;6570&lt;/Val&gt;</w:t>
      </w:r>
    </w:p>
    <w:p w14:paraId="7853C3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085A82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290828F"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14:paraId="5CED901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&lt;Val&gt;301&lt;/Val&gt;</w:t>
      </w:r>
    </w:p>
    <w:p w14:paraId="20BDFB5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360979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BA46B4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&lt;Vol&gt;514&lt;/Vol&gt;</w:t>
      </w:r>
    </w:p>
    <w:p w14:paraId="0DB43A1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&lt;Val&gt;6871&lt;/Val&gt;</w:t>
      </w:r>
    </w:p>
    <w:p w14:paraId="56256024"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2E632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42B2D4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77547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&lt;VolPctg&gt;3.1128400000&lt;/VolPctg&gt;</w:t>
      </w:r>
    </w:p>
    <w:p w14:paraId="395512F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&lt;Val&gt;4.3807310000&lt;/Val&gt;</w:t>
      </w:r>
    </w:p>
    <w:p w14:paraId="0FC616C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63AF5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344ABC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323CCB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158879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C571A6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&lt;Vol&gt;195&lt;/Vol&gt;</w:t>
      </w:r>
    </w:p>
    <w:p w14:paraId="549DAE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&lt;Val&gt;7225&lt;/Val&gt;</w:t>
      </w:r>
    </w:p>
    <w:p w14:paraId="4041009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8C0CA9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728067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&lt;Vol&gt;32&lt;/Vol&gt;</w:t>
      </w:r>
    </w:p>
    <w:p w14:paraId="158D3C1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&lt;Val&gt;303&lt;/Val&gt;</w:t>
      </w:r>
    </w:p>
    <w:p w14:paraId="6646A93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FD6E7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276DE10"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&lt;Vol&gt;227&lt;/Vol&gt;</w:t>
      </w:r>
    </w:p>
    <w:p w14:paraId="1531C84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&lt;Val&gt;7528&lt;/Val&gt;</w:t>
      </w:r>
    </w:p>
    <w:p w14:paraId="31DD3C0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F5502D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4B5B606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0B8D346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&lt;VolPctg&gt;14.096920000&lt;/VolPctg&gt;</w:t>
      </w:r>
    </w:p>
    <w:p w14:paraId="431FC14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&lt;Val&gt;4.0249730000&lt;/Val&gt;</w:t>
      </w:r>
    </w:p>
    <w:p w14:paraId="3446E90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1F65C34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1E0039B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09B284D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209FB6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A39751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&lt;Vol&gt;338&lt;/Vol&gt;</w:t>
      </w:r>
    </w:p>
    <w:p w14:paraId="794EE3A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&lt;Val&gt;6827&lt;/Val&gt;</w:t>
      </w:r>
    </w:p>
    <w:p w14:paraId="627F684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&lt;/Sttld&gt;</w:t>
      </w:r>
    </w:p>
    <w:p w14:paraId="4CCFA4F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4F93ECC"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14:paraId="78EAFD7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14:paraId="6A0B750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4959ED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AFB0C9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&lt;Vol&gt;365&lt;/Vol&gt;</w:t>
      </w:r>
    </w:p>
    <w:p w14:paraId="5C1E29E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&lt;Val&gt;7117&lt;/Val&gt;</w:t>
      </w:r>
    </w:p>
    <w:p w14:paraId="0C3AA691"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114B0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1CE09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84F331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&lt;VolPctg&gt;7.3972600000&lt;/VolPctg&gt;</w:t>
      </w:r>
    </w:p>
    <w:p w14:paraId="4168C1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&lt;Val&gt;4.0747500000&lt;/Val&gt;</w:t>
      </w:r>
    </w:p>
    <w:p w14:paraId="6AD5BB7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4850F5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1FAA00B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57EAB90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2C963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2F993D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&lt;Vol&gt;508&lt;/Vol&gt;</w:t>
      </w:r>
    </w:p>
    <w:p w14:paraId="1BAA51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&lt;Val&gt;6859&lt;/Val&gt;</w:t>
      </w:r>
    </w:p>
    <w:p w14:paraId="700AB7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63168A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089B2CE"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14:paraId="0D9D494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&lt;Val&gt;328&lt;/Val&gt;</w:t>
      </w:r>
    </w:p>
    <w:p w14:paraId="6610E45C"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11586C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1E01C3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&lt;Vol&gt;538&lt;/Vol&gt;</w:t>
      </w:r>
    </w:p>
    <w:p w14:paraId="2DA846D9"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&lt;Val&gt;7187&lt;/Val&gt;</w:t>
      </w:r>
    </w:p>
    <w:p w14:paraId="2BB2C1E2"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3C4C6C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F0AAB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7687DC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&lt;VolPctg&gt;5.5762080000&lt;/VolPctg&gt;</w:t>
      </w:r>
    </w:p>
    <w:p w14:paraId="0EAD75F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&lt;Val&gt;4.5637960000&lt;/Val&gt;</w:t>
      </w:r>
    </w:p>
    <w:p w14:paraId="2F941D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044AEC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45F2C69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0DB959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AB360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E7E707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&lt;Vol&gt;374&lt;/Vol&gt;</w:t>
      </w:r>
    </w:p>
    <w:p w14:paraId="03AEAE8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&lt;Val&gt;7065&lt;/Val&gt;</w:t>
      </w:r>
    </w:p>
    <w:p w14:paraId="5F6A243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FC548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C42C2B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&lt;Vol&gt;19&lt;/Vol&gt;</w:t>
      </w:r>
    </w:p>
    <w:p w14:paraId="6835996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&lt;Val&gt;331&lt;/Val&gt;</w:t>
      </w:r>
    </w:p>
    <w:p w14:paraId="6B4A44C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B3E648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3A2A8C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&lt;Vol&gt;393&lt;/Vol&gt;</w:t>
      </w:r>
    </w:p>
    <w:p w14:paraId="5231435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&lt;Val&gt;7396&lt;/Val&gt;</w:t>
      </w:r>
    </w:p>
    <w:p w14:paraId="46F230A9"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441901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42CF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0FEA1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&lt;VolPctg&gt;4.8346060000&lt;/VolPctg&gt;</w:t>
      </w:r>
    </w:p>
    <w:p w14:paraId="65955A7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&lt;Val&gt;4.4753920000&lt;/Val&gt;</w:t>
      </w:r>
    </w:p>
    <w:p w14:paraId="2DBB56D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6FFAC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1991687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7A62108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1F20B6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4500743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D77FDF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F5689E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&lt;Vol&gt;173&lt;/Vol&gt;</w:t>
      </w:r>
    </w:p>
    <w:p w14:paraId="75F449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&lt;Val&gt;7200&lt;/Val&gt;</w:t>
      </w:r>
    </w:p>
    <w:p w14:paraId="37B3341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E1684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26A98E1"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14:paraId="1E77B9F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14:paraId="72271F5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1EA0CD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&lt;Ttl&gt;</w:t>
      </w:r>
    </w:p>
    <w:p w14:paraId="6AFAA16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&lt;Vol&gt;197&lt;/Vol&gt;</w:t>
      </w:r>
    </w:p>
    <w:p w14:paraId="2C0E4FA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&lt;Val&gt;7475&lt;/Val&gt;</w:t>
      </w:r>
    </w:p>
    <w:p w14:paraId="3C12505F"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5A227C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8DCB9E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6D4F77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&lt;VolPctg&gt;12.182740000&lt;/VolPctg&gt;</w:t>
      </w:r>
    </w:p>
    <w:p w14:paraId="53263F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&lt;Val&gt;3.6789300000&lt;/Val&gt;</w:t>
      </w:r>
    </w:p>
    <w:p w14:paraId="7D53D02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366858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5F1E2A0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233FCE3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1D64B1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50AFBD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&lt;Vol&gt;118&lt;/Vol&gt;</w:t>
      </w:r>
    </w:p>
    <w:p w14:paraId="416CE63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&lt;Val&gt;6524&lt;/Val&gt;</w:t>
      </w:r>
    </w:p>
    <w:p w14:paraId="09C978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11B8F8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95F198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&lt;Vol&gt;33&lt;/Vol&gt;</w:t>
      </w:r>
    </w:p>
    <w:p w14:paraId="0062E27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14:paraId="6C97300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F1A1784"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7051A2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&lt;Vol&gt;151&lt;/Vol&gt;</w:t>
      </w:r>
    </w:p>
    <w:p w14:paraId="09C996C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&lt;Val&gt;6799&lt;/Val&gt;</w:t>
      </w:r>
    </w:p>
    <w:p w14:paraId="15AAEC46"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936FCF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D92764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6D05BA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&lt;VolPctg&gt;21.854310000&lt;/VolPctg&gt;</w:t>
      </w:r>
    </w:p>
    <w:p w14:paraId="6258278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&lt;Val&gt;4.0447130000&lt;/Val&gt;</w:t>
      </w:r>
    </w:p>
    <w:p w14:paraId="6AF119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E5B95C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5A8D4BF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9A7C1F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C99B1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84EAFC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&lt;Vol&gt;337&lt;/Vol&gt;</w:t>
      </w:r>
    </w:p>
    <w:p w14:paraId="5DB9F52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&lt;Val&gt;6220&lt;/Val&gt;</w:t>
      </w:r>
    </w:p>
    <w:p w14:paraId="41FFACA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8FF67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5EFCF23"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&lt;Vol&gt;22&lt;/Vol&gt;</w:t>
      </w:r>
    </w:p>
    <w:p w14:paraId="2BEA2E42"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&lt;Val&gt;274&lt;/Val&gt;</w:t>
      </w:r>
    </w:p>
    <w:p w14:paraId="51FD6AD3"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1F7FA1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143261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&lt;Vol&gt;359&lt;/Vol&gt;</w:t>
      </w:r>
    </w:p>
    <w:p w14:paraId="28192E5B"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&lt;Val&gt;6494&lt;/Val&gt;</w:t>
      </w:r>
    </w:p>
    <w:p w14:paraId="6914160C"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29EC50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FF9118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1234C0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&lt;VolPctg&gt;6.1281340000&lt;/VolPctg&gt;</w:t>
      </w:r>
    </w:p>
    <w:p w14:paraId="7228816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&lt;Val&gt;4.2192790000&lt;/Val&gt;</w:t>
      </w:r>
    </w:p>
    <w:p w14:paraId="16F95D1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775A50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749F88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6BD0495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09AFAB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490B2B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&lt;Vol&gt;471&lt;/Vol&gt;</w:t>
      </w:r>
    </w:p>
    <w:p w14:paraId="7E2502D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&lt;Val&gt;6541&lt;/Val&gt;</w:t>
      </w:r>
    </w:p>
    <w:p w14:paraId="6CEA4B8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35FF2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2E03F3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&lt;Vol&gt;22&lt;/Vol&gt;</w:t>
      </w:r>
    </w:p>
    <w:p w14:paraId="2FE695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&lt;Val&gt;332&lt;/Val&gt;</w:t>
      </w:r>
    </w:p>
    <w:p w14:paraId="3C06D0C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C8417D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29474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&lt;Vol&gt;493&lt;/Vol&gt;</w:t>
      </w:r>
    </w:p>
    <w:p w14:paraId="344AAAA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&lt;Val&gt;6873&lt;/Val&gt;</w:t>
      </w:r>
    </w:p>
    <w:p w14:paraId="2F8115D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630B9A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64EBA2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548EB8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&lt;VolPctg&gt;4.4624750000&lt;/VolPctg&gt;</w:t>
      </w:r>
    </w:p>
    <w:p w14:paraId="398131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&lt;Val&gt;4.8304960000&lt;/Val&gt;</w:t>
      </w:r>
    </w:p>
    <w:p w14:paraId="2C4A4F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EAA50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79C9BF6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BC0C5A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D6BA5F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CA7F5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&lt;Vol&gt;426&lt;/Vol&gt;</w:t>
      </w:r>
    </w:p>
    <w:p w14:paraId="2485316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&lt;Val&gt;6312&lt;/Val&gt;</w:t>
      </w:r>
    </w:p>
    <w:p w14:paraId="24C5511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0C42E2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12A74DD"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14:paraId="14D22A1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&lt;Val&gt;317&lt;/Val&gt;</w:t>
      </w:r>
    </w:p>
    <w:p w14:paraId="5DA4713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89931AA"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8130DF0"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&lt;Vol&gt;444&lt;/Vol&gt;</w:t>
      </w:r>
    </w:p>
    <w:p w14:paraId="0E0A9F7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&lt;Val&gt;6629&lt;/Val&gt;</w:t>
      </w:r>
    </w:p>
    <w:p w14:paraId="48941B4D"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4E843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D84699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BD4BB3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&lt;VolPctg&gt;4.0540540000&lt;/VolPctg&gt;</w:t>
      </w:r>
    </w:p>
    <w:p w14:paraId="1B1F57F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&lt;Val&gt;4.7820180000&lt;/Val&gt;</w:t>
      </w:r>
    </w:p>
    <w:p w14:paraId="1C7E8BE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C9E95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0609B9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3E167AC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7F70891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B483A0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CE7165B"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51658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&lt;Vol&gt;313&lt;/Vol&gt;</w:t>
      </w:r>
    </w:p>
    <w:p w14:paraId="35B1601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&lt;Val&gt;6434&lt;/Val&gt;</w:t>
      </w:r>
    </w:p>
    <w:p w14:paraId="70BFF69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F65084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1FC6A6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&lt;Vol&gt;20&lt;/Vol&gt;</w:t>
      </w:r>
    </w:p>
    <w:p w14:paraId="3B8A0778"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&lt;Val&gt;296&lt;/Val&gt;</w:t>
      </w:r>
    </w:p>
    <w:p w14:paraId="394D669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965096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426220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&lt;Vol&gt;333&lt;/Vol&gt;</w:t>
      </w:r>
    </w:p>
    <w:p w14:paraId="25F5866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&lt;Val&gt;6730&lt;/Val&gt;</w:t>
      </w:r>
    </w:p>
    <w:p w14:paraId="5731AE9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8032E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D0C2FC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790BB3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&lt;VolPctg&gt;6.0060060000&lt;/VolPctg&gt;</w:t>
      </w:r>
    </w:p>
    <w:p w14:paraId="066AADA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&lt;Val&gt;4.3982170000&lt;/Val&gt;</w:t>
      </w:r>
    </w:p>
    <w:p w14:paraId="4594D1E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94697BC"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2438064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14568D52"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77831F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22C7B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&lt;Vol&gt;425&lt;/Vol&gt;</w:t>
      </w:r>
    </w:p>
    <w:p w14:paraId="0655C88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&lt;Val&gt;7029&lt;/Val&gt;</w:t>
      </w:r>
    </w:p>
    <w:p w14:paraId="23F98F5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7FE042E"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6F33C4B"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&lt;Vol&gt;12&lt;/Vol&gt;</w:t>
      </w:r>
    </w:p>
    <w:p w14:paraId="5C5CCC15"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&lt;Val&gt;293&lt;/Val&gt;</w:t>
      </w:r>
    </w:p>
    <w:p w14:paraId="6F0E1C5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B631AB8"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404ACED"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&lt;Vol&gt;437&lt;/Vol&gt;</w:t>
      </w:r>
    </w:p>
    <w:p w14:paraId="726B071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&lt;Val&gt;7322&lt;/Val&gt;</w:t>
      </w:r>
    </w:p>
    <w:p w14:paraId="0EFCF007"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891063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EA79B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EFA216F"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&lt;VolPctg&gt;2.7459960000&lt;/VolPctg&gt;</w:t>
      </w:r>
    </w:p>
    <w:p w14:paraId="6CE18FB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&lt;Val&gt;4.0016390000&lt;/Val&gt;</w:t>
      </w:r>
    </w:p>
    <w:p w14:paraId="24534B0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A713204"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398965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1FCBC3F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6728F3E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&lt;Aggt&gt;</w:t>
      </w:r>
    </w:p>
    <w:p w14:paraId="2922C33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5A7A89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&lt;Vol&gt;397&lt;/Vol&gt;</w:t>
      </w:r>
    </w:p>
    <w:p w14:paraId="7BFC5923"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&lt;Val&gt;6725&lt;/Val&gt;</w:t>
      </w:r>
    </w:p>
    <w:p w14:paraId="1AF48635"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1CD67B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0107D65" w14:textId="77777777"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&lt;Vol&gt;26&lt;/Vol&gt;</w:t>
      </w:r>
    </w:p>
    <w:p w14:paraId="03A76216"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&lt;Val&gt;250&lt;/Val&gt;</w:t>
      </w:r>
    </w:p>
    <w:p w14:paraId="476AAA07"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209A5AF"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7260DEE"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&lt;Vol&gt;423&lt;/Vol&gt;</w:t>
      </w:r>
    </w:p>
    <w:p w14:paraId="79F137C1" w14:textId="77777777"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&lt;Val&gt;6975&lt;/Val&gt;</w:t>
      </w:r>
    </w:p>
    <w:p w14:paraId="35F4CE37" w14:textId="77777777"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B97EB6D"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E2F6719"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B931441"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&lt;VolPctg&gt;6.1465720000&lt;/VolPctg&gt;</w:t>
      </w:r>
    </w:p>
    <w:p w14:paraId="347CEA37"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&lt;Val&gt;3.5842290000&lt;/Val&gt;</w:t>
      </w:r>
    </w:p>
    <w:p w14:paraId="37320956"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59CFB6A"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4265DCD0" w14:textId="77777777"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694E3BBF" w14:textId="58D4E018" w:rsid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p w14:paraId="77328CBE" w14:textId="77777777" w:rsidR="0079309A" w:rsidRDefault="0079309A" w:rsidP="00B25FC7">
      <w:pPr>
        <w:spacing w:before="0"/>
        <w:rPr>
          <w:rFonts w:ascii="Arial" w:hAnsi="Arial" w:cs="Arial"/>
          <w:color w:val="000096"/>
          <w:sz w:val="18"/>
          <w:szCs w:val="18"/>
          <w:lang w:val="en-US" w:eastAsia="en-GB"/>
        </w:rPr>
      </w:pPr>
    </w:p>
    <w:p w14:paraId="1129A7C1" w14:textId="77777777" w:rsidR="0079309A" w:rsidRDefault="0079309A" w:rsidP="00B25FC7">
      <w:pPr>
        <w:spacing w:before="0"/>
        <w:rPr>
          <w:rFonts w:ascii="Arial" w:hAnsi="Arial" w:cs="Arial"/>
          <w:color w:val="000096"/>
          <w:sz w:val="18"/>
          <w:szCs w:val="18"/>
          <w:lang w:val="en-US" w:eastAsia="en-GB"/>
        </w:rPr>
      </w:pPr>
    </w:p>
    <w:p w14:paraId="3DFAEEAD" w14:textId="0F0AFDF9" w:rsidR="00903C1A" w:rsidRPr="002B29E3" w:rsidRDefault="002B29E3" w:rsidP="00B25FC7">
      <w:pPr>
        <w:spacing w:before="0"/>
        <w:rPr>
          <w:rFonts w:ascii="Arial" w:hAnsi="Arial" w:cs="Arial"/>
          <w:sz w:val="18"/>
          <w:szCs w:val="18"/>
          <w:lang w:val="en-US"/>
        </w:rPr>
      </w:pPr>
      <w:r w:rsidRPr="002B29E3">
        <w:rPr>
          <w:rFonts w:ascii="Arial" w:hAnsi="Arial" w:cs="Arial"/>
          <w:color w:val="000000"/>
          <w:sz w:val="18"/>
          <w:szCs w:val="18"/>
          <w:lang w:val="en-US" w:eastAsia="en-GB"/>
        </w:rPr>
        <w:br/>
      </w:r>
    </w:p>
    <w:bookmarkEnd w:id="35"/>
    <w:bookmarkEnd w:id="36"/>
    <w:bookmarkEnd w:id="37"/>
    <w:bookmarkEnd w:id="38"/>
    <w:bookmarkEnd w:id="39"/>
    <w:bookmarkEnd w:id="40"/>
    <w:bookmarkEnd w:id="41"/>
    <w:bookmarkEnd w:id="42"/>
    <w:bookmarkEnd w:id="43"/>
    <w:bookmarkEnd w:id="44"/>
    <w:p w14:paraId="574DD01C" w14:textId="4C7B5946" w:rsidR="005B2E5D" w:rsidRPr="00175925" w:rsidRDefault="005B2E5D" w:rsidP="00175925"/>
    <w:p w14:paraId="331CA8AC" w14:textId="77777777" w:rsidR="00903C1A" w:rsidRPr="00903C1A" w:rsidRDefault="00903C1A" w:rsidP="00903C1A">
      <w:pPr>
        <w:sectPr w:rsidR="00903C1A" w:rsidRPr="00903C1A"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5F35B3E9" w14:textId="77777777" w:rsidR="005B2E5D" w:rsidRPr="00880B8A" w:rsidRDefault="005B2E5D" w:rsidP="005B2E5D">
      <w:pPr>
        <w:pStyle w:val="Heading1"/>
        <w:rPr>
          <w:rFonts w:cs="Arial"/>
        </w:rPr>
      </w:pPr>
      <w:bookmarkStart w:id="50" w:name="_Toc348941504"/>
      <w:bookmarkStart w:id="51" w:name="_Toc526925933"/>
      <w:r w:rsidRPr="00880B8A">
        <w:rPr>
          <w:rFonts w:cs="Arial"/>
        </w:rPr>
        <w:lastRenderedPageBreak/>
        <w:t>Revision Record</w:t>
      </w:r>
      <w:bookmarkEnd w:id="50"/>
      <w:bookmarkEnd w:id="51"/>
    </w:p>
    <w:p w14:paraId="2A43E782" w14:textId="77777777" w:rsidR="005B2E5D" w:rsidRPr="00880B8A" w:rsidRDefault="005B2E5D" w:rsidP="005B2E5D">
      <w:pPr>
        <w:rPr>
          <w:rFonts w:ascii="Arial" w:hAnsi="Arial" w:cs="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880B8A" w14:paraId="398640FE" w14:textId="77777777" w:rsidTr="007A40BB">
        <w:tc>
          <w:tcPr>
            <w:tcW w:w="1903" w:type="dxa"/>
          </w:tcPr>
          <w:p w14:paraId="0A15355B" w14:textId="77777777" w:rsidR="005B2E5D" w:rsidRPr="00880B8A" w:rsidRDefault="005B2E5D" w:rsidP="007A40BB">
            <w:pPr>
              <w:rPr>
                <w:rFonts w:ascii="Arial" w:hAnsi="Arial" w:cs="Arial"/>
                <w:b/>
                <w:sz w:val="20"/>
              </w:rPr>
            </w:pPr>
            <w:r w:rsidRPr="00880B8A">
              <w:rPr>
                <w:rFonts w:ascii="Arial" w:hAnsi="Arial" w:cs="Arial"/>
                <w:b/>
                <w:sz w:val="20"/>
              </w:rPr>
              <w:t>Revision</w:t>
            </w:r>
          </w:p>
        </w:tc>
        <w:tc>
          <w:tcPr>
            <w:tcW w:w="1903" w:type="dxa"/>
          </w:tcPr>
          <w:p w14:paraId="6AAC9057" w14:textId="77777777" w:rsidR="005B2E5D" w:rsidRPr="00880B8A" w:rsidRDefault="005B2E5D" w:rsidP="007A40BB">
            <w:pPr>
              <w:rPr>
                <w:rFonts w:ascii="Arial" w:hAnsi="Arial" w:cs="Arial"/>
                <w:b/>
                <w:sz w:val="20"/>
              </w:rPr>
            </w:pPr>
            <w:r w:rsidRPr="00880B8A">
              <w:rPr>
                <w:rFonts w:ascii="Arial" w:hAnsi="Arial" w:cs="Arial"/>
                <w:b/>
                <w:sz w:val="20"/>
              </w:rPr>
              <w:t>Date</w:t>
            </w:r>
          </w:p>
        </w:tc>
        <w:tc>
          <w:tcPr>
            <w:tcW w:w="1903" w:type="dxa"/>
          </w:tcPr>
          <w:p w14:paraId="792A40DA" w14:textId="77777777" w:rsidR="005B2E5D" w:rsidRPr="00880B8A" w:rsidRDefault="005B2E5D" w:rsidP="007A40BB">
            <w:pPr>
              <w:rPr>
                <w:rFonts w:ascii="Arial" w:hAnsi="Arial" w:cs="Arial"/>
                <w:b/>
                <w:sz w:val="20"/>
              </w:rPr>
            </w:pPr>
            <w:r w:rsidRPr="00880B8A">
              <w:rPr>
                <w:rFonts w:ascii="Arial" w:hAnsi="Arial" w:cs="Arial"/>
                <w:b/>
                <w:sz w:val="20"/>
              </w:rPr>
              <w:t>Author</w:t>
            </w:r>
          </w:p>
        </w:tc>
        <w:tc>
          <w:tcPr>
            <w:tcW w:w="1903" w:type="dxa"/>
          </w:tcPr>
          <w:p w14:paraId="6506F6EF" w14:textId="77777777" w:rsidR="005B2E5D" w:rsidRPr="00880B8A" w:rsidRDefault="005B2E5D" w:rsidP="007A40BB">
            <w:pPr>
              <w:rPr>
                <w:rFonts w:ascii="Arial" w:hAnsi="Arial" w:cs="Arial"/>
                <w:b/>
                <w:sz w:val="20"/>
              </w:rPr>
            </w:pPr>
            <w:r w:rsidRPr="00880B8A">
              <w:rPr>
                <w:rFonts w:ascii="Arial" w:hAnsi="Arial" w:cs="Arial"/>
                <w:b/>
                <w:sz w:val="20"/>
              </w:rPr>
              <w:t>Description</w:t>
            </w:r>
          </w:p>
        </w:tc>
        <w:tc>
          <w:tcPr>
            <w:tcW w:w="1903" w:type="dxa"/>
          </w:tcPr>
          <w:p w14:paraId="573C25E2" w14:textId="77777777" w:rsidR="005B2E5D" w:rsidRPr="00880B8A" w:rsidRDefault="005B2E5D" w:rsidP="007A40BB">
            <w:pPr>
              <w:rPr>
                <w:rFonts w:ascii="Arial" w:hAnsi="Arial" w:cs="Arial"/>
                <w:b/>
                <w:sz w:val="20"/>
              </w:rPr>
            </w:pPr>
            <w:r w:rsidRPr="00880B8A">
              <w:rPr>
                <w:rFonts w:ascii="Arial" w:hAnsi="Arial" w:cs="Arial"/>
                <w:b/>
                <w:sz w:val="20"/>
              </w:rPr>
              <w:t>Sections affected</w:t>
            </w:r>
          </w:p>
        </w:tc>
      </w:tr>
      <w:tr w:rsidR="005B2E5D" w:rsidRPr="00880B8A" w14:paraId="78092981" w14:textId="77777777" w:rsidTr="007A40BB">
        <w:tc>
          <w:tcPr>
            <w:tcW w:w="1903" w:type="dxa"/>
          </w:tcPr>
          <w:p w14:paraId="6E782DB5" w14:textId="0555D723" w:rsidR="005B2E5D" w:rsidRPr="00880B8A" w:rsidRDefault="00F30FBD" w:rsidP="007A40BB">
            <w:pPr>
              <w:rPr>
                <w:rFonts w:ascii="Arial" w:hAnsi="Arial" w:cs="Arial"/>
                <w:sz w:val="18"/>
              </w:rPr>
            </w:pPr>
            <w:r>
              <w:rPr>
                <w:rFonts w:ascii="Arial" w:hAnsi="Arial" w:cs="Arial"/>
                <w:sz w:val="18"/>
              </w:rPr>
              <w:t>1.0</w:t>
            </w:r>
          </w:p>
        </w:tc>
        <w:tc>
          <w:tcPr>
            <w:tcW w:w="1903" w:type="dxa"/>
          </w:tcPr>
          <w:p w14:paraId="137E6601" w14:textId="12A04E3F" w:rsidR="005B2E5D" w:rsidRPr="00880B8A" w:rsidRDefault="00F30FBD" w:rsidP="00F24DDF">
            <w:pPr>
              <w:rPr>
                <w:rFonts w:ascii="Arial" w:hAnsi="Arial" w:cs="Arial"/>
                <w:sz w:val="18"/>
              </w:rPr>
            </w:pPr>
            <w:r>
              <w:rPr>
                <w:rFonts w:ascii="Arial" w:hAnsi="Arial" w:cs="Arial"/>
                <w:sz w:val="18"/>
              </w:rPr>
              <w:t>31/05</w:t>
            </w:r>
            <w:r w:rsidR="00B25FC7">
              <w:rPr>
                <w:rFonts w:ascii="Arial" w:hAnsi="Arial" w:cs="Arial"/>
                <w:sz w:val="18"/>
              </w:rPr>
              <w:t>/2018</w:t>
            </w:r>
          </w:p>
        </w:tc>
        <w:tc>
          <w:tcPr>
            <w:tcW w:w="1903" w:type="dxa"/>
          </w:tcPr>
          <w:p w14:paraId="731BE18B" w14:textId="076E4D04" w:rsidR="005B2E5D" w:rsidRPr="00880B8A" w:rsidRDefault="00B25FC7" w:rsidP="007A40BB">
            <w:pPr>
              <w:rPr>
                <w:rFonts w:ascii="Arial" w:hAnsi="Arial" w:cs="Arial"/>
                <w:sz w:val="18"/>
              </w:rPr>
            </w:pPr>
            <w:r>
              <w:rPr>
                <w:rFonts w:ascii="Arial" w:hAnsi="Arial" w:cs="Arial"/>
                <w:sz w:val="18"/>
              </w:rPr>
              <w:t>ESMA</w:t>
            </w:r>
          </w:p>
        </w:tc>
        <w:tc>
          <w:tcPr>
            <w:tcW w:w="1903" w:type="dxa"/>
          </w:tcPr>
          <w:p w14:paraId="0FA87FA5" w14:textId="2D8D4422" w:rsidR="005B2E5D" w:rsidRPr="00880B8A" w:rsidRDefault="00B25FC7" w:rsidP="007A40BB">
            <w:pPr>
              <w:rPr>
                <w:rFonts w:ascii="Arial" w:hAnsi="Arial" w:cs="Arial"/>
                <w:sz w:val="18"/>
              </w:rPr>
            </w:pPr>
            <w:r>
              <w:rPr>
                <w:rFonts w:ascii="Arial" w:hAnsi="Arial" w:cs="Arial"/>
                <w:sz w:val="18"/>
              </w:rPr>
              <w:t>First draft</w:t>
            </w:r>
          </w:p>
        </w:tc>
        <w:tc>
          <w:tcPr>
            <w:tcW w:w="1903" w:type="dxa"/>
          </w:tcPr>
          <w:p w14:paraId="4E359104" w14:textId="1F7B903D" w:rsidR="005B2E5D" w:rsidRPr="00880B8A" w:rsidRDefault="00B25FC7" w:rsidP="007A40BB">
            <w:pPr>
              <w:rPr>
                <w:rFonts w:ascii="Arial" w:hAnsi="Arial" w:cs="Arial"/>
                <w:sz w:val="18"/>
              </w:rPr>
            </w:pPr>
            <w:r>
              <w:rPr>
                <w:rFonts w:ascii="Arial" w:hAnsi="Arial" w:cs="Arial"/>
                <w:sz w:val="18"/>
              </w:rPr>
              <w:t>All</w:t>
            </w:r>
          </w:p>
        </w:tc>
      </w:tr>
      <w:tr w:rsidR="005B2E5D" w:rsidRPr="00880B8A" w14:paraId="038449F1" w14:textId="77777777" w:rsidTr="007A40BB">
        <w:tc>
          <w:tcPr>
            <w:tcW w:w="1903" w:type="dxa"/>
          </w:tcPr>
          <w:p w14:paraId="128A3F04" w14:textId="49932B4D" w:rsidR="005B2E5D" w:rsidRPr="00880B8A" w:rsidRDefault="00AF36F6" w:rsidP="007A40BB">
            <w:pPr>
              <w:rPr>
                <w:rFonts w:ascii="Arial" w:hAnsi="Arial" w:cs="Arial"/>
                <w:sz w:val="18"/>
              </w:rPr>
            </w:pPr>
            <w:r>
              <w:rPr>
                <w:rFonts w:ascii="Arial" w:hAnsi="Arial" w:cs="Arial"/>
                <w:sz w:val="18"/>
              </w:rPr>
              <w:t>2.0</w:t>
            </w:r>
          </w:p>
        </w:tc>
        <w:tc>
          <w:tcPr>
            <w:tcW w:w="1903" w:type="dxa"/>
          </w:tcPr>
          <w:p w14:paraId="5CA02763" w14:textId="43E0C358" w:rsidR="005B2E5D" w:rsidRPr="00880B8A" w:rsidRDefault="00AF36F6" w:rsidP="00E8349D">
            <w:pPr>
              <w:rPr>
                <w:rFonts w:ascii="Arial" w:hAnsi="Arial" w:cs="Arial"/>
                <w:sz w:val="18"/>
              </w:rPr>
            </w:pPr>
            <w:r>
              <w:rPr>
                <w:rFonts w:ascii="Arial" w:hAnsi="Arial" w:cs="Arial"/>
                <w:sz w:val="18"/>
              </w:rPr>
              <w:t>0</w:t>
            </w:r>
            <w:r w:rsidR="00E8349D">
              <w:rPr>
                <w:rFonts w:ascii="Arial" w:hAnsi="Arial" w:cs="Arial"/>
                <w:sz w:val="18"/>
              </w:rPr>
              <w:t>8</w:t>
            </w:r>
            <w:r>
              <w:rPr>
                <w:rFonts w:ascii="Arial" w:hAnsi="Arial" w:cs="Arial"/>
                <w:sz w:val="18"/>
              </w:rPr>
              <w:t>/06/2018</w:t>
            </w:r>
          </w:p>
        </w:tc>
        <w:tc>
          <w:tcPr>
            <w:tcW w:w="1903" w:type="dxa"/>
          </w:tcPr>
          <w:p w14:paraId="0713DDE1" w14:textId="7FC8A892" w:rsidR="005B2E5D" w:rsidRPr="00880B8A" w:rsidRDefault="00AF36F6" w:rsidP="007A40BB">
            <w:pPr>
              <w:rPr>
                <w:rFonts w:ascii="Arial" w:hAnsi="Arial" w:cs="Arial"/>
                <w:sz w:val="18"/>
              </w:rPr>
            </w:pPr>
            <w:r>
              <w:rPr>
                <w:rFonts w:ascii="Arial" w:hAnsi="Arial" w:cs="Arial"/>
                <w:sz w:val="18"/>
              </w:rPr>
              <w:t>ESMA</w:t>
            </w:r>
          </w:p>
        </w:tc>
        <w:tc>
          <w:tcPr>
            <w:tcW w:w="1903" w:type="dxa"/>
          </w:tcPr>
          <w:p w14:paraId="2033BD35" w14:textId="4FF7F348" w:rsidR="005B2E5D" w:rsidRPr="00880B8A" w:rsidRDefault="00AF36F6" w:rsidP="00440019">
            <w:pPr>
              <w:rPr>
                <w:rFonts w:ascii="Arial" w:hAnsi="Arial" w:cs="Arial"/>
                <w:sz w:val="18"/>
              </w:rPr>
            </w:pPr>
            <w:r>
              <w:rPr>
                <w:rFonts w:ascii="Arial" w:hAnsi="Arial" w:cs="Arial"/>
                <w:sz w:val="18"/>
              </w:rPr>
              <w:t>Second draft</w:t>
            </w:r>
          </w:p>
        </w:tc>
        <w:tc>
          <w:tcPr>
            <w:tcW w:w="1903" w:type="dxa"/>
          </w:tcPr>
          <w:p w14:paraId="7BEE6421" w14:textId="471FF17A" w:rsidR="005B2E5D" w:rsidRPr="00880B8A" w:rsidRDefault="00051522" w:rsidP="007A40BB">
            <w:pPr>
              <w:rPr>
                <w:rFonts w:ascii="Arial" w:hAnsi="Arial" w:cs="Arial"/>
                <w:sz w:val="18"/>
              </w:rPr>
            </w:pPr>
            <w:r>
              <w:rPr>
                <w:rFonts w:ascii="Arial" w:hAnsi="Arial" w:cs="Arial"/>
                <w:sz w:val="18"/>
              </w:rPr>
              <w:t>2.1, 2.2, 5.1, 5.2, 6, 7</w:t>
            </w:r>
          </w:p>
        </w:tc>
      </w:tr>
      <w:tr w:rsidR="005B2E5D" w:rsidRPr="00880B8A" w14:paraId="52B43D7A" w14:textId="77777777" w:rsidTr="007A40BB">
        <w:tc>
          <w:tcPr>
            <w:tcW w:w="1903" w:type="dxa"/>
          </w:tcPr>
          <w:p w14:paraId="05155116" w14:textId="32F4C0FE" w:rsidR="005B2E5D" w:rsidRPr="00880B8A" w:rsidRDefault="004F4869" w:rsidP="007A40BB">
            <w:pPr>
              <w:rPr>
                <w:rFonts w:ascii="Arial" w:hAnsi="Arial" w:cs="Arial"/>
                <w:sz w:val="18"/>
              </w:rPr>
            </w:pPr>
            <w:r>
              <w:rPr>
                <w:rFonts w:ascii="Arial" w:hAnsi="Arial" w:cs="Arial"/>
                <w:sz w:val="18"/>
              </w:rPr>
              <w:t>3.0</w:t>
            </w:r>
          </w:p>
        </w:tc>
        <w:tc>
          <w:tcPr>
            <w:tcW w:w="1903" w:type="dxa"/>
          </w:tcPr>
          <w:p w14:paraId="1DD464C1" w14:textId="729CB007" w:rsidR="005B2E5D" w:rsidRPr="00880B8A" w:rsidRDefault="004F4869" w:rsidP="007A40BB">
            <w:pPr>
              <w:rPr>
                <w:rFonts w:ascii="Arial" w:hAnsi="Arial" w:cs="Arial"/>
                <w:sz w:val="18"/>
              </w:rPr>
            </w:pPr>
            <w:r>
              <w:rPr>
                <w:rFonts w:ascii="Arial" w:hAnsi="Arial" w:cs="Arial"/>
                <w:sz w:val="18"/>
              </w:rPr>
              <w:t>18/06/2018</w:t>
            </w:r>
          </w:p>
        </w:tc>
        <w:tc>
          <w:tcPr>
            <w:tcW w:w="1903" w:type="dxa"/>
          </w:tcPr>
          <w:p w14:paraId="7829F695" w14:textId="3EB5C9CA" w:rsidR="005B2E5D" w:rsidRPr="00880B8A" w:rsidRDefault="004F4869" w:rsidP="007A40BB">
            <w:pPr>
              <w:rPr>
                <w:rFonts w:ascii="Arial" w:hAnsi="Arial" w:cs="Arial"/>
                <w:sz w:val="18"/>
              </w:rPr>
            </w:pPr>
            <w:r>
              <w:rPr>
                <w:rFonts w:ascii="Arial" w:hAnsi="Arial" w:cs="Arial"/>
                <w:sz w:val="18"/>
              </w:rPr>
              <w:t>ISO 20022 RA</w:t>
            </w:r>
          </w:p>
        </w:tc>
        <w:tc>
          <w:tcPr>
            <w:tcW w:w="1903" w:type="dxa"/>
          </w:tcPr>
          <w:p w14:paraId="7CE5B45A" w14:textId="5F0B1C5A" w:rsidR="005B2E5D" w:rsidRPr="00880B8A" w:rsidRDefault="004F4869" w:rsidP="007A40BB">
            <w:pPr>
              <w:rPr>
                <w:rFonts w:ascii="Arial" w:hAnsi="Arial" w:cs="Arial"/>
                <w:sz w:val="18"/>
              </w:rPr>
            </w:pPr>
            <w:r>
              <w:rPr>
                <w:rFonts w:ascii="Arial" w:hAnsi="Arial" w:cs="Arial"/>
                <w:sz w:val="18"/>
              </w:rPr>
              <w:t>Editing before submission to SEG</w:t>
            </w:r>
          </w:p>
        </w:tc>
        <w:tc>
          <w:tcPr>
            <w:tcW w:w="1903" w:type="dxa"/>
          </w:tcPr>
          <w:p w14:paraId="1344D536" w14:textId="484B9DF5" w:rsidR="005B2E5D" w:rsidRPr="00880B8A" w:rsidRDefault="004F4869" w:rsidP="007A40BB">
            <w:pPr>
              <w:rPr>
                <w:rFonts w:ascii="Arial" w:hAnsi="Arial" w:cs="Arial"/>
                <w:sz w:val="18"/>
              </w:rPr>
            </w:pPr>
            <w:r>
              <w:rPr>
                <w:rFonts w:ascii="Arial" w:hAnsi="Arial" w:cs="Arial"/>
                <w:sz w:val="18"/>
              </w:rPr>
              <w:t>All</w:t>
            </w:r>
          </w:p>
        </w:tc>
      </w:tr>
      <w:tr w:rsidR="005B2E5D" w:rsidRPr="00880B8A" w14:paraId="3684FA93" w14:textId="77777777" w:rsidTr="007A40BB">
        <w:tc>
          <w:tcPr>
            <w:tcW w:w="1903" w:type="dxa"/>
          </w:tcPr>
          <w:p w14:paraId="67A74863" w14:textId="77777777" w:rsidR="005B2E5D" w:rsidRPr="00880B8A" w:rsidRDefault="005B2E5D" w:rsidP="007A40BB">
            <w:pPr>
              <w:rPr>
                <w:rFonts w:ascii="Arial" w:hAnsi="Arial" w:cs="Arial"/>
                <w:sz w:val="18"/>
              </w:rPr>
            </w:pPr>
          </w:p>
        </w:tc>
        <w:tc>
          <w:tcPr>
            <w:tcW w:w="1903" w:type="dxa"/>
          </w:tcPr>
          <w:p w14:paraId="1790DA5B" w14:textId="77777777" w:rsidR="005B2E5D" w:rsidRPr="00880B8A" w:rsidRDefault="005B2E5D" w:rsidP="007A40BB">
            <w:pPr>
              <w:rPr>
                <w:rFonts w:ascii="Arial" w:hAnsi="Arial" w:cs="Arial"/>
                <w:sz w:val="18"/>
              </w:rPr>
            </w:pPr>
          </w:p>
        </w:tc>
        <w:tc>
          <w:tcPr>
            <w:tcW w:w="1903" w:type="dxa"/>
          </w:tcPr>
          <w:p w14:paraId="2B15871D" w14:textId="77777777" w:rsidR="005B2E5D" w:rsidRPr="00880B8A" w:rsidRDefault="005B2E5D" w:rsidP="007A40BB">
            <w:pPr>
              <w:rPr>
                <w:rFonts w:ascii="Arial" w:hAnsi="Arial" w:cs="Arial"/>
                <w:sz w:val="18"/>
              </w:rPr>
            </w:pPr>
          </w:p>
        </w:tc>
        <w:tc>
          <w:tcPr>
            <w:tcW w:w="1903" w:type="dxa"/>
          </w:tcPr>
          <w:p w14:paraId="73ED23E5" w14:textId="77777777" w:rsidR="005B2E5D" w:rsidRPr="00880B8A" w:rsidRDefault="005B2E5D" w:rsidP="007A40BB">
            <w:pPr>
              <w:rPr>
                <w:rFonts w:ascii="Arial" w:hAnsi="Arial" w:cs="Arial"/>
                <w:sz w:val="18"/>
              </w:rPr>
            </w:pPr>
          </w:p>
        </w:tc>
        <w:tc>
          <w:tcPr>
            <w:tcW w:w="1903" w:type="dxa"/>
          </w:tcPr>
          <w:p w14:paraId="6B870984" w14:textId="77777777" w:rsidR="005B2E5D" w:rsidRPr="00880B8A" w:rsidRDefault="005B2E5D" w:rsidP="007A40BB">
            <w:pPr>
              <w:rPr>
                <w:rFonts w:ascii="Arial" w:hAnsi="Arial" w:cs="Arial"/>
                <w:sz w:val="18"/>
              </w:rPr>
            </w:pPr>
          </w:p>
        </w:tc>
      </w:tr>
      <w:tr w:rsidR="005B2E5D" w:rsidRPr="00880B8A" w14:paraId="5B95EDC0" w14:textId="77777777" w:rsidTr="007A40BB">
        <w:tc>
          <w:tcPr>
            <w:tcW w:w="1903" w:type="dxa"/>
          </w:tcPr>
          <w:p w14:paraId="268DA95A" w14:textId="77777777" w:rsidR="005B2E5D" w:rsidRPr="00880B8A" w:rsidRDefault="005B2E5D" w:rsidP="007A40BB">
            <w:pPr>
              <w:rPr>
                <w:rFonts w:ascii="Arial" w:hAnsi="Arial" w:cs="Arial"/>
                <w:sz w:val="18"/>
              </w:rPr>
            </w:pPr>
          </w:p>
        </w:tc>
        <w:tc>
          <w:tcPr>
            <w:tcW w:w="1903" w:type="dxa"/>
          </w:tcPr>
          <w:p w14:paraId="23A6B445" w14:textId="77777777" w:rsidR="005B2E5D" w:rsidRPr="00880B8A" w:rsidRDefault="005B2E5D" w:rsidP="007A40BB">
            <w:pPr>
              <w:rPr>
                <w:rFonts w:ascii="Arial" w:hAnsi="Arial" w:cs="Arial"/>
                <w:sz w:val="18"/>
              </w:rPr>
            </w:pPr>
          </w:p>
        </w:tc>
        <w:tc>
          <w:tcPr>
            <w:tcW w:w="1903" w:type="dxa"/>
          </w:tcPr>
          <w:p w14:paraId="4D5E74FC" w14:textId="77777777" w:rsidR="005B2E5D" w:rsidRPr="00880B8A" w:rsidRDefault="005B2E5D" w:rsidP="007A40BB">
            <w:pPr>
              <w:rPr>
                <w:rFonts w:ascii="Arial" w:hAnsi="Arial" w:cs="Arial"/>
                <w:sz w:val="18"/>
              </w:rPr>
            </w:pPr>
          </w:p>
        </w:tc>
        <w:tc>
          <w:tcPr>
            <w:tcW w:w="1903" w:type="dxa"/>
          </w:tcPr>
          <w:p w14:paraId="3BBAD10C" w14:textId="77777777" w:rsidR="005B2E5D" w:rsidRPr="00880B8A" w:rsidRDefault="005B2E5D" w:rsidP="007A40BB">
            <w:pPr>
              <w:rPr>
                <w:rFonts w:ascii="Arial" w:hAnsi="Arial" w:cs="Arial"/>
                <w:sz w:val="18"/>
              </w:rPr>
            </w:pPr>
          </w:p>
        </w:tc>
        <w:tc>
          <w:tcPr>
            <w:tcW w:w="1903" w:type="dxa"/>
          </w:tcPr>
          <w:p w14:paraId="08F2899C" w14:textId="77777777" w:rsidR="005B2E5D" w:rsidRPr="00880B8A" w:rsidRDefault="005B2E5D" w:rsidP="007A40BB">
            <w:pPr>
              <w:rPr>
                <w:rFonts w:ascii="Arial" w:hAnsi="Arial" w:cs="Arial"/>
                <w:sz w:val="18"/>
              </w:rPr>
            </w:pPr>
          </w:p>
        </w:tc>
      </w:tr>
      <w:tr w:rsidR="005B2E5D" w:rsidRPr="00880B8A" w14:paraId="2DF2472D" w14:textId="77777777" w:rsidTr="007A40BB">
        <w:tc>
          <w:tcPr>
            <w:tcW w:w="1903" w:type="dxa"/>
          </w:tcPr>
          <w:p w14:paraId="21CED4EA" w14:textId="77777777" w:rsidR="005B2E5D" w:rsidRPr="00880B8A" w:rsidRDefault="005B2E5D" w:rsidP="007A40BB">
            <w:pPr>
              <w:rPr>
                <w:rFonts w:ascii="Arial" w:hAnsi="Arial" w:cs="Arial"/>
                <w:sz w:val="18"/>
              </w:rPr>
            </w:pPr>
          </w:p>
        </w:tc>
        <w:tc>
          <w:tcPr>
            <w:tcW w:w="1903" w:type="dxa"/>
          </w:tcPr>
          <w:p w14:paraId="16CAD9A5" w14:textId="77777777" w:rsidR="005B2E5D" w:rsidRPr="00880B8A" w:rsidRDefault="005B2E5D" w:rsidP="007A40BB">
            <w:pPr>
              <w:rPr>
                <w:rFonts w:ascii="Arial" w:hAnsi="Arial" w:cs="Arial"/>
                <w:sz w:val="18"/>
              </w:rPr>
            </w:pPr>
          </w:p>
        </w:tc>
        <w:tc>
          <w:tcPr>
            <w:tcW w:w="1903" w:type="dxa"/>
          </w:tcPr>
          <w:p w14:paraId="7F0C5119" w14:textId="77777777" w:rsidR="005B2E5D" w:rsidRPr="00880B8A" w:rsidRDefault="005B2E5D" w:rsidP="007A40BB">
            <w:pPr>
              <w:rPr>
                <w:rFonts w:ascii="Arial" w:hAnsi="Arial" w:cs="Arial"/>
                <w:sz w:val="18"/>
              </w:rPr>
            </w:pPr>
          </w:p>
        </w:tc>
        <w:tc>
          <w:tcPr>
            <w:tcW w:w="1903" w:type="dxa"/>
          </w:tcPr>
          <w:p w14:paraId="16903B33" w14:textId="77777777" w:rsidR="005B2E5D" w:rsidRPr="00880B8A" w:rsidRDefault="005B2E5D" w:rsidP="007A40BB">
            <w:pPr>
              <w:rPr>
                <w:rFonts w:ascii="Arial" w:hAnsi="Arial" w:cs="Arial"/>
                <w:sz w:val="18"/>
              </w:rPr>
            </w:pPr>
          </w:p>
        </w:tc>
        <w:tc>
          <w:tcPr>
            <w:tcW w:w="1903" w:type="dxa"/>
          </w:tcPr>
          <w:p w14:paraId="363BC49B" w14:textId="77777777" w:rsidR="005B2E5D" w:rsidRPr="00880B8A" w:rsidRDefault="005B2E5D" w:rsidP="007A40BB">
            <w:pPr>
              <w:rPr>
                <w:rFonts w:ascii="Arial" w:hAnsi="Arial" w:cs="Arial"/>
                <w:sz w:val="18"/>
              </w:rPr>
            </w:pPr>
          </w:p>
        </w:tc>
      </w:tr>
    </w:tbl>
    <w:p w14:paraId="42A14D28" w14:textId="77777777" w:rsidR="005B2E5D" w:rsidRPr="00880B8A" w:rsidRDefault="005B2E5D" w:rsidP="005B2E5D">
      <w:pPr>
        <w:rPr>
          <w:rFonts w:ascii="Arial" w:hAnsi="Arial" w:cs="Arial"/>
          <w:sz w:val="22"/>
        </w:rPr>
      </w:pPr>
    </w:p>
    <w:p w14:paraId="4119E022"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Disclaimer</w:t>
      </w:r>
      <w:r w:rsidRPr="00880B8A">
        <w:rPr>
          <w:rFonts w:ascii="Arial" w:hAnsi="Arial" w:cs="Arial"/>
          <w:sz w:val="18"/>
          <w:lang w:eastAsia="en-GB"/>
        </w:rPr>
        <w:t>:</w:t>
      </w:r>
    </w:p>
    <w:p w14:paraId="18B841B6"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FBD8FEC"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6474266" w14:textId="77777777" w:rsidR="005B2E5D" w:rsidRPr="00880B8A" w:rsidRDefault="005B2E5D" w:rsidP="005B2E5D">
      <w:pPr>
        <w:autoSpaceDE w:val="0"/>
        <w:autoSpaceDN w:val="0"/>
        <w:adjustRightInd w:val="0"/>
        <w:spacing w:before="0"/>
        <w:rPr>
          <w:rFonts w:ascii="Arial" w:hAnsi="Arial" w:cs="Arial"/>
          <w:sz w:val="18"/>
          <w:lang w:eastAsia="en-GB"/>
        </w:rPr>
      </w:pPr>
    </w:p>
    <w:p w14:paraId="06CB3207"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Intellectual Property Rights</w:t>
      </w:r>
      <w:r w:rsidRPr="00880B8A">
        <w:rPr>
          <w:rFonts w:ascii="Arial" w:hAnsi="Arial" w:cs="Arial"/>
          <w:sz w:val="18"/>
          <w:lang w:eastAsia="en-GB"/>
        </w:rPr>
        <w:t>:</w:t>
      </w:r>
    </w:p>
    <w:p w14:paraId="3C4AEA65" w14:textId="3EF9813D" w:rsidR="005B2E5D" w:rsidRPr="00880B8A" w:rsidRDefault="00DC4040"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ISO 20022 Message</w:t>
      </w:r>
      <w:r w:rsidR="005B2E5D" w:rsidRPr="00880B8A">
        <w:rPr>
          <w:rFonts w:ascii="Arial" w:hAnsi="Arial" w:cs="Arial"/>
          <w:sz w:val="18"/>
          <w:lang w:eastAsia="en-GB"/>
        </w:rPr>
        <w:t>Definitions described in this document were contributed</w:t>
      </w:r>
      <w:r w:rsidR="00B32C3D" w:rsidRPr="00880B8A">
        <w:rPr>
          <w:rFonts w:ascii="Arial" w:hAnsi="Arial" w:cs="Arial"/>
          <w:sz w:val="18"/>
          <w:lang w:eastAsia="en-GB"/>
        </w:rPr>
        <w:t xml:space="preserve"> by</w:t>
      </w:r>
      <w:r w:rsidR="005B2E5D" w:rsidRPr="00880B8A">
        <w:rPr>
          <w:rFonts w:ascii="Arial" w:hAnsi="Arial" w:cs="Arial"/>
          <w:sz w:val="18"/>
          <w:lang w:eastAsia="en-GB"/>
        </w:rPr>
        <w:t xml:space="preserve"> </w:t>
      </w:r>
      <w:r w:rsidR="00B25FC7" w:rsidRPr="00B25FC7">
        <w:rPr>
          <w:rFonts w:ascii="Arial" w:hAnsi="Arial" w:cs="Arial"/>
          <w:sz w:val="18"/>
          <w:lang w:eastAsia="en-GB"/>
        </w:rPr>
        <w:t>ESMA</w:t>
      </w:r>
      <w:r w:rsidR="005B2E5D" w:rsidRPr="00880B8A">
        <w:rPr>
          <w:rFonts w:ascii="Arial" w:hAnsi="Arial" w:cs="Arial"/>
          <w:sz w:val="18"/>
          <w:lang w:eastAsia="en-GB"/>
        </w:rPr>
        <w:t>. The ISO 20022 IPR policy is available at www.ISO20022.org &gt; About ISO 20022 &gt; Intellectual Property Rights.</w:t>
      </w:r>
    </w:p>
    <w:p w14:paraId="210EF2D8" w14:textId="77777777" w:rsidR="001F40EA" w:rsidRPr="00880B8A" w:rsidRDefault="001F40EA" w:rsidP="005B2E5D">
      <w:pPr>
        <w:pStyle w:val="Copyrighttext"/>
        <w:rPr>
          <w:rFonts w:cs="Arial"/>
          <w:sz w:val="18"/>
        </w:rPr>
      </w:pPr>
    </w:p>
    <w:sectPr w:rsidR="001F40EA" w:rsidRPr="00880B8A" w:rsidSect="007A40BB">
      <w:headerReference w:type="default" r:id="rId30"/>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A58CA" w14:textId="77777777" w:rsidR="00BF743E" w:rsidRDefault="00BF743E">
      <w:r>
        <w:separator/>
      </w:r>
    </w:p>
  </w:endnote>
  <w:endnote w:type="continuationSeparator" w:id="0">
    <w:p w14:paraId="70F4D679" w14:textId="77777777" w:rsidR="00BF743E" w:rsidRDefault="00BF743E">
      <w:r>
        <w:continuationSeparator/>
      </w:r>
    </w:p>
  </w:endnote>
  <w:endnote w:type="continuationNotice" w:id="1">
    <w:p w14:paraId="2C446922" w14:textId="77777777" w:rsidR="00BF743E" w:rsidRDefault="00BF743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2A750" w14:textId="77777777" w:rsidR="00BF743E" w:rsidRDefault="00BF743E"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5B639300" w14:textId="77777777" w:rsidTr="00FA332B">
      <w:trPr>
        <w:cantSplit/>
        <w:trHeight w:hRule="exact" w:val="50"/>
      </w:trPr>
      <w:tc>
        <w:tcPr>
          <w:tcW w:w="9242" w:type="dxa"/>
        </w:tcPr>
        <w:p w14:paraId="63B96BA5" w14:textId="77777777" w:rsidR="00BF743E" w:rsidRDefault="00BF743E" w:rsidP="00D93F65"/>
      </w:tc>
    </w:tr>
  </w:tbl>
  <w:p w14:paraId="160B4B1B" w14:textId="7F5F35AE" w:rsidR="00BF743E" w:rsidRPr="00FA332B" w:rsidRDefault="00BF743E"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A3188E">
      <w:rPr>
        <w:rFonts w:eastAsia="Times"/>
        <w:noProof/>
        <w:lang w:val="fr-BE"/>
      </w:rPr>
      <w:t>42</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6E691" w14:textId="77777777" w:rsidR="00BF743E" w:rsidRDefault="00BF743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50302AA1" w14:textId="77777777" w:rsidTr="00D93F65">
      <w:trPr>
        <w:cantSplit/>
        <w:trHeight w:hRule="exact" w:val="50"/>
      </w:trPr>
      <w:tc>
        <w:tcPr>
          <w:tcW w:w="9242" w:type="dxa"/>
        </w:tcPr>
        <w:p w14:paraId="47883A44" w14:textId="77777777" w:rsidR="00BF743E" w:rsidRDefault="00BF743E" w:rsidP="00D93F65"/>
      </w:tc>
    </w:tr>
  </w:tbl>
  <w:p w14:paraId="62E039DA" w14:textId="77777777" w:rsidR="00BF743E" w:rsidRPr="00BB3079" w:rsidRDefault="00BF743E"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F185874" w14:textId="77777777" w:rsidR="00BF743E" w:rsidRDefault="00BF743E" w:rsidP="0074068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60BB8" w14:textId="77777777" w:rsidR="00BF743E" w:rsidRDefault="00BF743E"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75CF3C17" w14:textId="77777777" w:rsidTr="00FA332B">
      <w:trPr>
        <w:cantSplit/>
        <w:trHeight w:hRule="exact" w:val="50"/>
      </w:trPr>
      <w:tc>
        <w:tcPr>
          <w:tcW w:w="9242" w:type="dxa"/>
        </w:tcPr>
        <w:p w14:paraId="621C6157" w14:textId="77777777" w:rsidR="00BF743E" w:rsidRPr="0082064C" w:rsidRDefault="00BF743E" w:rsidP="009C7F8A">
          <w:pPr>
            <w:pStyle w:val="Footerodd"/>
          </w:pPr>
        </w:p>
      </w:tc>
    </w:tr>
  </w:tbl>
  <w:p w14:paraId="2A41375E" w14:textId="0D17D7B3" w:rsidR="00BF743E" w:rsidRPr="00FA332B" w:rsidRDefault="00BF743E"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A3188E">
      <w:rPr>
        <w:rFonts w:eastAsia="Times"/>
        <w:noProof/>
        <w:lang w:val="fr-BE"/>
      </w:rPr>
      <w:t>41</w:t>
    </w:r>
    <w:r w:rsidRPr="000742E6">
      <w:rPr>
        <w:rFonts w:eastAsia="Times"/>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A6885" w14:textId="77777777" w:rsidR="00BF743E" w:rsidRDefault="00BF743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681F7739" w14:textId="77777777" w:rsidTr="00D93F65">
      <w:trPr>
        <w:cantSplit/>
        <w:trHeight w:hRule="exact" w:val="50"/>
      </w:trPr>
      <w:tc>
        <w:tcPr>
          <w:tcW w:w="9242" w:type="dxa"/>
        </w:tcPr>
        <w:p w14:paraId="17D882D2" w14:textId="77777777" w:rsidR="00BF743E" w:rsidRDefault="00BF743E" w:rsidP="00D93F65"/>
      </w:tc>
    </w:tr>
  </w:tbl>
  <w:p w14:paraId="1A2DA3BF" w14:textId="4B0DE3A1" w:rsidR="00BF743E" w:rsidRPr="00BB3079" w:rsidRDefault="00BF743E"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A3188E">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C3B9D" w14:textId="77777777" w:rsidR="00BF743E" w:rsidRDefault="00BF743E">
      <w:r>
        <w:separator/>
      </w:r>
    </w:p>
  </w:footnote>
  <w:footnote w:type="continuationSeparator" w:id="0">
    <w:p w14:paraId="179F73DA" w14:textId="77777777" w:rsidR="00BF743E" w:rsidRDefault="00BF743E">
      <w:r>
        <w:continuationSeparator/>
      </w:r>
    </w:p>
  </w:footnote>
  <w:footnote w:type="continuationNotice" w:id="1">
    <w:p w14:paraId="489C9E6C" w14:textId="77777777" w:rsidR="00BF743E" w:rsidRDefault="00BF743E">
      <w:pPr>
        <w:spacing w:before="0"/>
      </w:pPr>
    </w:p>
  </w:footnote>
  <w:footnote w:id="2">
    <w:p w14:paraId="55675016" w14:textId="172F29E6" w:rsidR="00BF743E" w:rsidRDefault="00BF743E">
      <w:pPr>
        <w:pStyle w:val="FootnoteText"/>
      </w:pPr>
      <w:r>
        <w:rPr>
          <w:rStyle w:val="FootnoteReference"/>
        </w:rPr>
        <w:footnoteRef/>
      </w:r>
      <w:r>
        <w:t xml:space="preserve"> </w:t>
      </w:r>
      <w:r w:rsidRPr="00BA2F04">
        <w:t>https://eur-lex.europa.eu/legal-content/EN/TXT/?uri=OJ:JOL_2014_257_R_0001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1B9B3" w14:textId="77777777" w:rsidR="00BF743E" w:rsidRDefault="00BF743E"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24497B28" w14:textId="77777777" w:rsidTr="00D93F65">
      <w:trPr>
        <w:cantSplit/>
        <w:trHeight w:hRule="exact" w:val="50"/>
      </w:trPr>
      <w:tc>
        <w:tcPr>
          <w:tcW w:w="9242" w:type="dxa"/>
        </w:tcPr>
        <w:p w14:paraId="16ADCACB" w14:textId="77777777" w:rsidR="00BF743E" w:rsidRDefault="00BF743E" w:rsidP="00D93F65">
          <w:pPr>
            <w:pStyle w:val="Headereveninstrucpages"/>
          </w:pPr>
        </w:p>
      </w:tc>
    </w:tr>
  </w:tbl>
  <w:p w14:paraId="320663DB" w14:textId="77777777" w:rsidR="00BF743E" w:rsidRDefault="00BF743E"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BF743E" w14:paraId="56109858" w14:textId="77777777" w:rsidTr="009D4212">
      <w:trPr>
        <w:trHeight w:val="1135"/>
      </w:trPr>
      <w:tc>
        <w:tcPr>
          <w:tcW w:w="9000" w:type="dxa"/>
        </w:tcPr>
        <w:p w14:paraId="1B66E94B" w14:textId="77777777" w:rsidR="00BF743E" w:rsidRDefault="00BF743E" w:rsidP="00A10C50">
          <w:pPr>
            <w:pStyle w:val="Header"/>
          </w:pPr>
        </w:p>
      </w:tc>
    </w:tr>
  </w:tbl>
  <w:p w14:paraId="55B1475A" w14:textId="77777777" w:rsidR="00BF743E" w:rsidRDefault="00BF743E">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E00C7" w14:textId="22A1B926" w:rsidR="00BF743E" w:rsidRDefault="00BF743E" w:rsidP="00A042A2">
    <w:pPr>
      <w:pStyle w:val="Headereven"/>
    </w:pPr>
    <w:r>
      <w:t>Securities markets r</w:t>
    </w:r>
    <w:r w:rsidRPr="006C5FA3">
      <w:t>egulatory reporting</w:t>
    </w:r>
    <w:r w:rsidRPr="00A777E3">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5968E267" w14:textId="77777777" w:rsidTr="00D93F65">
      <w:trPr>
        <w:cantSplit/>
        <w:trHeight w:hRule="exact" w:val="50"/>
      </w:trPr>
      <w:tc>
        <w:tcPr>
          <w:tcW w:w="9242" w:type="dxa"/>
        </w:tcPr>
        <w:p w14:paraId="7140AE3A" w14:textId="77777777" w:rsidR="00BF743E" w:rsidRDefault="00BF743E" w:rsidP="00D93F65">
          <w:pPr>
            <w:pStyle w:val="Headereveninstrucpages"/>
          </w:pPr>
        </w:p>
      </w:tc>
    </w:tr>
  </w:tbl>
  <w:p w14:paraId="27C262A9" w14:textId="77777777" w:rsidR="00BF743E" w:rsidRDefault="00BF74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5B28D" w14:textId="4AD4BC80" w:rsidR="00BF743E" w:rsidRDefault="00BF743E" w:rsidP="00FA332B">
    <w:pPr>
      <w:pStyle w:val="Headereven"/>
    </w:pPr>
    <w:r w:rsidRPr="00814E05">
      <w:rPr>
        <w:rFonts w:cs="Arial"/>
        <w:color w:val="4F81BD" w:themeColor="accent1"/>
      </w:rPr>
      <w:t>Internalised Settlement 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132DBEBB" w14:textId="77777777" w:rsidTr="00D93F65">
      <w:trPr>
        <w:cantSplit/>
        <w:trHeight w:hRule="exact" w:val="50"/>
      </w:trPr>
      <w:tc>
        <w:tcPr>
          <w:tcW w:w="9242" w:type="dxa"/>
        </w:tcPr>
        <w:p w14:paraId="4B6F982C" w14:textId="77777777" w:rsidR="00BF743E" w:rsidRDefault="00BF743E" w:rsidP="00D93F65">
          <w:pPr>
            <w:pStyle w:val="Headereveninstrucpages"/>
          </w:pPr>
        </w:p>
      </w:tc>
    </w:tr>
  </w:tbl>
  <w:p w14:paraId="5CFAD13E" w14:textId="77777777" w:rsidR="00BF743E" w:rsidRDefault="00BF743E" w:rsidP="00D93F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2CD4B" w14:textId="02B3A857" w:rsidR="00BF743E" w:rsidRDefault="00BF743E" w:rsidP="0029002B">
    <w:pPr>
      <w:pStyle w:val="Headerodd"/>
    </w:pPr>
    <w:r>
      <w:tab/>
    </w:r>
    <w:r w:rsidR="00A3188E">
      <w:fldChar w:fldCharType="begin"/>
    </w:r>
    <w:r w:rsidR="00A3188E">
      <w:instrText xml:space="preserve"> STYLEREF  Sub-title  \* MERGEFORMAT </w:instrText>
    </w:r>
    <w:r w:rsidR="00A3188E">
      <w:fldChar w:fldCharType="separate"/>
    </w:r>
    <w:r w:rsidR="00A3188E">
      <w:rPr>
        <w:noProof/>
      </w:rPr>
      <w:t>Table of contents</w:t>
    </w:r>
    <w:r w:rsidR="00A3188E">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0F360C3F" w14:textId="77777777" w:rsidTr="00D93F65">
      <w:trPr>
        <w:cantSplit/>
        <w:trHeight w:hRule="exact" w:val="50"/>
      </w:trPr>
      <w:tc>
        <w:tcPr>
          <w:tcW w:w="9242" w:type="dxa"/>
        </w:tcPr>
        <w:p w14:paraId="4D1A90E9" w14:textId="77777777" w:rsidR="00BF743E" w:rsidRDefault="00BF743E" w:rsidP="00D93F65">
          <w:pPr>
            <w:pStyle w:val="Headereveninstrucpages"/>
          </w:pPr>
        </w:p>
      </w:tc>
    </w:tr>
  </w:tbl>
  <w:p w14:paraId="278078F2" w14:textId="77777777" w:rsidR="00BF743E" w:rsidRDefault="00BF743E" w:rsidP="00FC7BFA">
    <w:pPr>
      <w:spacing w:befor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C57AB" w14:textId="3148A452" w:rsidR="00BF743E" w:rsidRDefault="00BF743E" w:rsidP="00FA332B">
    <w:pPr>
      <w:pStyle w:val="Headereven"/>
    </w:pPr>
    <w:r w:rsidRPr="00814E05">
      <w:rPr>
        <w:rFonts w:cs="Arial"/>
        <w:color w:val="4F81BD" w:themeColor="accent1"/>
      </w:rPr>
      <w:t>Internalised Settlement 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257400A9" w14:textId="77777777" w:rsidTr="00D93F65">
      <w:trPr>
        <w:cantSplit/>
        <w:trHeight w:hRule="exact" w:val="50"/>
      </w:trPr>
      <w:tc>
        <w:tcPr>
          <w:tcW w:w="9242" w:type="dxa"/>
        </w:tcPr>
        <w:p w14:paraId="46CC44B0" w14:textId="77777777" w:rsidR="00BF743E" w:rsidRDefault="00BF743E" w:rsidP="00D93F65">
          <w:pPr>
            <w:pStyle w:val="Headereveninstrucpages"/>
          </w:pPr>
        </w:p>
      </w:tc>
    </w:tr>
  </w:tbl>
  <w:p w14:paraId="6E4A1C5F" w14:textId="77777777" w:rsidR="00BF743E" w:rsidRDefault="00BF743E" w:rsidP="00FC7BFA">
    <w:pPr>
      <w:spacing w:befor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84BA9" w14:textId="72FE5DD1" w:rsidR="00BF743E" w:rsidRDefault="00BF743E" w:rsidP="00FA332B">
    <w:pPr>
      <w:pStyle w:val="Headereven"/>
    </w:pPr>
    <w:r w:rsidRPr="00814E05">
      <w:rPr>
        <w:rFonts w:cs="Arial"/>
        <w:color w:val="4F81BD" w:themeColor="accent1"/>
      </w:rPr>
      <w:t>Internalised Settlement Reporting</w:t>
    </w:r>
    <w:r>
      <w:tab/>
      <w:t>Edition 2018-05-31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14:paraId="037F808E" w14:textId="77777777" w:rsidTr="00D93F65">
      <w:trPr>
        <w:cantSplit/>
        <w:trHeight w:hRule="exact" w:val="50"/>
      </w:trPr>
      <w:tc>
        <w:tcPr>
          <w:tcW w:w="9242" w:type="dxa"/>
        </w:tcPr>
        <w:p w14:paraId="235B6006" w14:textId="77777777" w:rsidR="00BF743E" w:rsidRDefault="00BF743E" w:rsidP="00D93F65">
          <w:pPr>
            <w:pStyle w:val="Headereveninstrucpages"/>
          </w:pPr>
        </w:p>
      </w:tc>
    </w:tr>
  </w:tbl>
  <w:p w14:paraId="4D7367CE" w14:textId="77777777" w:rsidR="00BF743E" w:rsidRDefault="00BF743E"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nsid w:val="30753431"/>
    <w:multiLevelType w:val="hybridMultilevel"/>
    <w:tmpl w:val="CD88769C"/>
    <w:lvl w:ilvl="0" w:tplc="04090001">
      <w:start w:val="1"/>
      <w:numFmt w:val="bullet"/>
      <w:lvlText w:val=""/>
      <w:lvlJc w:val="left"/>
      <w:pPr>
        <w:tabs>
          <w:tab w:val="num" w:pos="1211"/>
        </w:tabs>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802E3E"/>
    <w:multiLevelType w:val="hybridMultilevel"/>
    <w:tmpl w:val="8C9CC434"/>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7">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9C2F14"/>
    <w:multiLevelType w:val="hybridMultilevel"/>
    <w:tmpl w:val="DB4A1ED4"/>
    <w:lvl w:ilvl="0" w:tplc="F250AAB8">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6"/>
  </w:num>
  <w:num w:numId="5">
    <w:abstractNumId w:val="7"/>
  </w:num>
  <w:num w:numId="6">
    <w:abstractNumId w:val="10"/>
  </w:num>
  <w:num w:numId="7">
    <w:abstractNumId w:val="4"/>
  </w:num>
  <w:num w:numId="8">
    <w:abstractNumId w:val="5"/>
  </w:num>
  <w:num w:numId="9">
    <w:abstractNumId w:val="19"/>
  </w:num>
  <w:num w:numId="10">
    <w:abstractNumId w:val="12"/>
  </w:num>
  <w:num w:numId="11">
    <w:abstractNumId w:val="17"/>
  </w:num>
  <w:num w:numId="12">
    <w:abstractNumId w:val="4"/>
  </w:num>
  <w:num w:numId="13">
    <w:abstractNumId w:val="4"/>
  </w:num>
  <w:num w:numId="14">
    <w:abstractNumId w:val="4"/>
  </w:num>
  <w:num w:numId="15">
    <w:abstractNumId w:val="14"/>
  </w:num>
  <w:num w:numId="16">
    <w:abstractNumId w:val="4"/>
  </w:num>
  <w:num w:numId="17">
    <w:abstractNumId w:val="4"/>
  </w:num>
  <w:num w:numId="18">
    <w:abstractNumId w:val="4"/>
  </w:num>
  <w:num w:numId="19">
    <w:abstractNumId w:val="8"/>
  </w:num>
  <w:num w:numId="20">
    <w:abstractNumId w:val="4"/>
  </w:num>
  <w:num w:numId="21">
    <w:abstractNumId w:val="4"/>
  </w:num>
  <w:num w:numId="22">
    <w:abstractNumId w:val="4"/>
  </w:num>
  <w:num w:numId="23">
    <w:abstractNumId w:val="0"/>
  </w:num>
  <w:num w:numId="24">
    <w:abstractNumId w:val="15"/>
  </w:num>
  <w:num w:numId="25">
    <w:abstractNumId w:val="4"/>
  </w:num>
  <w:num w:numId="26">
    <w:abstractNumId w:val="11"/>
  </w:num>
  <w:num w:numId="27">
    <w:abstractNumId w:val="20"/>
  </w:num>
  <w:num w:numId="28">
    <w:abstractNumId w:val="6"/>
  </w:num>
  <w:num w:numId="29">
    <w:abstractNumId w:val="13"/>
  </w:num>
  <w:num w:numId="30">
    <w:abstractNumId w:val="9"/>
  </w:num>
  <w:num w:numId="31">
    <w:abstractNumId w:val="8"/>
  </w:num>
  <w:num w:numId="32">
    <w:abstractNumId w:val="18"/>
  </w:num>
  <w:num w:numId="3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US" w:vendorID="8" w:dllVersion="513" w:checkStyle="1"/>
  <w:activeWritingStyle w:appName="MSWord" w:lang="en-GB" w:vendorID="8" w:dllVersion="513"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491A"/>
    <w:rsid w:val="00005800"/>
    <w:rsid w:val="0000704D"/>
    <w:rsid w:val="00010F86"/>
    <w:rsid w:val="00012A92"/>
    <w:rsid w:val="00012EC0"/>
    <w:rsid w:val="00014362"/>
    <w:rsid w:val="00014699"/>
    <w:rsid w:val="00017A15"/>
    <w:rsid w:val="000200FD"/>
    <w:rsid w:val="000204FD"/>
    <w:rsid w:val="0002062E"/>
    <w:rsid w:val="0002124A"/>
    <w:rsid w:val="0002346C"/>
    <w:rsid w:val="00024331"/>
    <w:rsid w:val="00026D8B"/>
    <w:rsid w:val="00026F5E"/>
    <w:rsid w:val="0003109F"/>
    <w:rsid w:val="00031AAA"/>
    <w:rsid w:val="00031D3C"/>
    <w:rsid w:val="00034DA4"/>
    <w:rsid w:val="0003650B"/>
    <w:rsid w:val="000368C4"/>
    <w:rsid w:val="0003720C"/>
    <w:rsid w:val="00040735"/>
    <w:rsid w:val="00040C07"/>
    <w:rsid w:val="00041BD6"/>
    <w:rsid w:val="00041D00"/>
    <w:rsid w:val="000439E1"/>
    <w:rsid w:val="00050BF0"/>
    <w:rsid w:val="00051522"/>
    <w:rsid w:val="00051E48"/>
    <w:rsid w:val="00052EBE"/>
    <w:rsid w:val="00055F12"/>
    <w:rsid w:val="00056BD0"/>
    <w:rsid w:val="00057091"/>
    <w:rsid w:val="00057641"/>
    <w:rsid w:val="000579F3"/>
    <w:rsid w:val="000613A0"/>
    <w:rsid w:val="00062178"/>
    <w:rsid w:val="00062267"/>
    <w:rsid w:val="00062F1D"/>
    <w:rsid w:val="00066628"/>
    <w:rsid w:val="0006681E"/>
    <w:rsid w:val="00066E57"/>
    <w:rsid w:val="00067F02"/>
    <w:rsid w:val="00070C7B"/>
    <w:rsid w:val="00071011"/>
    <w:rsid w:val="000710A7"/>
    <w:rsid w:val="000723C1"/>
    <w:rsid w:val="000741B9"/>
    <w:rsid w:val="000742E6"/>
    <w:rsid w:val="00074341"/>
    <w:rsid w:val="00076743"/>
    <w:rsid w:val="00083145"/>
    <w:rsid w:val="0008320F"/>
    <w:rsid w:val="00083B10"/>
    <w:rsid w:val="00085D5E"/>
    <w:rsid w:val="00087A04"/>
    <w:rsid w:val="00091492"/>
    <w:rsid w:val="00091715"/>
    <w:rsid w:val="000928D0"/>
    <w:rsid w:val="00093D9D"/>
    <w:rsid w:val="00095D4D"/>
    <w:rsid w:val="00097306"/>
    <w:rsid w:val="000A0532"/>
    <w:rsid w:val="000A25BF"/>
    <w:rsid w:val="000A2B59"/>
    <w:rsid w:val="000A3BA9"/>
    <w:rsid w:val="000A688E"/>
    <w:rsid w:val="000A6CB3"/>
    <w:rsid w:val="000B1387"/>
    <w:rsid w:val="000B39CB"/>
    <w:rsid w:val="000B4BE5"/>
    <w:rsid w:val="000B5BF4"/>
    <w:rsid w:val="000B5CDA"/>
    <w:rsid w:val="000B72F7"/>
    <w:rsid w:val="000C4264"/>
    <w:rsid w:val="000C46FD"/>
    <w:rsid w:val="000C500F"/>
    <w:rsid w:val="000C713D"/>
    <w:rsid w:val="000C7199"/>
    <w:rsid w:val="000E52EB"/>
    <w:rsid w:val="000E675E"/>
    <w:rsid w:val="000F075B"/>
    <w:rsid w:val="000F0CCA"/>
    <w:rsid w:val="000F0F52"/>
    <w:rsid w:val="000F1292"/>
    <w:rsid w:val="000F2649"/>
    <w:rsid w:val="000F7AFF"/>
    <w:rsid w:val="0010291D"/>
    <w:rsid w:val="0010460A"/>
    <w:rsid w:val="00106DD6"/>
    <w:rsid w:val="001109D6"/>
    <w:rsid w:val="001131E9"/>
    <w:rsid w:val="001135FB"/>
    <w:rsid w:val="00113646"/>
    <w:rsid w:val="0011413D"/>
    <w:rsid w:val="00115470"/>
    <w:rsid w:val="00116146"/>
    <w:rsid w:val="00116790"/>
    <w:rsid w:val="00123208"/>
    <w:rsid w:val="001239DC"/>
    <w:rsid w:val="00124D32"/>
    <w:rsid w:val="001316B7"/>
    <w:rsid w:val="00131905"/>
    <w:rsid w:val="00141088"/>
    <w:rsid w:val="0014236B"/>
    <w:rsid w:val="00143E36"/>
    <w:rsid w:val="0014421D"/>
    <w:rsid w:val="00147F00"/>
    <w:rsid w:val="00152313"/>
    <w:rsid w:val="001531C3"/>
    <w:rsid w:val="001546F1"/>
    <w:rsid w:val="00155D04"/>
    <w:rsid w:val="00156EB9"/>
    <w:rsid w:val="001601F8"/>
    <w:rsid w:val="00160D38"/>
    <w:rsid w:val="001614D6"/>
    <w:rsid w:val="00162D9B"/>
    <w:rsid w:val="00164763"/>
    <w:rsid w:val="00166426"/>
    <w:rsid w:val="00170DE0"/>
    <w:rsid w:val="00172937"/>
    <w:rsid w:val="001734DC"/>
    <w:rsid w:val="00175925"/>
    <w:rsid w:val="001803D0"/>
    <w:rsid w:val="001824A9"/>
    <w:rsid w:val="001835EA"/>
    <w:rsid w:val="00185CFA"/>
    <w:rsid w:val="00187FFB"/>
    <w:rsid w:val="00192DAE"/>
    <w:rsid w:val="00192E3C"/>
    <w:rsid w:val="0019364E"/>
    <w:rsid w:val="001A0E06"/>
    <w:rsid w:val="001A1855"/>
    <w:rsid w:val="001A33ED"/>
    <w:rsid w:val="001B0E40"/>
    <w:rsid w:val="001B3E58"/>
    <w:rsid w:val="001B56F3"/>
    <w:rsid w:val="001B602B"/>
    <w:rsid w:val="001B6E9E"/>
    <w:rsid w:val="001C10A1"/>
    <w:rsid w:val="001C169A"/>
    <w:rsid w:val="001C1E67"/>
    <w:rsid w:val="001C358B"/>
    <w:rsid w:val="001C380A"/>
    <w:rsid w:val="001C4FCE"/>
    <w:rsid w:val="001C69D6"/>
    <w:rsid w:val="001D0E45"/>
    <w:rsid w:val="001D10D1"/>
    <w:rsid w:val="001D21A4"/>
    <w:rsid w:val="001D5113"/>
    <w:rsid w:val="001D646A"/>
    <w:rsid w:val="001E21A0"/>
    <w:rsid w:val="001E276D"/>
    <w:rsid w:val="001F01CF"/>
    <w:rsid w:val="001F19EE"/>
    <w:rsid w:val="001F267C"/>
    <w:rsid w:val="001F3426"/>
    <w:rsid w:val="001F40EA"/>
    <w:rsid w:val="001F486A"/>
    <w:rsid w:val="001F7B99"/>
    <w:rsid w:val="001F7CB9"/>
    <w:rsid w:val="00201306"/>
    <w:rsid w:val="00202EAD"/>
    <w:rsid w:val="002054DB"/>
    <w:rsid w:val="0020667D"/>
    <w:rsid w:val="00206E80"/>
    <w:rsid w:val="0020730A"/>
    <w:rsid w:val="00210C63"/>
    <w:rsid w:val="00214046"/>
    <w:rsid w:val="002146E8"/>
    <w:rsid w:val="00215E7E"/>
    <w:rsid w:val="00216672"/>
    <w:rsid w:val="002211B7"/>
    <w:rsid w:val="00221C7E"/>
    <w:rsid w:val="002261ED"/>
    <w:rsid w:val="00230292"/>
    <w:rsid w:val="00231701"/>
    <w:rsid w:val="00231B2E"/>
    <w:rsid w:val="0023231B"/>
    <w:rsid w:val="00233BAB"/>
    <w:rsid w:val="00233E08"/>
    <w:rsid w:val="002348D4"/>
    <w:rsid w:val="00235172"/>
    <w:rsid w:val="002354C1"/>
    <w:rsid w:val="00235A56"/>
    <w:rsid w:val="00236894"/>
    <w:rsid w:val="00245AF4"/>
    <w:rsid w:val="002470A9"/>
    <w:rsid w:val="00247DDA"/>
    <w:rsid w:val="002518D4"/>
    <w:rsid w:val="00251DC7"/>
    <w:rsid w:val="00252F8A"/>
    <w:rsid w:val="00253CC2"/>
    <w:rsid w:val="002545C4"/>
    <w:rsid w:val="00254FA4"/>
    <w:rsid w:val="00255391"/>
    <w:rsid w:val="00255B1B"/>
    <w:rsid w:val="00260456"/>
    <w:rsid w:val="002605F4"/>
    <w:rsid w:val="00261EFA"/>
    <w:rsid w:val="002639B4"/>
    <w:rsid w:val="0026405D"/>
    <w:rsid w:val="00264D89"/>
    <w:rsid w:val="00271374"/>
    <w:rsid w:val="0027453C"/>
    <w:rsid w:val="00276767"/>
    <w:rsid w:val="0027790F"/>
    <w:rsid w:val="00277F1F"/>
    <w:rsid w:val="00282AB9"/>
    <w:rsid w:val="00282D28"/>
    <w:rsid w:val="002840E1"/>
    <w:rsid w:val="00285E32"/>
    <w:rsid w:val="00285F10"/>
    <w:rsid w:val="0028636D"/>
    <w:rsid w:val="0029002B"/>
    <w:rsid w:val="0029215C"/>
    <w:rsid w:val="00292EC8"/>
    <w:rsid w:val="00293845"/>
    <w:rsid w:val="00294EE1"/>
    <w:rsid w:val="00297AC6"/>
    <w:rsid w:val="00297BB3"/>
    <w:rsid w:val="002A1025"/>
    <w:rsid w:val="002A38D6"/>
    <w:rsid w:val="002A3F29"/>
    <w:rsid w:val="002A4BF7"/>
    <w:rsid w:val="002B29E3"/>
    <w:rsid w:val="002B57FD"/>
    <w:rsid w:val="002B6275"/>
    <w:rsid w:val="002C4834"/>
    <w:rsid w:val="002C4ECD"/>
    <w:rsid w:val="002C6152"/>
    <w:rsid w:val="002C6D28"/>
    <w:rsid w:val="002D0014"/>
    <w:rsid w:val="002D40E5"/>
    <w:rsid w:val="002D480D"/>
    <w:rsid w:val="002D4FAB"/>
    <w:rsid w:val="002D5956"/>
    <w:rsid w:val="002D6F02"/>
    <w:rsid w:val="002D7029"/>
    <w:rsid w:val="002E27D9"/>
    <w:rsid w:val="002E3534"/>
    <w:rsid w:val="002E5011"/>
    <w:rsid w:val="002E53E2"/>
    <w:rsid w:val="002E5947"/>
    <w:rsid w:val="002F49EB"/>
    <w:rsid w:val="002F62F4"/>
    <w:rsid w:val="002F68C8"/>
    <w:rsid w:val="00300AA2"/>
    <w:rsid w:val="00302A8D"/>
    <w:rsid w:val="003044A0"/>
    <w:rsid w:val="00305C43"/>
    <w:rsid w:val="003110FE"/>
    <w:rsid w:val="00317059"/>
    <w:rsid w:val="00325B7B"/>
    <w:rsid w:val="00327270"/>
    <w:rsid w:val="0033014F"/>
    <w:rsid w:val="00330FB9"/>
    <w:rsid w:val="00333957"/>
    <w:rsid w:val="00333E58"/>
    <w:rsid w:val="00334404"/>
    <w:rsid w:val="0033506F"/>
    <w:rsid w:val="0033542B"/>
    <w:rsid w:val="003356A6"/>
    <w:rsid w:val="00337651"/>
    <w:rsid w:val="00343544"/>
    <w:rsid w:val="00351F8D"/>
    <w:rsid w:val="00353A92"/>
    <w:rsid w:val="0035726C"/>
    <w:rsid w:val="0036052C"/>
    <w:rsid w:val="0036116D"/>
    <w:rsid w:val="003620C1"/>
    <w:rsid w:val="00362ED7"/>
    <w:rsid w:val="00363532"/>
    <w:rsid w:val="00363D78"/>
    <w:rsid w:val="00366A6F"/>
    <w:rsid w:val="003711DC"/>
    <w:rsid w:val="0037184F"/>
    <w:rsid w:val="00375596"/>
    <w:rsid w:val="00380202"/>
    <w:rsid w:val="00384731"/>
    <w:rsid w:val="003849E8"/>
    <w:rsid w:val="00384B80"/>
    <w:rsid w:val="00386AD7"/>
    <w:rsid w:val="00387A30"/>
    <w:rsid w:val="00392745"/>
    <w:rsid w:val="00392BF6"/>
    <w:rsid w:val="003937F7"/>
    <w:rsid w:val="00394890"/>
    <w:rsid w:val="0039570C"/>
    <w:rsid w:val="003957B0"/>
    <w:rsid w:val="00396C37"/>
    <w:rsid w:val="003A03D9"/>
    <w:rsid w:val="003A3CB3"/>
    <w:rsid w:val="003A6A34"/>
    <w:rsid w:val="003B0844"/>
    <w:rsid w:val="003B0989"/>
    <w:rsid w:val="003B0A4B"/>
    <w:rsid w:val="003B24C3"/>
    <w:rsid w:val="003C1953"/>
    <w:rsid w:val="003C3185"/>
    <w:rsid w:val="003C4022"/>
    <w:rsid w:val="003C42B3"/>
    <w:rsid w:val="003C68B6"/>
    <w:rsid w:val="003C6A90"/>
    <w:rsid w:val="003D2AD7"/>
    <w:rsid w:val="003D2ECA"/>
    <w:rsid w:val="003D3B46"/>
    <w:rsid w:val="003D450A"/>
    <w:rsid w:val="003D6D0D"/>
    <w:rsid w:val="003E6252"/>
    <w:rsid w:val="003E7326"/>
    <w:rsid w:val="003F086A"/>
    <w:rsid w:val="003F1701"/>
    <w:rsid w:val="003F53E9"/>
    <w:rsid w:val="003F5F2D"/>
    <w:rsid w:val="00401146"/>
    <w:rsid w:val="00402F6B"/>
    <w:rsid w:val="00403270"/>
    <w:rsid w:val="00405E32"/>
    <w:rsid w:val="00406A26"/>
    <w:rsid w:val="00406BED"/>
    <w:rsid w:val="00411A9F"/>
    <w:rsid w:val="0041391F"/>
    <w:rsid w:val="0041426B"/>
    <w:rsid w:val="00420E23"/>
    <w:rsid w:val="0042139B"/>
    <w:rsid w:val="00421A01"/>
    <w:rsid w:val="00423BB5"/>
    <w:rsid w:val="00424809"/>
    <w:rsid w:val="0042547D"/>
    <w:rsid w:val="00427FBF"/>
    <w:rsid w:val="004306CD"/>
    <w:rsid w:val="004330F5"/>
    <w:rsid w:val="00435190"/>
    <w:rsid w:val="00440019"/>
    <w:rsid w:val="00441100"/>
    <w:rsid w:val="00443112"/>
    <w:rsid w:val="00443B92"/>
    <w:rsid w:val="00447526"/>
    <w:rsid w:val="004516D3"/>
    <w:rsid w:val="00451F31"/>
    <w:rsid w:val="00453E13"/>
    <w:rsid w:val="00453E4B"/>
    <w:rsid w:val="004547AC"/>
    <w:rsid w:val="00455179"/>
    <w:rsid w:val="00455290"/>
    <w:rsid w:val="004568F6"/>
    <w:rsid w:val="00456E41"/>
    <w:rsid w:val="00462308"/>
    <w:rsid w:val="004642B7"/>
    <w:rsid w:val="00464D37"/>
    <w:rsid w:val="00466CFB"/>
    <w:rsid w:val="00467DE1"/>
    <w:rsid w:val="00467DE6"/>
    <w:rsid w:val="004711A1"/>
    <w:rsid w:val="0047252E"/>
    <w:rsid w:val="00473608"/>
    <w:rsid w:val="004736BD"/>
    <w:rsid w:val="004739DB"/>
    <w:rsid w:val="004751F2"/>
    <w:rsid w:val="0048064C"/>
    <w:rsid w:val="004815C6"/>
    <w:rsid w:val="0048247A"/>
    <w:rsid w:val="00482902"/>
    <w:rsid w:val="00484CC2"/>
    <w:rsid w:val="0048523C"/>
    <w:rsid w:val="00485F62"/>
    <w:rsid w:val="00490152"/>
    <w:rsid w:val="00493E71"/>
    <w:rsid w:val="004967C2"/>
    <w:rsid w:val="00497EDD"/>
    <w:rsid w:val="004A1CB6"/>
    <w:rsid w:val="004A1FCB"/>
    <w:rsid w:val="004A20FD"/>
    <w:rsid w:val="004A3379"/>
    <w:rsid w:val="004A54B7"/>
    <w:rsid w:val="004A558B"/>
    <w:rsid w:val="004B0D1B"/>
    <w:rsid w:val="004B25E0"/>
    <w:rsid w:val="004B628A"/>
    <w:rsid w:val="004B6FE9"/>
    <w:rsid w:val="004B74EB"/>
    <w:rsid w:val="004B7FF6"/>
    <w:rsid w:val="004C1862"/>
    <w:rsid w:val="004C3330"/>
    <w:rsid w:val="004C3663"/>
    <w:rsid w:val="004C565A"/>
    <w:rsid w:val="004D0B13"/>
    <w:rsid w:val="004D0BD6"/>
    <w:rsid w:val="004D0BE1"/>
    <w:rsid w:val="004D5FE3"/>
    <w:rsid w:val="004E0D07"/>
    <w:rsid w:val="004E162A"/>
    <w:rsid w:val="004F3FC6"/>
    <w:rsid w:val="004F4869"/>
    <w:rsid w:val="004F4E93"/>
    <w:rsid w:val="0050206F"/>
    <w:rsid w:val="005020FF"/>
    <w:rsid w:val="005037EE"/>
    <w:rsid w:val="00504720"/>
    <w:rsid w:val="00504FE1"/>
    <w:rsid w:val="005054F7"/>
    <w:rsid w:val="0050634C"/>
    <w:rsid w:val="00510B39"/>
    <w:rsid w:val="00512433"/>
    <w:rsid w:val="005150C9"/>
    <w:rsid w:val="00516143"/>
    <w:rsid w:val="00520BBC"/>
    <w:rsid w:val="00522375"/>
    <w:rsid w:val="00523FE6"/>
    <w:rsid w:val="005301A8"/>
    <w:rsid w:val="00531657"/>
    <w:rsid w:val="00531F8A"/>
    <w:rsid w:val="0053281A"/>
    <w:rsid w:val="00533809"/>
    <w:rsid w:val="00540540"/>
    <w:rsid w:val="00543A38"/>
    <w:rsid w:val="00544A8C"/>
    <w:rsid w:val="005560E2"/>
    <w:rsid w:val="005568C7"/>
    <w:rsid w:val="0056022E"/>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253"/>
    <w:rsid w:val="00591E94"/>
    <w:rsid w:val="00592402"/>
    <w:rsid w:val="00594B30"/>
    <w:rsid w:val="00595E31"/>
    <w:rsid w:val="005A08D1"/>
    <w:rsid w:val="005A3350"/>
    <w:rsid w:val="005A4AAE"/>
    <w:rsid w:val="005A7CE9"/>
    <w:rsid w:val="005B1825"/>
    <w:rsid w:val="005B2E5D"/>
    <w:rsid w:val="005B4274"/>
    <w:rsid w:val="005B5ECF"/>
    <w:rsid w:val="005B64BF"/>
    <w:rsid w:val="005C0610"/>
    <w:rsid w:val="005C2655"/>
    <w:rsid w:val="005C28D4"/>
    <w:rsid w:val="005C4627"/>
    <w:rsid w:val="005C5827"/>
    <w:rsid w:val="005C7E45"/>
    <w:rsid w:val="005D4AB6"/>
    <w:rsid w:val="005D4D37"/>
    <w:rsid w:val="005D5624"/>
    <w:rsid w:val="005D7FDF"/>
    <w:rsid w:val="005E0530"/>
    <w:rsid w:val="005E1F76"/>
    <w:rsid w:val="005E2821"/>
    <w:rsid w:val="005E2991"/>
    <w:rsid w:val="005E2CE9"/>
    <w:rsid w:val="005E6487"/>
    <w:rsid w:val="005E7676"/>
    <w:rsid w:val="005F21EA"/>
    <w:rsid w:val="005F2D37"/>
    <w:rsid w:val="005F38E4"/>
    <w:rsid w:val="005F4C0C"/>
    <w:rsid w:val="005F67CC"/>
    <w:rsid w:val="00600CBE"/>
    <w:rsid w:val="00603B3A"/>
    <w:rsid w:val="0060424E"/>
    <w:rsid w:val="0060696C"/>
    <w:rsid w:val="006075D2"/>
    <w:rsid w:val="00610102"/>
    <w:rsid w:val="00615200"/>
    <w:rsid w:val="00615A18"/>
    <w:rsid w:val="00620A84"/>
    <w:rsid w:val="00621AC1"/>
    <w:rsid w:val="00622EF3"/>
    <w:rsid w:val="00626577"/>
    <w:rsid w:val="0062690E"/>
    <w:rsid w:val="00626DB7"/>
    <w:rsid w:val="00630324"/>
    <w:rsid w:val="00631E74"/>
    <w:rsid w:val="00633C4E"/>
    <w:rsid w:val="006348FD"/>
    <w:rsid w:val="00636D71"/>
    <w:rsid w:val="0064101E"/>
    <w:rsid w:val="00641E6D"/>
    <w:rsid w:val="0064238F"/>
    <w:rsid w:val="00642443"/>
    <w:rsid w:val="00645203"/>
    <w:rsid w:val="00650D9D"/>
    <w:rsid w:val="00652375"/>
    <w:rsid w:val="00652AB3"/>
    <w:rsid w:val="00660398"/>
    <w:rsid w:val="00662698"/>
    <w:rsid w:val="006677F7"/>
    <w:rsid w:val="00667A1D"/>
    <w:rsid w:val="00675713"/>
    <w:rsid w:val="006766FD"/>
    <w:rsid w:val="00680340"/>
    <w:rsid w:val="0068178E"/>
    <w:rsid w:val="006935A3"/>
    <w:rsid w:val="00694AC5"/>
    <w:rsid w:val="0069764D"/>
    <w:rsid w:val="0069783B"/>
    <w:rsid w:val="00697BC4"/>
    <w:rsid w:val="006A0750"/>
    <w:rsid w:val="006A0DCD"/>
    <w:rsid w:val="006A12BC"/>
    <w:rsid w:val="006A2B52"/>
    <w:rsid w:val="006A3461"/>
    <w:rsid w:val="006A516C"/>
    <w:rsid w:val="006A5CA3"/>
    <w:rsid w:val="006A752B"/>
    <w:rsid w:val="006A797F"/>
    <w:rsid w:val="006B1B55"/>
    <w:rsid w:val="006B5C3C"/>
    <w:rsid w:val="006B6158"/>
    <w:rsid w:val="006B68FF"/>
    <w:rsid w:val="006B70DC"/>
    <w:rsid w:val="006C0445"/>
    <w:rsid w:val="006C0D63"/>
    <w:rsid w:val="006C1C43"/>
    <w:rsid w:val="006C5510"/>
    <w:rsid w:val="006C64EC"/>
    <w:rsid w:val="006D0199"/>
    <w:rsid w:val="006D0CDC"/>
    <w:rsid w:val="006D146E"/>
    <w:rsid w:val="006D68E2"/>
    <w:rsid w:val="006E1860"/>
    <w:rsid w:val="006E3AF9"/>
    <w:rsid w:val="006E4A92"/>
    <w:rsid w:val="006E5F62"/>
    <w:rsid w:val="006F10CA"/>
    <w:rsid w:val="006F4480"/>
    <w:rsid w:val="006F4DD7"/>
    <w:rsid w:val="006F57A8"/>
    <w:rsid w:val="006F60F0"/>
    <w:rsid w:val="006F6A65"/>
    <w:rsid w:val="006F75A6"/>
    <w:rsid w:val="00700894"/>
    <w:rsid w:val="0070102A"/>
    <w:rsid w:val="00701462"/>
    <w:rsid w:val="00701597"/>
    <w:rsid w:val="00703E0B"/>
    <w:rsid w:val="007077C5"/>
    <w:rsid w:val="00714567"/>
    <w:rsid w:val="007152D2"/>
    <w:rsid w:val="00716CAF"/>
    <w:rsid w:val="007177B4"/>
    <w:rsid w:val="00721AE7"/>
    <w:rsid w:val="0072324C"/>
    <w:rsid w:val="007269C4"/>
    <w:rsid w:val="0072755E"/>
    <w:rsid w:val="00731D6C"/>
    <w:rsid w:val="00732B6C"/>
    <w:rsid w:val="00740687"/>
    <w:rsid w:val="007407CC"/>
    <w:rsid w:val="00740BDD"/>
    <w:rsid w:val="007410D6"/>
    <w:rsid w:val="00741B23"/>
    <w:rsid w:val="0074470B"/>
    <w:rsid w:val="00745971"/>
    <w:rsid w:val="00746347"/>
    <w:rsid w:val="00746FCE"/>
    <w:rsid w:val="00751101"/>
    <w:rsid w:val="0075142E"/>
    <w:rsid w:val="0075197B"/>
    <w:rsid w:val="00752EB5"/>
    <w:rsid w:val="0075376C"/>
    <w:rsid w:val="0075384C"/>
    <w:rsid w:val="007540B2"/>
    <w:rsid w:val="00754377"/>
    <w:rsid w:val="00755CDF"/>
    <w:rsid w:val="00755E11"/>
    <w:rsid w:val="00756446"/>
    <w:rsid w:val="0076047D"/>
    <w:rsid w:val="00767664"/>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E75"/>
    <w:rsid w:val="0079309A"/>
    <w:rsid w:val="00793793"/>
    <w:rsid w:val="007947D4"/>
    <w:rsid w:val="00795443"/>
    <w:rsid w:val="007968E1"/>
    <w:rsid w:val="00796CF9"/>
    <w:rsid w:val="00797BBF"/>
    <w:rsid w:val="007A1F18"/>
    <w:rsid w:val="007A26A0"/>
    <w:rsid w:val="007A40BB"/>
    <w:rsid w:val="007B016D"/>
    <w:rsid w:val="007B409B"/>
    <w:rsid w:val="007B6D52"/>
    <w:rsid w:val="007B7C9C"/>
    <w:rsid w:val="007C0F62"/>
    <w:rsid w:val="007C0FF9"/>
    <w:rsid w:val="007C116D"/>
    <w:rsid w:val="007C2603"/>
    <w:rsid w:val="007C3CBA"/>
    <w:rsid w:val="007C483A"/>
    <w:rsid w:val="007C7DCF"/>
    <w:rsid w:val="007D0C98"/>
    <w:rsid w:val="007D1AC9"/>
    <w:rsid w:val="007D7DB9"/>
    <w:rsid w:val="007E25C8"/>
    <w:rsid w:val="007E543F"/>
    <w:rsid w:val="007E7B08"/>
    <w:rsid w:val="007E7B99"/>
    <w:rsid w:val="007E7EF9"/>
    <w:rsid w:val="007F15A9"/>
    <w:rsid w:val="007F1C08"/>
    <w:rsid w:val="007F385C"/>
    <w:rsid w:val="007F478E"/>
    <w:rsid w:val="007F5477"/>
    <w:rsid w:val="00800CE7"/>
    <w:rsid w:val="00800E46"/>
    <w:rsid w:val="008014BE"/>
    <w:rsid w:val="00801FD4"/>
    <w:rsid w:val="00802976"/>
    <w:rsid w:val="00804355"/>
    <w:rsid w:val="00805990"/>
    <w:rsid w:val="00811052"/>
    <w:rsid w:val="00811097"/>
    <w:rsid w:val="008115AE"/>
    <w:rsid w:val="00814E05"/>
    <w:rsid w:val="008166BA"/>
    <w:rsid w:val="00817A20"/>
    <w:rsid w:val="00820064"/>
    <w:rsid w:val="00820359"/>
    <w:rsid w:val="00822D58"/>
    <w:rsid w:val="0082564B"/>
    <w:rsid w:val="0082798F"/>
    <w:rsid w:val="008336F1"/>
    <w:rsid w:val="0083438B"/>
    <w:rsid w:val="00835C98"/>
    <w:rsid w:val="008368DB"/>
    <w:rsid w:val="00840A10"/>
    <w:rsid w:val="00842BDC"/>
    <w:rsid w:val="00843522"/>
    <w:rsid w:val="008437A0"/>
    <w:rsid w:val="00843D4B"/>
    <w:rsid w:val="00843FF2"/>
    <w:rsid w:val="00844E89"/>
    <w:rsid w:val="00847F4E"/>
    <w:rsid w:val="008503DB"/>
    <w:rsid w:val="0085306F"/>
    <w:rsid w:val="0085430E"/>
    <w:rsid w:val="008544A3"/>
    <w:rsid w:val="008566C1"/>
    <w:rsid w:val="008603CA"/>
    <w:rsid w:val="0086142E"/>
    <w:rsid w:val="008614BC"/>
    <w:rsid w:val="00862332"/>
    <w:rsid w:val="0086240A"/>
    <w:rsid w:val="00865478"/>
    <w:rsid w:val="0086683D"/>
    <w:rsid w:val="00870B38"/>
    <w:rsid w:val="00872540"/>
    <w:rsid w:val="00872F52"/>
    <w:rsid w:val="008748E0"/>
    <w:rsid w:val="00877167"/>
    <w:rsid w:val="00880A86"/>
    <w:rsid w:val="00880B8A"/>
    <w:rsid w:val="008823CB"/>
    <w:rsid w:val="008902ED"/>
    <w:rsid w:val="00891487"/>
    <w:rsid w:val="008919A8"/>
    <w:rsid w:val="008936D6"/>
    <w:rsid w:val="008955F7"/>
    <w:rsid w:val="00896644"/>
    <w:rsid w:val="00897897"/>
    <w:rsid w:val="008A097F"/>
    <w:rsid w:val="008A1AF3"/>
    <w:rsid w:val="008A3777"/>
    <w:rsid w:val="008A5F87"/>
    <w:rsid w:val="008A5FBD"/>
    <w:rsid w:val="008B3BC4"/>
    <w:rsid w:val="008B4DF8"/>
    <w:rsid w:val="008B59E4"/>
    <w:rsid w:val="008B6DC7"/>
    <w:rsid w:val="008B7FA0"/>
    <w:rsid w:val="008C2C97"/>
    <w:rsid w:val="008C2D26"/>
    <w:rsid w:val="008C3907"/>
    <w:rsid w:val="008C414A"/>
    <w:rsid w:val="008C41FD"/>
    <w:rsid w:val="008C661C"/>
    <w:rsid w:val="008C6BE9"/>
    <w:rsid w:val="008C720D"/>
    <w:rsid w:val="008C7918"/>
    <w:rsid w:val="008D140B"/>
    <w:rsid w:val="008D161C"/>
    <w:rsid w:val="008D2445"/>
    <w:rsid w:val="008D396F"/>
    <w:rsid w:val="008D6770"/>
    <w:rsid w:val="008D73F2"/>
    <w:rsid w:val="008E0069"/>
    <w:rsid w:val="008E1664"/>
    <w:rsid w:val="008E224E"/>
    <w:rsid w:val="008E3B65"/>
    <w:rsid w:val="008E689D"/>
    <w:rsid w:val="008E6BE7"/>
    <w:rsid w:val="008E7668"/>
    <w:rsid w:val="008F0A01"/>
    <w:rsid w:val="008F0D6A"/>
    <w:rsid w:val="008F2CB9"/>
    <w:rsid w:val="008F6FEA"/>
    <w:rsid w:val="0090042E"/>
    <w:rsid w:val="00901055"/>
    <w:rsid w:val="00903C1A"/>
    <w:rsid w:val="00905981"/>
    <w:rsid w:val="00907247"/>
    <w:rsid w:val="009076DF"/>
    <w:rsid w:val="00911AFE"/>
    <w:rsid w:val="00911DFF"/>
    <w:rsid w:val="009128CC"/>
    <w:rsid w:val="00913337"/>
    <w:rsid w:val="00913792"/>
    <w:rsid w:val="009145C1"/>
    <w:rsid w:val="009145CE"/>
    <w:rsid w:val="00915D0E"/>
    <w:rsid w:val="00917901"/>
    <w:rsid w:val="00917BF2"/>
    <w:rsid w:val="009213F9"/>
    <w:rsid w:val="0092314D"/>
    <w:rsid w:val="00923909"/>
    <w:rsid w:val="00924519"/>
    <w:rsid w:val="00925433"/>
    <w:rsid w:val="0092566F"/>
    <w:rsid w:val="00930DE7"/>
    <w:rsid w:val="00940CF9"/>
    <w:rsid w:val="00943194"/>
    <w:rsid w:val="00944756"/>
    <w:rsid w:val="00944C88"/>
    <w:rsid w:val="00945ADB"/>
    <w:rsid w:val="00946292"/>
    <w:rsid w:val="00947B97"/>
    <w:rsid w:val="0095066B"/>
    <w:rsid w:val="00951191"/>
    <w:rsid w:val="00951A1D"/>
    <w:rsid w:val="0095338D"/>
    <w:rsid w:val="009557E7"/>
    <w:rsid w:val="00955D0A"/>
    <w:rsid w:val="00955F7A"/>
    <w:rsid w:val="00957BAB"/>
    <w:rsid w:val="00961093"/>
    <w:rsid w:val="00961AC8"/>
    <w:rsid w:val="009632BD"/>
    <w:rsid w:val="009636D0"/>
    <w:rsid w:val="00964621"/>
    <w:rsid w:val="0096612D"/>
    <w:rsid w:val="00967BF4"/>
    <w:rsid w:val="009708C3"/>
    <w:rsid w:val="009721EB"/>
    <w:rsid w:val="0097231B"/>
    <w:rsid w:val="009724B9"/>
    <w:rsid w:val="00977299"/>
    <w:rsid w:val="00980D9E"/>
    <w:rsid w:val="0098313A"/>
    <w:rsid w:val="009835BD"/>
    <w:rsid w:val="009839FF"/>
    <w:rsid w:val="00985A1F"/>
    <w:rsid w:val="00986F4A"/>
    <w:rsid w:val="0098753B"/>
    <w:rsid w:val="009902F4"/>
    <w:rsid w:val="009934AB"/>
    <w:rsid w:val="009952E3"/>
    <w:rsid w:val="00996017"/>
    <w:rsid w:val="009A0332"/>
    <w:rsid w:val="009A0C1C"/>
    <w:rsid w:val="009A22BF"/>
    <w:rsid w:val="009A67B3"/>
    <w:rsid w:val="009B1325"/>
    <w:rsid w:val="009B18B3"/>
    <w:rsid w:val="009B2F5B"/>
    <w:rsid w:val="009B36B0"/>
    <w:rsid w:val="009B5572"/>
    <w:rsid w:val="009C1AB2"/>
    <w:rsid w:val="009C1DB1"/>
    <w:rsid w:val="009C7581"/>
    <w:rsid w:val="009C76B5"/>
    <w:rsid w:val="009C7F8A"/>
    <w:rsid w:val="009D0CED"/>
    <w:rsid w:val="009D1168"/>
    <w:rsid w:val="009D4212"/>
    <w:rsid w:val="009D4490"/>
    <w:rsid w:val="009D488B"/>
    <w:rsid w:val="009D71D9"/>
    <w:rsid w:val="009D7F01"/>
    <w:rsid w:val="009E0888"/>
    <w:rsid w:val="009E15BA"/>
    <w:rsid w:val="009E2755"/>
    <w:rsid w:val="009E42E0"/>
    <w:rsid w:val="009F2F0E"/>
    <w:rsid w:val="009F5D24"/>
    <w:rsid w:val="009F705A"/>
    <w:rsid w:val="009F73E9"/>
    <w:rsid w:val="00A010CD"/>
    <w:rsid w:val="00A01D21"/>
    <w:rsid w:val="00A042A2"/>
    <w:rsid w:val="00A05057"/>
    <w:rsid w:val="00A0532D"/>
    <w:rsid w:val="00A05F49"/>
    <w:rsid w:val="00A061F0"/>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188E"/>
    <w:rsid w:val="00A33DC5"/>
    <w:rsid w:val="00A356C7"/>
    <w:rsid w:val="00A360D0"/>
    <w:rsid w:val="00A434B4"/>
    <w:rsid w:val="00A45550"/>
    <w:rsid w:val="00A51081"/>
    <w:rsid w:val="00A55AD9"/>
    <w:rsid w:val="00A5737A"/>
    <w:rsid w:val="00A614B0"/>
    <w:rsid w:val="00A62C34"/>
    <w:rsid w:val="00A673DF"/>
    <w:rsid w:val="00A71139"/>
    <w:rsid w:val="00A711C8"/>
    <w:rsid w:val="00A71B05"/>
    <w:rsid w:val="00A72536"/>
    <w:rsid w:val="00A72D3A"/>
    <w:rsid w:val="00A731F1"/>
    <w:rsid w:val="00A741CA"/>
    <w:rsid w:val="00A76E41"/>
    <w:rsid w:val="00A777E3"/>
    <w:rsid w:val="00A824DF"/>
    <w:rsid w:val="00A82D19"/>
    <w:rsid w:val="00A830CA"/>
    <w:rsid w:val="00A837D6"/>
    <w:rsid w:val="00A85C11"/>
    <w:rsid w:val="00A8757F"/>
    <w:rsid w:val="00A87A31"/>
    <w:rsid w:val="00A87D72"/>
    <w:rsid w:val="00A92B1C"/>
    <w:rsid w:val="00A942F3"/>
    <w:rsid w:val="00A97F8B"/>
    <w:rsid w:val="00AA0088"/>
    <w:rsid w:val="00AA0E3C"/>
    <w:rsid w:val="00AA196A"/>
    <w:rsid w:val="00AA19A6"/>
    <w:rsid w:val="00AA45D1"/>
    <w:rsid w:val="00AA6B9B"/>
    <w:rsid w:val="00AB1E90"/>
    <w:rsid w:val="00AB48D7"/>
    <w:rsid w:val="00AB7615"/>
    <w:rsid w:val="00AC0A0F"/>
    <w:rsid w:val="00AC35C4"/>
    <w:rsid w:val="00AC374D"/>
    <w:rsid w:val="00AC5449"/>
    <w:rsid w:val="00AC7832"/>
    <w:rsid w:val="00AD02D8"/>
    <w:rsid w:val="00AD66B4"/>
    <w:rsid w:val="00AD767B"/>
    <w:rsid w:val="00AD7F44"/>
    <w:rsid w:val="00AE17B3"/>
    <w:rsid w:val="00AE354E"/>
    <w:rsid w:val="00AE7DC0"/>
    <w:rsid w:val="00AF09A2"/>
    <w:rsid w:val="00AF36F6"/>
    <w:rsid w:val="00AF6B19"/>
    <w:rsid w:val="00AF74A2"/>
    <w:rsid w:val="00AF7E90"/>
    <w:rsid w:val="00B000D4"/>
    <w:rsid w:val="00B07CA7"/>
    <w:rsid w:val="00B12388"/>
    <w:rsid w:val="00B134F4"/>
    <w:rsid w:val="00B13640"/>
    <w:rsid w:val="00B13A25"/>
    <w:rsid w:val="00B1591C"/>
    <w:rsid w:val="00B15954"/>
    <w:rsid w:val="00B16ACA"/>
    <w:rsid w:val="00B17156"/>
    <w:rsid w:val="00B17273"/>
    <w:rsid w:val="00B205ED"/>
    <w:rsid w:val="00B208C4"/>
    <w:rsid w:val="00B20E2D"/>
    <w:rsid w:val="00B25FC7"/>
    <w:rsid w:val="00B267CE"/>
    <w:rsid w:val="00B2742D"/>
    <w:rsid w:val="00B30BCE"/>
    <w:rsid w:val="00B30D7B"/>
    <w:rsid w:val="00B32C3D"/>
    <w:rsid w:val="00B341F8"/>
    <w:rsid w:val="00B35030"/>
    <w:rsid w:val="00B355E6"/>
    <w:rsid w:val="00B37CD1"/>
    <w:rsid w:val="00B40449"/>
    <w:rsid w:val="00B4056B"/>
    <w:rsid w:val="00B4087B"/>
    <w:rsid w:val="00B4165B"/>
    <w:rsid w:val="00B423D4"/>
    <w:rsid w:val="00B4327B"/>
    <w:rsid w:val="00B43D39"/>
    <w:rsid w:val="00B463BE"/>
    <w:rsid w:val="00B4739C"/>
    <w:rsid w:val="00B47CA5"/>
    <w:rsid w:val="00B5005B"/>
    <w:rsid w:val="00B517A6"/>
    <w:rsid w:val="00B52688"/>
    <w:rsid w:val="00B52F2C"/>
    <w:rsid w:val="00B5591A"/>
    <w:rsid w:val="00B560D6"/>
    <w:rsid w:val="00B56133"/>
    <w:rsid w:val="00B5630A"/>
    <w:rsid w:val="00B56B19"/>
    <w:rsid w:val="00B56BBA"/>
    <w:rsid w:val="00B62942"/>
    <w:rsid w:val="00B6321F"/>
    <w:rsid w:val="00B63233"/>
    <w:rsid w:val="00B653B9"/>
    <w:rsid w:val="00B66859"/>
    <w:rsid w:val="00B73288"/>
    <w:rsid w:val="00B7422E"/>
    <w:rsid w:val="00B7460F"/>
    <w:rsid w:val="00B778E6"/>
    <w:rsid w:val="00B83BF4"/>
    <w:rsid w:val="00B8522E"/>
    <w:rsid w:val="00B85DD1"/>
    <w:rsid w:val="00B86235"/>
    <w:rsid w:val="00B91216"/>
    <w:rsid w:val="00B927AD"/>
    <w:rsid w:val="00B937C1"/>
    <w:rsid w:val="00B9443D"/>
    <w:rsid w:val="00B95939"/>
    <w:rsid w:val="00B96176"/>
    <w:rsid w:val="00B965E7"/>
    <w:rsid w:val="00BA2F04"/>
    <w:rsid w:val="00BA5BD7"/>
    <w:rsid w:val="00BA5E12"/>
    <w:rsid w:val="00BA5E1B"/>
    <w:rsid w:val="00BA71B5"/>
    <w:rsid w:val="00BA7D4F"/>
    <w:rsid w:val="00BB5003"/>
    <w:rsid w:val="00BB5604"/>
    <w:rsid w:val="00BB71C4"/>
    <w:rsid w:val="00BC1746"/>
    <w:rsid w:val="00BC198B"/>
    <w:rsid w:val="00BC1F28"/>
    <w:rsid w:val="00BC2531"/>
    <w:rsid w:val="00BC6735"/>
    <w:rsid w:val="00BC7F66"/>
    <w:rsid w:val="00BD034B"/>
    <w:rsid w:val="00BD15DA"/>
    <w:rsid w:val="00BD1F8F"/>
    <w:rsid w:val="00BD2E3F"/>
    <w:rsid w:val="00BD46F1"/>
    <w:rsid w:val="00BD63EB"/>
    <w:rsid w:val="00BD7AF5"/>
    <w:rsid w:val="00BE2AE3"/>
    <w:rsid w:val="00BE3316"/>
    <w:rsid w:val="00BE564B"/>
    <w:rsid w:val="00BE6B5D"/>
    <w:rsid w:val="00BF1CE2"/>
    <w:rsid w:val="00BF3DA7"/>
    <w:rsid w:val="00BF5E1A"/>
    <w:rsid w:val="00BF6D9C"/>
    <w:rsid w:val="00BF743E"/>
    <w:rsid w:val="00C017D6"/>
    <w:rsid w:val="00C0207F"/>
    <w:rsid w:val="00C06B8E"/>
    <w:rsid w:val="00C0712B"/>
    <w:rsid w:val="00C10B56"/>
    <w:rsid w:val="00C15EFD"/>
    <w:rsid w:val="00C16A16"/>
    <w:rsid w:val="00C2546F"/>
    <w:rsid w:val="00C269A2"/>
    <w:rsid w:val="00C27265"/>
    <w:rsid w:val="00C277DE"/>
    <w:rsid w:val="00C27E80"/>
    <w:rsid w:val="00C302FA"/>
    <w:rsid w:val="00C30807"/>
    <w:rsid w:val="00C31EB7"/>
    <w:rsid w:val="00C3249A"/>
    <w:rsid w:val="00C32C62"/>
    <w:rsid w:val="00C3394F"/>
    <w:rsid w:val="00C33E12"/>
    <w:rsid w:val="00C34033"/>
    <w:rsid w:val="00C34B74"/>
    <w:rsid w:val="00C370CA"/>
    <w:rsid w:val="00C42918"/>
    <w:rsid w:val="00C4380E"/>
    <w:rsid w:val="00C4428B"/>
    <w:rsid w:val="00C44399"/>
    <w:rsid w:val="00C46C94"/>
    <w:rsid w:val="00C46D9F"/>
    <w:rsid w:val="00C47861"/>
    <w:rsid w:val="00C50BA1"/>
    <w:rsid w:val="00C5241D"/>
    <w:rsid w:val="00C529B5"/>
    <w:rsid w:val="00C54514"/>
    <w:rsid w:val="00C57404"/>
    <w:rsid w:val="00C57A36"/>
    <w:rsid w:val="00C61312"/>
    <w:rsid w:val="00C63362"/>
    <w:rsid w:val="00C64929"/>
    <w:rsid w:val="00C658EA"/>
    <w:rsid w:val="00C71696"/>
    <w:rsid w:val="00C73634"/>
    <w:rsid w:val="00C73FCA"/>
    <w:rsid w:val="00C74D2C"/>
    <w:rsid w:val="00C77622"/>
    <w:rsid w:val="00C80E8D"/>
    <w:rsid w:val="00C81911"/>
    <w:rsid w:val="00C86993"/>
    <w:rsid w:val="00C875BB"/>
    <w:rsid w:val="00C87EA5"/>
    <w:rsid w:val="00C940F3"/>
    <w:rsid w:val="00C94D0F"/>
    <w:rsid w:val="00CA0823"/>
    <w:rsid w:val="00CA15A0"/>
    <w:rsid w:val="00CA1A8D"/>
    <w:rsid w:val="00CA1BF2"/>
    <w:rsid w:val="00CA202F"/>
    <w:rsid w:val="00CA2118"/>
    <w:rsid w:val="00CA3AAF"/>
    <w:rsid w:val="00CA4EB7"/>
    <w:rsid w:val="00CA66C5"/>
    <w:rsid w:val="00CA706A"/>
    <w:rsid w:val="00CB0380"/>
    <w:rsid w:val="00CB15F8"/>
    <w:rsid w:val="00CB2061"/>
    <w:rsid w:val="00CC36FE"/>
    <w:rsid w:val="00CC5147"/>
    <w:rsid w:val="00CC77DA"/>
    <w:rsid w:val="00CC78B6"/>
    <w:rsid w:val="00CD0507"/>
    <w:rsid w:val="00CD0CD5"/>
    <w:rsid w:val="00CD105E"/>
    <w:rsid w:val="00CD41CB"/>
    <w:rsid w:val="00CD59A1"/>
    <w:rsid w:val="00CD64E4"/>
    <w:rsid w:val="00CD66C4"/>
    <w:rsid w:val="00CD6785"/>
    <w:rsid w:val="00CE523B"/>
    <w:rsid w:val="00CE523E"/>
    <w:rsid w:val="00CE533D"/>
    <w:rsid w:val="00CE5BC0"/>
    <w:rsid w:val="00CE766B"/>
    <w:rsid w:val="00CF2531"/>
    <w:rsid w:val="00CF3805"/>
    <w:rsid w:val="00CF44EF"/>
    <w:rsid w:val="00CF6188"/>
    <w:rsid w:val="00D00118"/>
    <w:rsid w:val="00D02062"/>
    <w:rsid w:val="00D0301B"/>
    <w:rsid w:val="00D03986"/>
    <w:rsid w:val="00D04079"/>
    <w:rsid w:val="00D04B4B"/>
    <w:rsid w:val="00D1008A"/>
    <w:rsid w:val="00D10A94"/>
    <w:rsid w:val="00D12C36"/>
    <w:rsid w:val="00D14343"/>
    <w:rsid w:val="00D200E7"/>
    <w:rsid w:val="00D208F2"/>
    <w:rsid w:val="00D21DF1"/>
    <w:rsid w:val="00D2740A"/>
    <w:rsid w:val="00D27A15"/>
    <w:rsid w:val="00D30951"/>
    <w:rsid w:val="00D30CBB"/>
    <w:rsid w:val="00D35B5A"/>
    <w:rsid w:val="00D42FB9"/>
    <w:rsid w:val="00D432A8"/>
    <w:rsid w:val="00D44F2A"/>
    <w:rsid w:val="00D45E59"/>
    <w:rsid w:val="00D45EB7"/>
    <w:rsid w:val="00D46637"/>
    <w:rsid w:val="00D476B2"/>
    <w:rsid w:val="00D506CF"/>
    <w:rsid w:val="00D614C3"/>
    <w:rsid w:val="00D63BF7"/>
    <w:rsid w:val="00D63D0F"/>
    <w:rsid w:val="00D67C3D"/>
    <w:rsid w:val="00D705C9"/>
    <w:rsid w:val="00D724BF"/>
    <w:rsid w:val="00D75726"/>
    <w:rsid w:val="00D758EE"/>
    <w:rsid w:val="00D75DA0"/>
    <w:rsid w:val="00D80289"/>
    <w:rsid w:val="00D81296"/>
    <w:rsid w:val="00D85A4D"/>
    <w:rsid w:val="00D870FB"/>
    <w:rsid w:val="00D9087C"/>
    <w:rsid w:val="00D91A2E"/>
    <w:rsid w:val="00D91F7E"/>
    <w:rsid w:val="00D926A9"/>
    <w:rsid w:val="00D93440"/>
    <w:rsid w:val="00D93F65"/>
    <w:rsid w:val="00D95737"/>
    <w:rsid w:val="00D95D52"/>
    <w:rsid w:val="00DA5262"/>
    <w:rsid w:val="00DA641C"/>
    <w:rsid w:val="00DA64CA"/>
    <w:rsid w:val="00DA6C14"/>
    <w:rsid w:val="00DB7DC7"/>
    <w:rsid w:val="00DC08DF"/>
    <w:rsid w:val="00DC0990"/>
    <w:rsid w:val="00DC12C7"/>
    <w:rsid w:val="00DC2206"/>
    <w:rsid w:val="00DC4040"/>
    <w:rsid w:val="00DC6D55"/>
    <w:rsid w:val="00DD0A65"/>
    <w:rsid w:val="00DD1656"/>
    <w:rsid w:val="00DD363E"/>
    <w:rsid w:val="00DD48A2"/>
    <w:rsid w:val="00DD4A6D"/>
    <w:rsid w:val="00DD5722"/>
    <w:rsid w:val="00DE11E6"/>
    <w:rsid w:val="00DE456B"/>
    <w:rsid w:val="00DE57C5"/>
    <w:rsid w:val="00DE625E"/>
    <w:rsid w:val="00DE6751"/>
    <w:rsid w:val="00DE6C6E"/>
    <w:rsid w:val="00DE6D79"/>
    <w:rsid w:val="00DF0733"/>
    <w:rsid w:val="00DF202D"/>
    <w:rsid w:val="00DF2944"/>
    <w:rsid w:val="00DF2A57"/>
    <w:rsid w:val="00DF34CF"/>
    <w:rsid w:val="00E01A11"/>
    <w:rsid w:val="00E01B78"/>
    <w:rsid w:val="00E02D5E"/>
    <w:rsid w:val="00E039A6"/>
    <w:rsid w:val="00E0466E"/>
    <w:rsid w:val="00E06E92"/>
    <w:rsid w:val="00E0767B"/>
    <w:rsid w:val="00E079F8"/>
    <w:rsid w:val="00E114BE"/>
    <w:rsid w:val="00E15432"/>
    <w:rsid w:val="00E208C4"/>
    <w:rsid w:val="00E22613"/>
    <w:rsid w:val="00E22940"/>
    <w:rsid w:val="00E27B44"/>
    <w:rsid w:val="00E32A31"/>
    <w:rsid w:val="00E3603A"/>
    <w:rsid w:val="00E36C7A"/>
    <w:rsid w:val="00E37165"/>
    <w:rsid w:val="00E3721B"/>
    <w:rsid w:val="00E4252D"/>
    <w:rsid w:val="00E4260E"/>
    <w:rsid w:val="00E42D77"/>
    <w:rsid w:val="00E43345"/>
    <w:rsid w:val="00E45E3C"/>
    <w:rsid w:val="00E46EC7"/>
    <w:rsid w:val="00E47B85"/>
    <w:rsid w:val="00E5064C"/>
    <w:rsid w:val="00E50A6D"/>
    <w:rsid w:val="00E50AC1"/>
    <w:rsid w:val="00E52150"/>
    <w:rsid w:val="00E52996"/>
    <w:rsid w:val="00E54DF9"/>
    <w:rsid w:val="00E56C0F"/>
    <w:rsid w:val="00E607F2"/>
    <w:rsid w:val="00E612C0"/>
    <w:rsid w:val="00E631A2"/>
    <w:rsid w:val="00E633E0"/>
    <w:rsid w:val="00E6398F"/>
    <w:rsid w:val="00E663F5"/>
    <w:rsid w:val="00E71200"/>
    <w:rsid w:val="00E72D0E"/>
    <w:rsid w:val="00E753B9"/>
    <w:rsid w:val="00E81690"/>
    <w:rsid w:val="00E81CD7"/>
    <w:rsid w:val="00E8349D"/>
    <w:rsid w:val="00E863E5"/>
    <w:rsid w:val="00E91C41"/>
    <w:rsid w:val="00EA0733"/>
    <w:rsid w:val="00EA1A64"/>
    <w:rsid w:val="00EA25C2"/>
    <w:rsid w:val="00EA4F58"/>
    <w:rsid w:val="00EA7EBA"/>
    <w:rsid w:val="00EB343B"/>
    <w:rsid w:val="00EB6AF4"/>
    <w:rsid w:val="00EB7E06"/>
    <w:rsid w:val="00EC2F8D"/>
    <w:rsid w:val="00EC4C1C"/>
    <w:rsid w:val="00ED02ED"/>
    <w:rsid w:val="00ED0851"/>
    <w:rsid w:val="00ED1B6C"/>
    <w:rsid w:val="00ED3D3B"/>
    <w:rsid w:val="00ED54AC"/>
    <w:rsid w:val="00EE020E"/>
    <w:rsid w:val="00EE30D6"/>
    <w:rsid w:val="00EE3769"/>
    <w:rsid w:val="00EE48A2"/>
    <w:rsid w:val="00EE5DE3"/>
    <w:rsid w:val="00EE5E54"/>
    <w:rsid w:val="00EE60F5"/>
    <w:rsid w:val="00EF34EF"/>
    <w:rsid w:val="00EF7F89"/>
    <w:rsid w:val="00F02382"/>
    <w:rsid w:val="00F027FF"/>
    <w:rsid w:val="00F03CD6"/>
    <w:rsid w:val="00F04656"/>
    <w:rsid w:val="00F065C7"/>
    <w:rsid w:val="00F12AE4"/>
    <w:rsid w:val="00F13707"/>
    <w:rsid w:val="00F14FF5"/>
    <w:rsid w:val="00F15A1E"/>
    <w:rsid w:val="00F1741F"/>
    <w:rsid w:val="00F216F8"/>
    <w:rsid w:val="00F21FF9"/>
    <w:rsid w:val="00F24C7D"/>
    <w:rsid w:val="00F24DDF"/>
    <w:rsid w:val="00F2583E"/>
    <w:rsid w:val="00F25900"/>
    <w:rsid w:val="00F26A81"/>
    <w:rsid w:val="00F27B77"/>
    <w:rsid w:val="00F30FBD"/>
    <w:rsid w:val="00F35356"/>
    <w:rsid w:val="00F404D0"/>
    <w:rsid w:val="00F40D27"/>
    <w:rsid w:val="00F41C79"/>
    <w:rsid w:val="00F42415"/>
    <w:rsid w:val="00F476A1"/>
    <w:rsid w:val="00F507AC"/>
    <w:rsid w:val="00F55466"/>
    <w:rsid w:val="00F56594"/>
    <w:rsid w:val="00F609BF"/>
    <w:rsid w:val="00F660D7"/>
    <w:rsid w:val="00F67173"/>
    <w:rsid w:val="00F67A4F"/>
    <w:rsid w:val="00F706B8"/>
    <w:rsid w:val="00F71CF7"/>
    <w:rsid w:val="00F76CB4"/>
    <w:rsid w:val="00F76E31"/>
    <w:rsid w:val="00F77B86"/>
    <w:rsid w:val="00F77F8A"/>
    <w:rsid w:val="00F900E6"/>
    <w:rsid w:val="00F91934"/>
    <w:rsid w:val="00F92DD2"/>
    <w:rsid w:val="00F9572F"/>
    <w:rsid w:val="00F9688A"/>
    <w:rsid w:val="00FA000A"/>
    <w:rsid w:val="00FA1272"/>
    <w:rsid w:val="00FA2767"/>
    <w:rsid w:val="00FA2EB8"/>
    <w:rsid w:val="00FA332B"/>
    <w:rsid w:val="00FA36C3"/>
    <w:rsid w:val="00FA3957"/>
    <w:rsid w:val="00FA4057"/>
    <w:rsid w:val="00FA52B6"/>
    <w:rsid w:val="00FA7D09"/>
    <w:rsid w:val="00FB0BEA"/>
    <w:rsid w:val="00FB35CB"/>
    <w:rsid w:val="00FB3F84"/>
    <w:rsid w:val="00FB58EF"/>
    <w:rsid w:val="00FB6B7F"/>
    <w:rsid w:val="00FB6D37"/>
    <w:rsid w:val="00FB709F"/>
    <w:rsid w:val="00FC2DB2"/>
    <w:rsid w:val="00FC40A7"/>
    <w:rsid w:val="00FC7BFA"/>
    <w:rsid w:val="00FD064E"/>
    <w:rsid w:val="00FD0731"/>
    <w:rsid w:val="00FD08DA"/>
    <w:rsid w:val="00FD1767"/>
    <w:rsid w:val="00FD2463"/>
    <w:rsid w:val="00FD4AC9"/>
    <w:rsid w:val="00FD4BC9"/>
    <w:rsid w:val="00FD5BF3"/>
    <w:rsid w:val="00FD67CC"/>
    <w:rsid w:val="00FD6B0F"/>
    <w:rsid w:val="00FE2669"/>
    <w:rsid w:val="00FE4685"/>
    <w:rsid w:val="00FE4D72"/>
    <w:rsid w:val="00FE5C1A"/>
    <w:rsid w:val="00FE68C9"/>
    <w:rsid w:val="00FE709B"/>
    <w:rsid w:val="00FE791B"/>
    <w:rsid w:val="00FF6280"/>
    <w:rsid w:val="00FF65B3"/>
    <w:rsid w:val="00FF6984"/>
    <w:rsid w:val="00FF69F1"/>
    <w:rsid w:val="00FF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vertical-relative:line" fillcolor="white">
      <v:fill color="white"/>
      <v:textbox inset=".5mm,.3mm,.5mm,.3mm"/>
    </o:shapedefaults>
    <o:shapelayout v:ext="edit">
      <o:idmap v:ext="edit" data="1"/>
    </o:shapelayout>
  </w:shapeDefaults>
  <w:decimalSymbol w:val="."/>
  <w:listSeparator w:val=","/>
  <w14:docId w14:val="2566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iso20022.org"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image" Target="media/image5.emf"/><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4.emf"/><Relationship Id="rId30"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BENCH</TermName>
          <TermId xmlns="http://schemas.microsoft.com/office/infopath/2007/PartnerControls">5ff3f912-00f5-41a2-8265-3979c97ec438</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314</Value>
      <Value>26</Value>
      <Value>20</Value>
      <Value>3</Value>
      <Value>58</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TermInfo xmlns="http://schemas.microsoft.com/office/infopath/2007/PartnerControls">
          <TermName xmlns="http://schemas.microsoft.com/office/infopath/2007/PartnerControls">Executing</TermName>
          <TermId xmlns="http://schemas.microsoft.com/office/infopath/2007/PartnerControls">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ESMA65-8-5493</_dlc_DocId>
    <_dlc_DocIdUrl xmlns="63a5bd51-2615-4434-bcc2-2d8739b8ba43">
      <Url>https://sherpa.esma.europa.eu/sites/RESICT/_layouts/15/DocIdRedir.aspx?ID=ESMA65-8-5493</Url>
      <Description>ESMA65-8-5493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22" ma:contentTypeDescription="" ma:contentTypeScope="" ma:versionID="6f39d7583630617a92f06e599baf1d7b">
  <xsd:schema xmlns:xsd="http://www.w3.org/2001/XMLSchema" xmlns:xs="http://www.w3.org/2001/XMLSchema" xmlns:p="http://schemas.microsoft.com/office/2006/metadata/properties" xmlns:ns1="http://schemas.microsoft.com/sharepoint/v3" xmlns:ns2="63a5bd51-2615-4434-bcc2-2d8739b8ba43" xmlns:ns3="http://schemas.microsoft.com/sharepoint/v4" targetNamespace="http://schemas.microsoft.com/office/2006/metadata/properties" ma:root="true" ma:fieldsID="f3b8b7b1ecddeccbc785281ccd4ba4cf" ns1:_="" ns2:_="" ns3:_="">
    <xsd:import namespace="http://schemas.microsoft.com/sharepoint/v3"/>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default="" ma:fieldId="{0e418d44-07e8-473e-a1f2-4943d2af68a0}"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readOnly="false"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F81B0-0E96-4B17-B7FC-7EB7B137586D}">
  <ds:schemaRefs>
    <ds:schemaRef ds:uri="http://schemas.microsoft.com/sharepoint/v3/contenttype/forms"/>
  </ds:schemaRefs>
</ds:datastoreItem>
</file>

<file path=customXml/itemProps2.xml><?xml version="1.0" encoding="utf-8"?>
<ds:datastoreItem xmlns:ds="http://schemas.openxmlformats.org/officeDocument/2006/customXml" ds:itemID="{647A85B1-9CE4-44DF-A2D3-241274C1547B}">
  <ds:schemaRefs>
    <ds:schemaRef ds:uri="http://schemas.microsoft.com/sharepoint/v3"/>
    <ds:schemaRef ds:uri="http://schemas.microsoft.com/office/infopath/2007/PartnerControls"/>
    <ds:schemaRef ds:uri="63a5bd51-2615-4434-bcc2-2d8739b8ba43"/>
    <ds:schemaRef ds:uri="http://purl.org/dc/terms/"/>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38073CA0-13BD-4E5D-B7FB-6C8DE4AAA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517430-DBC7-41ED-A427-E9D7F2E6C40E}">
  <ds:schemaRefs>
    <ds:schemaRef ds:uri="http://schemas.microsoft.com/sharepoint/events"/>
  </ds:schemaRefs>
</ds:datastoreItem>
</file>

<file path=customXml/itemProps5.xml><?xml version="1.0" encoding="utf-8"?>
<ds:datastoreItem xmlns:ds="http://schemas.openxmlformats.org/officeDocument/2006/customXml" ds:itemID="{ED964FA3-7C3F-443A-8ADC-4A2D153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55</TotalTime>
  <Pages>42</Pages>
  <Words>4247</Words>
  <Characters>74736</Characters>
  <Application>Microsoft Office Word</Application>
  <DocSecurity>0</DocSecurity>
  <Lines>622</Lines>
  <Paragraphs>157</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78826</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Mansoor Ullah</dc:creator>
  <cp:lastModifiedBy>VANDAELE Benoit</cp:lastModifiedBy>
  <cp:revision>7</cp:revision>
  <cp:lastPrinted>2018-03-19T13:49:00Z</cp:lastPrinted>
  <dcterms:created xsi:type="dcterms:W3CDTF">2018-06-18T14:51:00Z</dcterms:created>
  <dcterms:modified xsi:type="dcterms:W3CDTF">2018-10-10T07:49:00Z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ProjectType">
    <vt:lpwstr/>
  </property>
  <property fmtid="{D5CDD505-2E9C-101B-9397-08002B2CF9AE}" pid="4" name="Project">
    <vt:lpwstr>314;#BENCH|5ff3f912-00f5-41a2-8265-3979c97ec438</vt:lpwstr>
  </property>
  <property fmtid="{D5CDD505-2E9C-101B-9397-08002B2CF9AE}" pid="5" name="TeamName">
    <vt:lpwstr>20;#Information and Communication Technology|b8ce7266-090e-4718-b5c5-54bbcb1dd444</vt:lpwstr>
  </property>
  <property fmtid="{D5CDD505-2E9C-101B-9397-08002B2CF9AE}" pid="6" name="ProjectPhase">
    <vt:lpwstr>58;#Executing|7bb34fa5-dd05-40ab-ab3a-5e22f52251cf</vt:lpwstr>
  </property>
  <property fmtid="{D5CDD505-2E9C-101B-9397-08002B2CF9AE}" pid="7" name="_dlc_DocIdItemGuid">
    <vt:lpwstr>617037c4-2541-4cdd-92bd-b52d08afa6bb</vt:lpwstr>
  </property>
  <property fmtid="{D5CDD505-2E9C-101B-9397-08002B2CF9AE}" pid="8" name="EsmaAudience">
    <vt:lpwstr/>
  </property>
  <property fmtid="{D5CDD505-2E9C-101B-9397-08002B2CF9AE}" pid="9" name="Topic">
    <vt:lpwstr/>
  </property>
  <property fmtid="{D5CDD505-2E9C-101B-9397-08002B2CF9AE}" pid="10" name="ConfidentialityLevel">
    <vt:lpwstr>3;#Regular|07f1e362-856b-423d-bea6-a14079762141</vt:lpwstr>
  </property>
  <property fmtid="{D5CDD505-2E9C-101B-9397-08002B2CF9AE}" pid="11" name="ProjectDocumentType">
    <vt:lpwstr/>
  </property>
  <property fmtid="{D5CDD505-2E9C-101B-9397-08002B2CF9AE}" pid="12" name="DocumentType">
    <vt:lpwstr>26;#Project Documentation|52176c86-c685-44da-924d-2b2a8d65fba7</vt:lpwstr>
  </property>
</Properties>
</file>